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61F76CD3" w:rsidR="00357F72" w:rsidRPr="00A61E27" w:rsidRDefault="00175BA4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E84159" w:rsidRPr="00E84159">
            <w:t>Údržba veřejné zeleně, dřevin a květin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874CA1" w:rsidRPr="00874CA1" w14:paraId="60085F0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EC0193" w14:textId="77777777" w:rsidR="00874CA1" w:rsidRPr="00874CA1" w:rsidRDefault="00874CA1" w:rsidP="00874CA1">
            <w:pPr>
              <w:spacing w:before="60" w:after="60"/>
              <w:jc w:val="both"/>
            </w:pPr>
            <w:bookmarkStart w:id="4" w:name="_Hlk60319099"/>
            <w:bookmarkStart w:id="5" w:name="_Hlk60066574"/>
            <w:r w:rsidRPr="00874CA1">
              <w:t>Název veřejné zakázky:</w:t>
            </w:r>
          </w:p>
        </w:tc>
        <w:sdt>
          <w:sdtPr>
            <w:rPr>
              <w:bCs/>
            </w:rPr>
            <w:id w:val="-1899048256"/>
            <w:placeholder>
              <w:docPart w:val="479B5A013A764EFE9E061377A179E50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E056534" w14:textId="4F5EA21A" w:rsidR="00874CA1" w:rsidRPr="00874CA1" w:rsidRDefault="00E84159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E84159">
                  <w:rPr>
                    <w:bCs/>
                  </w:rPr>
                  <w:t>Údržba veřejné zeleně, dřevin a květin na území Prahy 6</w:t>
                </w:r>
              </w:p>
            </w:tc>
          </w:sdtContent>
        </w:sdt>
      </w:tr>
      <w:tr w:rsidR="00874CA1" w:rsidRPr="00874CA1" w14:paraId="44E10DC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EC8C9EC" w14:textId="69C12B3D" w:rsidR="00874CA1" w:rsidRPr="00874CA1" w:rsidRDefault="00874CA1" w:rsidP="00874CA1">
            <w:pPr>
              <w:spacing w:before="60" w:after="60"/>
              <w:jc w:val="both"/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57F74A0F" w14:textId="7CAA4826" w:rsidR="00874CA1" w:rsidRPr="00BE5890" w:rsidRDefault="00B85AED" w:rsidP="00874CA1">
            <w:pPr>
              <w:spacing w:before="60" w:after="60"/>
              <w:jc w:val="both"/>
              <w:rPr>
                <w:b/>
                <w:bCs/>
              </w:rPr>
            </w:pPr>
            <w:r w:rsidRPr="00BE5890">
              <w:rPr>
                <w:b/>
                <w:bCs/>
              </w:rPr>
              <w:t xml:space="preserve">Část: </w:t>
            </w:r>
            <w:r w:rsidR="00231B37" w:rsidRPr="00BE5890">
              <w:rPr>
                <w:b/>
                <w:bCs/>
              </w:rPr>
              <w:t>4</w:t>
            </w:r>
          </w:p>
        </w:tc>
      </w:tr>
      <w:tr w:rsidR="00874CA1" w:rsidRPr="00874CA1" w14:paraId="2DAF434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C3228A5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Evidenční číslo ve VVZ:</w:t>
            </w:r>
          </w:p>
        </w:tc>
        <w:tc>
          <w:tcPr>
            <w:tcW w:w="5791" w:type="dxa"/>
            <w:vAlign w:val="center"/>
          </w:tcPr>
          <w:p w14:paraId="6B4E1602" w14:textId="3D3B283B" w:rsidR="00874CA1" w:rsidRPr="00874CA1" w:rsidRDefault="00175BA4" w:rsidP="00874CA1">
            <w:pPr>
              <w:spacing w:before="60" w:after="60"/>
              <w:jc w:val="both"/>
            </w:pPr>
            <w:sdt>
              <w:sdtPr>
                <w:rPr>
                  <w:bCs/>
                </w:rPr>
                <w:id w:val="-1146199976"/>
                <w:placeholder>
                  <w:docPart w:val="3920AD5E3A7F49728B2D29883D38AF55"/>
                </w:placeholder>
                <w:text/>
              </w:sdtPr>
              <w:sdtEndPr/>
              <w:sdtContent>
                <w:r w:rsidR="00F476DE" w:rsidRPr="00F476DE">
                  <w:rPr>
                    <w:bCs/>
                  </w:rPr>
                  <w:t>Z2024-055293</w:t>
                </w:r>
              </w:sdtContent>
            </w:sdt>
          </w:p>
        </w:tc>
      </w:tr>
      <w:tr w:rsidR="00874CA1" w:rsidRPr="00874CA1" w14:paraId="352C177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7B52B6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veřejné zakázky:</w:t>
            </w:r>
          </w:p>
        </w:tc>
        <w:tc>
          <w:tcPr>
            <w:tcW w:w="5791" w:type="dxa"/>
            <w:vAlign w:val="center"/>
          </w:tcPr>
          <w:p w14:paraId="3C4EC6C4" w14:textId="77777777" w:rsidR="00874CA1" w:rsidRPr="00874CA1" w:rsidRDefault="00175BA4" w:rsidP="00874CA1">
            <w:pPr>
              <w:spacing w:before="60" w:after="60"/>
              <w:jc w:val="both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BF4E442831314EE9914977459B3E162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874CA1" w:rsidRPr="00874CA1">
                  <w:rPr>
                    <w:bCs/>
                  </w:rPr>
                  <w:t>Služby</w:t>
                </w:r>
              </w:sdtContent>
            </w:sdt>
          </w:p>
        </w:tc>
      </w:tr>
      <w:tr w:rsidR="00874CA1" w:rsidRPr="00874CA1" w14:paraId="629A6CB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78CBD9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Režim veřejné zakázky:</w:t>
            </w:r>
          </w:p>
        </w:tc>
        <w:tc>
          <w:tcPr>
            <w:tcW w:w="5791" w:type="dxa"/>
            <w:vAlign w:val="center"/>
          </w:tcPr>
          <w:p w14:paraId="6D514A40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Nadlimitní režim</w:t>
            </w:r>
          </w:p>
        </w:tc>
      </w:tr>
      <w:tr w:rsidR="00874CA1" w:rsidRPr="00874CA1" w14:paraId="3A49624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9497EDF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zadávacího řízení:</w:t>
            </w:r>
          </w:p>
        </w:tc>
        <w:tc>
          <w:tcPr>
            <w:tcW w:w="5791" w:type="dxa"/>
            <w:vAlign w:val="center"/>
          </w:tcPr>
          <w:p w14:paraId="73951B68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Otevřené řízení</w:t>
            </w:r>
          </w:p>
        </w:tc>
      </w:tr>
      <w:tr w:rsidR="00874CA1" w:rsidRPr="00874CA1" w14:paraId="53C0371D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C4C6DF3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Název zadavatele:</w:t>
            </w:r>
          </w:p>
        </w:tc>
        <w:sdt>
          <w:sdtPr>
            <w:rPr>
              <w:bCs/>
            </w:rPr>
            <w:id w:val="75796463"/>
            <w:placeholder>
              <w:docPart w:val="15B8B44466E74BB18E579B41AC67BB0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B22DE8B" w14:textId="5BCCDDA8" w:rsidR="00874CA1" w:rsidRPr="00874CA1" w:rsidRDefault="00EB22CD" w:rsidP="00874CA1">
                <w:pPr>
                  <w:spacing w:before="60" w:after="60"/>
                  <w:jc w:val="both"/>
                  <w:rPr>
                    <w:bCs/>
                  </w:rPr>
                </w:pPr>
                <w:r>
                  <w:rPr>
                    <w:bCs/>
                  </w:rPr>
                  <w:t>M</w:t>
                </w:r>
                <w:r w:rsidR="00874CA1" w:rsidRPr="00874CA1">
                  <w:rPr>
                    <w:bCs/>
                  </w:rPr>
                  <w:t>ěstská část Praha 6</w:t>
                </w:r>
              </w:p>
            </w:tc>
          </w:sdtContent>
        </w:sdt>
      </w:tr>
      <w:tr w:rsidR="00874CA1" w:rsidRPr="00874CA1" w14:paraId="3F71E234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00F2B5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931AB94F5BAD446BBFE6C62F4FD1AB3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0FEF10A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874CA1" w:rsidRPr="00874CA1" w14:paraId="75326867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EFFA90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760A428094F8406E9F4EA9070E7EC89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103431D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00063703</w:t>
                </w:r>
              </w:p>
            </w:tc>
          </w:sdtContent>
        </w:sdt>
      </w:tr>
      <w:tr w:rsidR="00874CA1" w:rsidRPr="00874CA1" w14:paraId="2C2DBD5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9DC3274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42C71AC25C9846A1AD0B67A9C57681CE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F8854E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874CA1" w:rsidRPr="00874CA1" w14:paraId="59E4916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1C59F0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B4FD99BDA6FA4B36AF61BDE4418A733B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572A303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874CA1" w:rsidRPr="00874CA1" w14:paraId="558823BF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AB7BD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12A4640F349C40FE85E4F5A77DBE4C6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DBB4D10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7889EDFF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bookmarkStart w:id="6" w:name="_Hlk60322526"/>
      <w:bookmarkEnd w:id="4"/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5"/>
      <w:bookmarkEnd w:id="6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7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7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8" w:name="_Toc56196927"/>
      <w:r>
        <w:lastRenderedPageBreak/>
        <w:t>Kvalifikace</w:t>
      </w:r>
      <w:bookmarkEnd w:id="8"/>
    </w:p>
    <w:p w14:paraId="6A3874A1" w14:textId="77777777" w:rsidR="00231B37" w:rsidRPr="00521F89" w:rsidRDefault="00231B37" w:rsidP="00231B37">
      <w:pPr>
        <w:pStyle w:val="Tloslovan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12DF2B5E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168F77B0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69F55144" w14:textId="7ADC9DB2" w:rsidR="00797F5A" w:rsidRPr="00231B37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4E2C4448" w14:textId="77777777" w:rsidR="00231B37" w:rsidRPr="00990FFA" w:rsidRDefault="00231B37" w:rsidP="00231B37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7A663A365940416484FCAB4FBB844462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</w:p>
    <w:p w14:paraId="134454ED" w14:textId="77777777" w:rsidR="00231B37" w:rsidRPr="00990FFA" w:rsidRDefault="00231B37" w:rsidP="00231B37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9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B01D450B65F44F68AF5B1E47438BA43F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231B37" w:rsidRPr="003012B7" w14:paraId="0F365345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F7AC89C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4ED0D66A4C05455E9FC3B13C8F46608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646EF192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4A2709D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22540C1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1A0AAB02C41E4C6DA3F79B941F21AE8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A31F8EA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BDF4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6B0647A" w14:textId="77777777" w:rsidR="00231B37" w:rsidRPr="00990FFA" w:rsidRDefault="00231B37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CD69AEE300754BFCB8AC2FC4D8C1DAB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80B7616" w14:textId="77777777" w:rsidR="00231B37" w:rsidRPr="003012B7" w:rsidRDefault="00231B37" w:rsidP="00F7263C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AC35F3" w:rsidRPr="003012B7" w14:paraId="3FE03A8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71B9FFE0" w14:textId="5D0C6B28" w:rsidR="00AC35F3" w:rsidRPr="00990FFA" w:rsidRDefault="00175BA4" w:rsidP="00AC35F3">
            <w:pPr>
              <w:spacing w:before="60" w:after="60"/>
            </w:pPr>
            <w:sdt>
              <w:sdtPr>
                <w:id w:val="1053588437"/>
                <w:placeholder>
                  <w:docPart w:val="7372F4BA99624A03A07608D97807B3A3"/>
                </w:placeholder>
                <w:text/>
              </w:sdtPr>
              <w:sdtEndPr/>
              <w:sdtContent>
                <w:r w:rsidR="00AC35F3">
                  <w:t>Služba byla poskytována v intravilánu obce:</w:t>
                </w:r>
              </w:sdtContent>
            </w:sdt>
          </w:p>
        </w:tc>
        <w:tc>
          <w:tcPr>
            <w:tcW w:w="4647" w:type="dxa"/>
            <w:vAlign w:val="center"/>
          </w:tcPr>
          <w:p w14:paraId="079A273E" w14:textId="36A0B4FF" w:rsidR="00AC35F3" w:rsidRPr="003012B7" w:rsidRDefault="00AC35F3" w:rsidP="00AC35F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0354ACC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B363234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6CCE456A9C0E48C28140DBEA5612FEE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930E1D7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320990D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275268F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EF32EC544A4B45CCAAA26D6E42226D1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35514BE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87C5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407784E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A3089EE647554BC2A0C949A27E09E007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D9F1225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5FAE2757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5B8169B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5A560A1EC7A946F99BECEDA37D9CFB19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248032A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9"/>
    <w:p w14:paraId="37282094" w14:textId="77777777" w:rsidR="00231B37" w:rsidRPr="003012B7" w:rsidRDefault="00231B37" w:rsidP="00231B37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10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C040CA86063D478B99961EE8344CABDF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0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19769DCB" w14:textId="77777777" w:rsidR="00231B37" w:rsidRPr="00990FFA" w:rsidRDefault="00231B37" w:rsidP="00231B37">
      <w:pPr>
        <w:pStyle w:val="Tloslovan"/>
        <w:numPr>
          <w:ilvl w:val="0"/>
          <w:numId w:val="0"/>
        </w:numPr>
        <w:ind w:left="851"/>
      </w:pPr>
      <w:bookmarkStart w:id="11" w:name="_Hlk61846023"/>
      <w:r w:rsidRPr="00990FFA"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2" w:name="_Hlk39183420"/>
      <w:r w:rsidRPr="00990FFA">
        <w:rPr>
          <w:rFonts w:eastAsia="Calibri"/>
        </w:rPr>
        <w:t xml:space="preserve">uvedené </w:t>
      </w:r>
      <w:bookmarkEnd w:id="12"/>
      <w:sdt>
        <w:sdtPr>
          <w:rPr>
            <w:bCs/>
          </w:rPr>
          <w:alias w:val="Druh plnění"/>
          <w:tag w:val="Druh plnění"/>
          <w:id w:val="1857462655"/>
          <w:placeholder>
            <w:docPart w:val="EC4F0BA2893D4E0CBD116B0ED9B89046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3" w:name="_Hlk39183444"/>
      <w:r w:rsidRPr="00990FFA">
        <w:rPr>
          <w:rFonts w:eastAsia="Calibri"/>
        </w:rPr>
        <w:t>poskytl řádně, odborně a vča</w:t>
      </w:r>
      <w:bookmarkEnd w:id="13"/>
      <w:r w:rsidRPr="00990FFA">
        <w:rPr>
          <w:rFonts w:eastAsia="Calibri"/>
        </w:rPr>
        <w:t>s.</w:t>
      </w:r>
    </w:p>
    <w:bookmarkEnd w:id="11"/>
    <w:p w14:paraId="464E85D0" w14:textId="77777777" w:rsidR="00F36ABB" w:rsidRPr="00990FFA" w:rsidRDefault="00F36ABB" w:rsidP="00F36ABB">
      <w:pPr>
        <w:pStyle w:val="Tloslovan"/>
      </w:pPr>
      <w:r w:rsidRPr="00990FFA">
        <w:t>Účastník čestně prohlašuje, že splňuje technickou kvalifikaci požadovanou ZZVZ a zadavatelem pro plnění veřejné zakázky, která je uvedena v zadávací dokumentaci na veřejnou zakázku, tj. že má pro plnění veřejné zakázky k dispozici požadovaný realizační tým, a to v následujícím rozsahu</w:t>
      </w:r>
      <w:r w:rsidRPr="00990FFA">
        <w:rPr>
          <w:rFonts w:eastAsia="Calibri"/>
          <w:lang w:eastAsia="cs-CZ"/>
        </w:rPr>
        <w:t>:</w:t>
      </w:r>
    </w:p>
    <w:p w14:paraId="4D70555A" w14:textId="3E32D510" w:rsidR="00F36ABB" w:rsidRPr="00990FFA" w:rsidRDefault="00F36ABB" w:rsidP="00F36ABB">
      <w:pPr>
        <w:pStyle w:val="Tloneslovan"/>
        <w:rPr>
          <w:b/>
          <w:bCs/>
          <w:i/>
          <w:iCs/>
        </w:rPr>
      </w:pPr>
      <w:r w:rsidRPr="00990FFA">
        <w:rPr>
          <w:b/>
          <w:i/>
          <w:iCs/>
        </w:rPr>
        <w:t xml:space="preserve">Manažer </w:t>
      </w:r>
      <w:r>
        <w:rPr>
          <w:b/>
          <w:i/>
          <w:iCs/>
        </w:rPr>
        <w:t>zakázky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F36ABB" w:rsidRPr="003012B7" w14:paraId="799800C5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98740E6" w14:textId="77777777" w:rsidR="00F36ABB" w:rsidRPr="00990FFA" w:rsidRDefault="00F36ABB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04D1A448" w14:textId="77777777" w:rsidR="00F36ABB" w:rsidRPr="006536AF" w:rsidRDefault="00F36ABB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E628603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762829F" w14:textId="77777777" w:rsidR="00F36ABB" w:rsidRPr="00990FFA" w:rsidRDefault="00F36ABB" w:rsidP="00E41E5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7939EDBE" w14:textId="77777777" w:rsidR="00F36ABB" w:rsidRPr="006536AF" w:rsidRDefault="00F36ABB" w:rsidP="00E41E5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48E55A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4BC01D2" w14:textId="77777777" w:rsidR="00F36ABB" w:rsidRPr="00990FFA" w:rsidRDefault="00F36ABB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1B9EC23D" w14:textId="77777777" w:rsidR="00F36ABB" w:rsidRPr="00871C9A" w:rsidRDefault="00F36ABB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2C2E16BC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379E4E7" w14:textId="77777777" w:rsidR="00F36ABB" w:rsidRPr="00990FFA" w:rsidRDefault="00F36ABB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064F52F4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41CF981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F2AF7B2" w14:textId="77777777" w:rsidR="00F36ABB" w:rsidRPr="00990FFA" w:rsidRDefault="00F36ABB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2E6D59DB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6FB31AE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69CA6A0" w14:textId="77777777" w:rsidR="00F36ABB" w:rsidRPr="00990FFA" w:rsidRDefault="00F36ABB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52B11D05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451D4606" w14:textId="42DCA800" w:rsidR="00F36ABB" w:rsidRPr="00521F89" w:rsidRDefault="00F36ABB" w:rsidP="00F36ABB">
      <w:pPr>
        <w:pStyle w:val="Tloneslovan"/>
        <w:rPr>
          <w:b/>
          <w:bCs/>
          <w:i/>
          <w:iCs/>
        </w:rPr>
      </w:pPr>
      <w:bookmarkStart w:id="14" w:name="_Hlk61845577"/>
      <w:r>
        <w:rPr>
          <w:b/>
          <w:i/>
          <w:iCs/>
        </w:rPr>
        <w:t xml:space="preserve">Certifikovaný </w:t>
      </w:r>
      <w:proofErr w:type="spellStart"/>
      <w:r>
        <w:rPr>
          <w:b/>
          <w:i/>
          <w:iCs/>
        </w:rPr>
        <w:t>arborista</w:t>
      </w:r>
      <w:proofErr w:type="spellEnd"/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F36ABB" w:rsidRPr="003012B7" w14:paraId="1114F4B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F14301F" w14:textId="77777777" w:rsidR="00F36ABB" w:rsidRPr="00990FFA" w:rsidRDefault="00F36ABB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1486C3DF" w14:textId="77777777" w:rsidR="00F36ABB" w:rsidRPr="006536AF" w:rsidRDefault="00F36ABB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1C6B8D17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BFDCF5F" w14:textId="77777777" w:rsidR="00F36ABB" w:rsidRPr="00990FFA" w:rsidRDefault="00F36ABB" w:rsidP="00E41E5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0309721E" w14:textId="77777777" w:rsidR="00F36ABB" w:rsidRPr="006536AF" w:rsidRDefault="00F36ABB" w:rsidP="00E41E5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3C34D869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5107AEE" w14:textId="77777777" w:rsidR="00F36ABB" w:rsidRPr="00990FFA" w:rsidRDefault="00F36ABB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4448E98E" w14:textId="77777777" w:rsidR="00F36ABB" w:rsidRPr="00871C9A" w:rsidRDefault="00F36ABB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7D9C7464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525EF63B" w14:textId="77777777" w:rsidR="00F36ABB" w:rsidRPr="00990FFA" w:rsidRDefault="00F36ABB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20191738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444AFDE8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62A113E" w14:textId="77777777" w:rsidR="00F36ABB" w:rsidRPr="00990FFA" w:rsidRDefault="00F36ABB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46E46D89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F36ABB" w:rsidRPr="003012B7" w14:paraId="2F1FC992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BFB7EA8" w14:textId="77777777" w:rsidR="00F36ABB" w:rsidRPr="00990FFA" w:rsidRDefault="00F36ABB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4A36B08C" w14:textId="77777777" w:rsidR="00F36ABB" w:rsidRPr="006536AF" w:rsidRDefault="00F36ABB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7184B04A" w14:textId="77777777" w:rsidR="00F36ABB" w:rsidRPr="006942DF" w:rsidRDefault="00F36ABB" w:rsidP="00F36ABB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 w:rsidRPr="00990FFA">
        <w:t xml:space="preserve">Účastník čestně prohlašuje, že </w:t>
      </w:r>
      <w:r w:rsidRPr="00990FFA">
        <w:rPr>
          <w:rFonts w:eastAsia="Calibri"/>
        </w:rPr>
        <w:t>výše uvedené osoby se budou podílet na plnění veřejné zakázky.</w:t>
      </w:r>
    </w:p>
    <w:bookmarkEnd w:id="14"/>
    <w:p w14:paraId="0A6C0750" w14:textId="77777777" w:rsidR="00F36ABB" w:rsidRDefault="00F36ABB" w:rsidP="00F36ABB">
      <w:pPr>
        <w:pStyle w:val="Tloslovan"/>
      </w:pPr>
      <w:r>
        <w:t>Účastník čestně prohlašuje, že splňuje technickou kvalifikaci požadovanou</w:t>
      </w:r>
      <w:r w:rsidRPr="002975C9">
        <w:t xml:space="preserve"> dle § 79 odst. 2 písm. j) </w:t>
      </w:r>
      <w:r>
        <w:t xml:space="preserve">ZZVZ a zadavatelem pro plnění veřejné zakázky, která je uvedena v zadávací dokumentaci na veřejnou zakázku, tj. předkládá přehled nástrojů nebo pomůcek, provozních nebo technických zařízení, </w:t>
      </w:r>
      <w:r w:rsidRPr="002975C9">
        <w:t xml:space="preserve">a to </w:t>
      </w:r>
      <w:r w:rsidRPr="002975C9">
        <w:rPr>
          <w:b/>
          <w:bCs/>
        </w:rPr>
        <w:t>včetně</w:t>
      </w:r>
      <w:r w:rsidRPr="002975C9">
        <w:t xml:space="preserve"> prohlášení o neexistenci jakéhokoliv omezení vlastnického práva k předmětným nástrojům, tak aby je bylo možné zcela volně využívat od prvního dne po podpisu smlouvy na plnění veřejné zakázky</w:t>
      </w:r>
      <w:r>
        <w:t>:</w:t>
      </w:r>
    </w:p>
    <w:p w14:paraId="6D61486C" w14:textId="77777777" w:rsidR="00F36ABB" w:rsidRDefault="00F36ABB" w:rsidP="00F36ABB">
      <w:pPr>
        <w:pStyle w:val="Tloslovan"/>
        <w:keepNext/>
        <w:numPr>
          <w:ilvl w:val="0"/>
          <w:numId w:val="0"/>
        </w:numPr>
        <w:ind w:left="851"/>
        <w:rPr>
          <w:b/>
          <w:bCs/>
          <w:i/>
          <w:iCs/>
        </w:rPr>
      </w:pPr>
      <w:r>
        <w:rPr>
          <w:rFonts w:eastAsia="Calibri"/>
          <w:b/>
          <w:bCs/>
          <w:i/>
          <w:iCs/>
          <w:lang w:eastAsia="cs-CZ"/>
        </w:rPr>
        <w:t>Přehled provozních a technických zařízení: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4"/>
        <w:gridCol w:w="4225"/>
      </w:tblGrid>
      <w:tr w:rsidR="00F36ABB" w14:paraId="31A0D7EA" w14:textId="77777777" w:rsidTr="00E41E53">
        <w:trPr>
          <w:trHeight w:val="454"/>
        </w:trPr>
        <w:tc>
          <w:tcPr>
            <w:tcW w:w="3994" w:type="dxa"/>
            <w:hideMark/>
          </w:tcPr>
          <w:p w14:paraId="4824588F" w14:textId="7639005B" w:rsidR="00F36ABB" w:rsidRDefault="00F36ABB" w:rsidP="00E41E53">
            <w:pPr>
              <w:spacing w:before="60" w:after="60"/>
            </w:pPr>
            <w:r>
              <w:t>a)</w:t>
            </w:r>
            <w:r>
              <w:rPr>
                <w:bCs/>
              </w:rPr>
              <w:t xml:space="preserve"> N</w:t>
            </w:r>
            <w:r w:rsidRPr="00F36ABB">
              <w:rPr>
                <w:bCs/>
              </w:rPr>
              <w:t xml:space="preserve">ormované lezecké vybavení pro </w:t>
            </w:r>
            <w:proofErr w:type="spellStart"/>
            <w:r w:rsidRPr="00F36ABB">
              <w:rPr>
                <w:bCs/>
              </w:rPr>
              <w:t>arboristiku</w:t>
            </w:r>
            <w:proofErr w:type="spellEnd"/>
          </w:p>
        </w:tc>
        <w:tc>
          <w:tcPr>
            <w:tcW w:w="4225" w:type="dxa"/>
            <w:vAlign w:val="center"/>
            <w:hideMark/>
          </w:tcPr>
          <w:p w14:paraId="35665392" w14:textId="77777777" w:rsidR="00F36ABB" w:rsidRDefault="00F36ABB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F36ABB" w14:paraId="0096C209" w14:textId="77777777" w:rsidTr="00E41E53">
        <w:trPr>
          <w:trHeight w:val="454"/>
        </w:trPr>
        <w:tc>
          <w:tcPr>
            <w:tcW w:w="3994" w:type="dxa"/>
          </w:tcPr>
          <w:p w14:paraId="0287F79D" w14:textId="5DC02675" w:rsidR="00F36ABB" w:rsidRDefault="00F36ABB" w:rsidP="00E41E53">
            <w:pPr>
              <w:pStyle w:val="Psmena"/>
              <w:numPr>
                <w:ilvl w:val="0"/>
                <w:numId w:val="0"/>
              </w:numPr>
              <w:jc w:val="left"/>
            </w:pPr>
            <w:r w:rsidRPr="002975C9">
              <w:rPr>
                <w:bCs/>
              </w:rPr>
              <w:t>b)</w:t>
            </w:r>
            <w:r>
              <w:t xml:space="preserve"> N</w:t>
            </w:r>
            <w:r w:rsidRPr="00F36ABB">
              <w:rPr>
                <w:bCs/>
              </w:rPr>
              <w:t>ákladní vůz typu multikára</w:t>
            </w:r>
            <w:r>
              <w:t xml:space="preserve"> – 1x</w:t>
            </w:r>
          </w:p>
        </w:tc>
        <w:tc>
          <w:tcPr>
            <w:tcW w:w="4225" w:type="dxa"/>
            <w:vAlign w:val="center"/>
          </w:tcPr>
          <w:p w14:paraId="35330014" w14:textId="77777777" w:rsidR="00F36ABB" w:rsidRDefault="00F36ABB" w:rsidP="00E41E5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F36ABB" w14:paraId="25978BD3" w14:textId="77777777" w:rsidTr="00E41E53">
        <w:trPr>
          <w:trHeight w:val="454"/>
        </w:trPr>
        <w:tc>
          <w:tcPr>
            <w:tcW w:w="3994" w:type="dxa"/>
          </w:tcPr>
          <w:p w14:paraId="7DC3B95A" w14:textId="497EB2EF" w:rsidR="00F36ABB" w:rsidRDefault="00F36ABB" w:rsidP="00E41E53">
            <w:pPr>
              <w:spacing w:before="60" w:after="60"/>
            </w:pPr>
            <w:r>
              <w:rPr>
                <w:bCs/>
              </w:rPr>
              <w:t>c</w:t>
            </w:r>
            <w:r w:rsidRPr="002975C9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Štěpkovač</w:t>
            </w:r>
            <w:proofErr w:type="spellEnd"/>
          </w:p>
        </w:tc>
        <w:tc>
          <w:tcPr>
            <w:tcW w:w="4225" w:type="dxa"/>
            <w:vAlign w:val="center"/>
          </w:tcPr>
          <w:p w14:paraId="58AAA562" w14:textId="77777777" w:rsidR="00F36ABB" w:rsidRDefault="00F36ABB" w:rsidP="00E41E5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05DACDEA" w14:textId="77777777" w:rsidR="00F36ABB" w:rsidRPr="002975C9" w:rsidRDefault="00F36ABB" w:rsidP="00F36ABB">
      <w:pPr>
        <w:pStyle w:val="Tloslovan"/>
        <w:numPr>
          <w:ilvl w:val="6"/>
          <w:numId w:val="10"/>
        </w:numPr>
      </w:pPr>
      <w:r>
        <w:t xml:space="preserve">Účastník </w:t>
      </w:r>
      <w:r w:rsidRPr="00990FFA">
        <w:t xml:space="preserve">čestně prohlašuje, že </w:t>
      </w:r>
      <w:r w:rsidRPr="00990FFA">
        <w:rPr>
          <w:rFonts w:eastAsia="Calibri"/>
        </w:rPr>
        <w:t>výše uveden</w:t>
      </w:r>
      <w:r>
        <w:rPr>
          <w:rFonts w:eastAsia="Calibri"/>
        </w:rPr>
        <w:t>á provozní a technická zařízení b</w:t>
      </w:r>
      <w:r w:rsidRPr="00990FFA">
        <w:rPr>
          <w:rFonts w:eastAsia="Calibri"/>
        </w:rPr>
        <w:t>ud</w:t>
      </w:r>
      <w:r>
        <w:rPr>
          <w:rFonts w:eastAsia="Calibri"/>
        </w:rPr>
        <w:t xml:space="preserve">e </w:t>
      </w:r>
      <w:r w:rsidRPr="002975C9">
        <w:t>možné zcela volně využívat od prvního dne po podpisu smlouvy na plnění veřejné zakázky</w:t>
      </w:r>
      <w:r>
        <w:t>.</w:t>
      </w:r>
      <w:r w:rsidRPr="00990FFA">
        <w:rPr>
          <w:rFonts w:eastAsia="Calibri"/>
        </w:rPr>
        <w:t xml:space="preserve"> </w:t>
      </w:r>
    </w:p>
    <w:p w14:paraId="361A3E75" w14:textId="77777777" w:rsidR="00F36ABB" w:rsidRPr="002975C9" w:rsidRDefault="00F36ABB" w:rsidP="00F36ABB">
      <w:pPr>
        <w:pStyle w:val="Tloslovan"/>
        <w:numPr>
          <w:ilvl w:val="6"/>
          <w:numId w:val="10"/>
        </w:numPr>
      </w:pPr>
      <w:r>
        <w:t xml:space="preserve">Účastník čestně prohlašuje, že </w:t>
      </w:r>
      <w:r w:rsidRPr="00341DE1">
        <w:t xml:space="preserve">minimálně 50 % techniky, která bude dodavatelem používána k plnění veřejné zakázky, </w:t>
      </w:r>
      <w:r>
        <w:t>splňuje</w:t>
      </w:r>
      <w:r w:rsidRPr="00341DE1">
        <w:t xml:space="preserve"> minimálně normu EURO 6, zbylá technika </w:t>
      </w:r>
      <w:r>
        <w:t>splňuje</w:t>
      </w:r>
      <w:r w:rsidRPr="00341DE1">
        <w:t xml:space="preserve"> minimálně normu EURO 5</w:t>
      </w:r>
      <w:r w:rsidRPr="002975C9">
        <w:t>.</w:t>
      </w:r>
      <w:r>
        <w:t xml:space="preserve"> </w:t>
      </w:r>
    </w:p>
    <w:p w14:paraId="033B8F1C" w14:textId="5B901045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5" w:name="_Toc56196928"/>
      <w:r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5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C50E8" w:rsidRPr="00D2105B" w14:paraId="7A7D04CE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7F6B8B1" w14:textId="64F20BBA" w:rsidR="006C50E8" w:rsidRPr="00B85F5B" w:rsidRDefault="006C50E8" w:rsidP="006C50E8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Manažer zakázky: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1F1818D2" w14:textId="34B8CCF1" w:rsidR="006C50E8" w:rsidRPr="000E126D" w:rsidRDefault="006C50E8" w:rsidP="006C50E8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2B1FC0A4" w:rsidR="00276A68" w:rsidRDefault="006C50E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Certifikovaný </w:t>
            </w:r>
            <w:proofErr w:type="spellStart"/>
            <w:r>
              <w:rPr>
                <w:color w:val="auto"/>
                <w:sz w:val="22"/>
                <w:szCs w:val="22"/>
              </w:rPr>
              <w:t>arborista</w:t>
            </w:r>
            <w:proofErr w:type="spellEnd"/>
            <w:r w:rsidR="00874CA1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6E7BCD2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6" w:name="_Toc56196929"/>
      <w:bookmarkStart w:id="17" w:name="_Toc56196931"/>
      <w:r>
        <w:t>Kritéria hodnocení</w:t>
      </w:r>
      <w:bookmarkEnd w:id="16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8" w:name="_Toc56196930"/>
      <w:r>
        <w:t>Účastník čestně prohlašuje, že nabízí tuto hodnotu kritéria hodnocení:</w:t>
      </w:r>
    </w:p>
    <w:p w14:paraId="0BCC7591" w14:textId="1C096429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231B37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t>Poddodavatelé</w:t>
      </w:r>
      <w:bookmarkEnd w:id="18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t>P</w:t>
      </w:r>
      <w:r w:rsidR="006A0B54">
        <w:t>rohlášení účastníka, p</w:t>
      </w:r>
      <w:r>
        <w:t>odpis</w:t>
      </w:r>
      <w:bookmarkEnd w:id="17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19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9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20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20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175BA4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175BA4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175BA4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3154F686" w14:textId="77777777" w:rsidR="00231B37" w:rsidRDefault="00231B37" w:rsidP="00231B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23823F7C" w14:textId="77777777" w:rsidR="00231B37" w:rsidRDefault="00231B37" w:rsidP="00231B37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175BA4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55130AEA" w:rsidR="00D962D6" w:rsidRPr="008030A6" w:rsidRDefault="00175BA4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E84159" w:rsidRPr="00E84159">
          <w:rPr>
            <w:bCs/>
            <w:sz w:val="20"/>
            <w:szCs w:val="20"/>
          </w:rPr>
          <w:t>Údržba veřejné zeleně, dřevin a květin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175BA4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8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6"/>
  </w:num>
  <w:num w:numId="17" w16cid:durableId="1331182178">
    <w:abstractNumId w:val="10"/>
  </w:num>
  <w:num w:numId="18" w16cid:durableId="539054718">
    <w:abstractNumId w:val="16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103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1B29"/>
    <w:rsid w:val="000B43AD"/>
    <w:rsid w:val="000C3224"/>
    <w:rsid w:val="000D2D3E"/>
    <w:rsid w:val="000E6D6E"/>
    <w:rsid w:val="000F3CED"/>
    <w:rsid w:val="00104227"/>
    <w:rsid w:val="00110CA5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2156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725A"/>
    <w:rsid w:val="0022762B"/>
    <w:rsid w:val="00231B37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68EC"/>
    <w:rsid w:val="002D3242"/>
    <w:rsid w:val="002D60B6"/>
    <w:rsid w:val="002D6626"/>
    <w:rsid w:val="002E74F7"/>
    <w:rsid w:val="002E79D6"/>
    <w:rsid w:val="002F540B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83F34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7394E"/>
    <w:rsid w:val="004806F6"/>
    <w:rsid w:val="00493A1A"/>
    <w:rsid w:val="00496FC9"/>
    <w:rsid w:val="004A6A9A"/>
    <w:rsid w:val="004B6CC6"/>
    <w:rsid w:val="004B78DA"/>
    <w:rsid w:val="004D1E5C"/>
    <w:rsid w:val="004E13FA"/>
    <w:rsid w:val="004E274D"/>
    <w:rsid w:val="004E31E7"/>
    <w:rsid w:val="004E4A05"/>
    <w:rsid w:val="004F3106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56BA"/>
    <w:rsid w:val="006331DC"/>
    <w:rsid w:val="006617D8"/>
    <w:rsid w:val="006704DC"/>
    <w:rsid w:val="00672AAE"/>
    <w:rsid w:val="006941C1"/>
    <w:rsid w:val="00695C78"/>
    <w:rsid w:val="006A0B54"/>
    <w:rsid w:val="006C50E8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7F154C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95DE2"/>
    <w:rsid w:val="00896ECA"/>
    <w:rsid w:val="008A501C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80075"/>
    <w:rsid w:val="00982E0B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016"/>
    <w:rsid w:val="00A31C63"/>
    <w:rsid w:val="00A32A19"/>
    <w:rsid w:val="00A3397A"/>
    <w:rsid w:val="00A33BB2"/>
    <w:rsid w:val="00A3513F"/>
    <w:rsid w:val="00A3730D"/>
    <w:rsid w:val="00A41623"/>
    <w:rsid w:val="00A531DE"/>
    <w:rsid w:val="00A57C4D"/>
    <w:rsid w:val="00A61E27"/>
    <w:rsid w:val="00A76359"/>
    <w:rsid w:val="00A83716"/>
    <w:rsid w:val="00A92BFB"/>
    <w:rsid w:val="00A96912"/>
    <w:rsid w:val="00AC35F3"/>
    <w:rsid w:val="00AC5DC2"/>
    <w:rsid w:val="00AD728B"/>
    <w:rsid w:val="00AF2F6F"/>
    <w:rsid w:val="00AF7411"/>
    <w:rsid w:val="00B15B09"/>
    <w:rsid w:val="00B37533"/>
    <w:rsid w:val="00B40775"/>
    <w:rsid w:val="00B42723"/>
    <w:rsid w:val="00B531E0"/>
    <w:rsid w:val="00B553C7"/>
    <w:rsid w:val="00B5718A"/>
    <w:rsid w:val="00B66A17"/>
    <w:rsid w:val="00B73DA0"/>
    <w:rsid w:val="00B74A58"/>
    <w:rsid w:val="00B81A5C"/>
    <w:rsid w:val="00B83C99"/>
    <w:rsid w:val="00B85AED"/>
    <w:rsid w:val="00B9678B"/>
    <w:rsid w:val="00BA50CE"/>
    <w:rsid w:val="00BB4B04"/>
    <w:rsid w:val="00BD565E"/>
    <w:rsid w:val="00BD62C1"/>
    <w:rsid w:val="00BE5890"/>
    <w:rsid w:val="00BF0B4A"/>
    <w:rsid w:val="00C03DAD"/>
    <w:rsid w:val="00C07D79"/>
    <w:rsid w:val="00C20440"/>
    <w:rsid w:val="00C46C13"/>
    <w:rsid w:val="00C76D5E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5BDC"/>
    <w:rsid w:val="00CF7913"/>
    <w:rsid w:val="00CF7EEB"/>
    <w:rsid w:val="00D0079D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07502"/>
    <w:rsid w:val="00E11725"/>
    <w:rsid w:val="00E12D7E"/>
    <w:rsid w:val="00E15988"/>
    <w:rsid w:val="00E15D79"/>
    <w:rsid w:val="00E17012"/>
    <w:rsid w:val="00E307AC"/>
    <w:rsid w:val="00E3536F"/>
    <w:rsid w:val="00E46FCB"/>
    <w:rsid w:val="00E506CC"/>
    <w:rsid w:val="00E50BC5"/>
    <w:rsid w:val="00E54DCB"/>
    <w:rsid w:val="00E61748"/>
    <w:rsid w:val="00E65CDC"/>
    <w:rsid w:val="00E84159"/>
    <w:rsid w:val="00E91EC0"/>
    <w:rsid w:val="00E9457E"/>
    <w:rsid w:val="00E94914"/>
    <w:rsid w:val="00EB22CD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36ABB"/>
    <w:rsid w:val="00F46FAE"/>
    <w:rsid w:val="00F476DE"/>
    <w:rsid w:val="00F54E71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479B5A013A764EFE9E061377A179E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A638A-5F5D-4BFE-B144-F98C08935BA0}"/>
      </w:docPartPr>
      <w:docPartBody>
        <w:p w:rsidR="0036028C" w:rsidRDefault="0036028C" w:rsidP="0036028C">
          <w:pPr>
            <w:pStyle w:val="479B5A013A764EFE9E061377A179E509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920AD5E3A7F49728B2D29883D38AF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8C4CF-E2D1-48BE-8DBB-8D7D8D2D3D5F}"/>
      </w:docPartPr>
      <w:docPartBody>
        <w:p w:rsidR="0036028C" w:rsidRDefault="0036028C" w:rsidP="0036028C">
          <w:pPr>
            <w:pStyle w:val="3920AD5E3A7F49728B2D29883D38AF5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F4E442831314EE9914977459B3E1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0E32B-0F0F-4CAF-A592-1AD10CDC6181}"/>
      </w:docPartPr>
      <w:docPartBody>
        <w:p w:rsidR="0036028C" w:rsidRDefault="0036028C" w:rsidP="0036028C">
          <w:pPr>
            <w:pStyle w:val="BF4E442831314EE9914977459B3E1629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B8B44466E74BB18E579B41AC67B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8492B-CCCD-43D7-8763-232EBD448A57}"/>
      </w:docPartPr>
      <w:docPartBody>
        <w:p w:rsidR="0036028C" w:rsidRDefault="0036028C" w:rsidP="0036028C">
          <w:pPr>
            <w:pStyle w:val="15B8B44466E74BB18E579B41AC67BB0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931AB94F5BAD446BBFE6C62F4FD1A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A9302-D637-4E61-B030-CB3C9C1C9D34}"/>
      </w:docPartPr>
      <w:docPartBody>
        <w:p w:rsidR="0036028C" w:rsidRDefault="0036028C" w:rsidP="0036028C">
          <w:pPr>
            <w:pStyle w:val="931AB94F5BAD446BBFE6C62F4FD1AB3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60A428094F8406E9F4EA9070E7E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58066-C32B-4D1D-80F0-C42BE3B8B830}"/>
      </w:docPartPr>
      <w:docPartBody>
        <w:p w:rsidR="0036028C" w:rsidRDefault="0036028C" w:rsidP="0036028C">
          <w:pPr>
            <w:pStyle w:val="760A428094F8406E9F4EA9070E7EC89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2C71AC25C9846A1AD0B67A9C5768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AD07B-391D-46CD-B943-156A7C53E3A6}"/>
      </w:docPartPr>
      <w:docPartBody>
        <w:p w:rsidR="0036028C" w:rsidRDefault="0036028C" w:rsidP="0036028C">
          <w:pPr>
            <w:pStyle w:val="42C71AC25C9846A1AD0B67A9C57681CE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4FD99BDA6FA4B36AF61BDE4418A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CD8AB-1D32-4892-8E55-495E3CD3FCF4}"/>
      </w:docPartPr>
      <w:docPartBody>
        <w:p w:rsidR="0036028C" w:rsidRDefault="0036028C" w:rsidP="0036028C">
          <w:pPr>
            <w:pStyle w:val="B4FD99BDA6FA4B36AF61BDE4418A733B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2A4640F349C40FE85E4F5A77DBE4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0800C-A733-466F-BCA4-356B94D4335C}"/>
      </w:docPartPr>
      <w:docPartBody>
        <w:p w:rsidR="0036028C" w:rsidRDefault="0036028C" w:rsidP="0036028C">
          <w:pPr>
            <w:pStyle w:val="12A4640F349C40FE85E4F5A77DBE4C6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A663A365940416484FCAB4FBB844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46184-A5AF-4416-AACF-0E5CBC050823}"/>
      </w:docPartPr>
      <w:docPartBody>
        <w:p w:rsidR="00262B01" w:rsidRDefault="00262B01" w:rsidP="00262B01">
          <w:pPr>
            <w:pStyle w:val="7A663A365940416484FCAB4FBB84446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01D450B65F44F68AF5B1E47438BA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0FDC72-DB96-4B7E-BCCE-C9848D9BA82A}"/>
      </w:docPartPr>
      <w:docPartBody>
        <w:p w:rsidR="00262B01" w:rsidRDefault="00262B01" w:rsidP="00262B01">
          <w:pPr>
            <w:pStyle w:val="B01D450B65F44F68AF5B1E47438BA43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ED0D66A4C05455E9FC3B13C8F46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D5BD7-206F-4EF0-BCC6-F0DDE244D24D}"/>
      </w:docPartPr>
      <w:docPartBody>
        <w:p w:rsidR="00262B01" w:rsidRDefault="00262B01" w:rsidP="00262B01">
          <w:pPr>
            <w:pStyle w:val="4ED0D66A4C05455E9FC3B13C8F46608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1A0AAB02C41E4C6DA3F79B941F21A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E2D46-C83C-4406-AF46-F481B530AC32}"/>
      </w:docPartPr>
      <w:docPartBody>
        <w:p w:rsidR="00262B01" w:rsidRDefault="00262B01" w:rsidP="00262B01">
          <w:pPr>
            <w:pStyle w:val="1A0AAB02C41E4C6DA3F79B941F21AE8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D69AEE300754BFCB8AC2FC4D8C1D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C418F-8EA7-4CB0-B191-678BADB89E25}"/>
      </w:docPartPr>
      <w:docPartBody>
        <w:p w:rsidR="00262B01" w:rsidRDefault="00262B01" w:rsidP="00262B01">
          <w:pPr>
            <w:pStyle w:val="CD69AEE300754BFCB8AC2FC4D8C1DAB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CCE456A9C0E48C28140DBEA5612F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BBE55-791A-4D4A-B16A-C3227C3FB2B9}"/>
      </w:docPartPr>
      <w:docPartBody>
        <w:p w:rsidR="00262B01" w:rsidRDefault="00262B01" w:rsidP="00262B01">
          <w:pPr>
            <w:pStyle w:val="6CCE456A9C0E48C28140DBEA5612FEE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F32EC544A4B45CCAAA26D6E42226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95DA-005A-45F0-91DE-10CEC98E309A}"/>
      </w:docPartPr>
      <w:docPartBody>
        <w:p w:rsidR="00262B01" w:rsidRDefault="00262B01" w:rsidP="00262B01">
          <w:pPr>
            <w:pStyle w:val="EF32EC544A4B45CCAAA26D6E42226D1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A3089EE647554BC2A0C949A27E09E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8AFB1-21FC-4EDC-80FA-6AA7BCC89D90}"/>
      </w:docPartPr>
      <w:docPartBody>
        <w:p w:rsidR="00262B01" w:rsidRDefault="00262B01" w:rsidP="00262B01">
          <w:pPr>
            <w:pStyle w:val="A3089EE647554BC2A0C949A27E09E00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A560A1EC7A946F99BECEDA37D9CF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37F04C-5EAA-41FF-8518-C9A483A3F7A0}"/>
      </w:docPartPr>
      <w:docPartBody>
        <w:p w:rsidR="00262B01" w:rsidRDefault="00262B01" w:rsidP="00262B01">
          <w:pPr>
            <w:pStyle w:val="5A560A1EC7A946F99BECEDA37D9CFB1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040CA86063D478B99961EE8344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941BC-FFB7-44BA-A553-EF34C3F1D134}"/>
      </w:docPartPr>
      <w:docPartBody>
        <w:p w:rsidR="00262B01" w:rsidRDefault="00262B01" w:rsidP="00262B01">
          <w:pPr>
            <w:pStyle w:val="C040CA86063D478B99961EE8344CABD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C4F0BA2893D4E0CBD116B0ED9B89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6DEAB-934A-4A04-868F-72C9C3CD1756}"/>
      </w:docPartPr>
      <w:docPartBody>
        <w:p w:rsidR="00262B01" w:rsidRDefault="00262B01" w:rsidP="00262B01">
          <w:pPr>
            <w:pStyle w:val="EC4F0BA2893D4E0CBD116B0ED9B8904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7372F4BA99624A03A07608D97807B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819C4-5D60-4395-AE4C-F496E31C49FF}"/>
      </w:docPartPr>
      <w:docPartBody>
        <w:p w:rsidR="00E7220C" w:rsidRDefault="00E7220C" w:rsidP="00E7220C">
          <w:pPr>
            <w:pStyle w:val="7372F4BA99624A03A07608D97807B3A3"/>
          </w:pPr>
          <w:r>
            <w:rPr>
              <w:rStyle w:val="Zstupntext"/>
              <w:b/>
              <w:bCs/>
              <w:highlight w:val="yellow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1F2156"/>
    <w:rsid w:val="00262B01"/>
    <w:rsid w:val="002F540B"/>
    <w:rsid w:val="0036028C"/>
    <w:rsid w:val="007C3B36"/>
    <w:rsid w:val="007F154C"/>
    <w:rsid w:val="00895DE2"/>
    <w:rsid w:val="00B73DA0"/>
    <w:rsid w:val="00D71017"/>
    <w:rsid w:val="00E07502"/>
    <w:rsid w:val="00E7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220C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C4A476BBFFF24B4EB5A4E620D753F591">
    <w:name w:val="C4A476BBFFF24B4EB5A4E620D753F591"/>
  </w:style>
  <w:style w:type="paragraph" w:customStyle="1" w:styleId="86A3490891DA49008189415CEF86B6EF">
    <w:name w:val="86A3490891DA49008189415CEF86B6EF"/>
  </w:style>
  <w:style w:type="paragraph" w:customStyle="1" w:styleId="479B5A013A764EFE9E061377A179E509">
    <w:name w:val="479B5A013A764EFE9E061377A179E509"/>
    <w:rsid w:val="0036028C"/>
  </w:style>
  <w:style w:type="paragraph" w:customStyle="1" w:styleId="3920AD5E3A7F49728B2D29883D38AF55">
    <w:name w:val="3920AD5E3A7F49728B2D29883D38AF55"/>
    <w:rsid w:val="0036028C"/>
  </w:style>
  <w:style w:type="paragraph" w:customStyle="1" w:styleId="BF4E442831314EE9914977459B3E1629">
    <w:name w:val="BF4E442831314EE9914977459B3E1629"/>
    <w:rsid w:val="0036028C"/>
  </w:style>
  <w:style w:type="paragraph" w:customStyle="1" w:styleId="15B8B44466E74BB18E579B41AC67BB05">
    <w:name w:val="15B8B44466E74BB18E579B41AC67BB05"/>
    <w:rsid w:val="0036028C"/>
  </w:style>
  <w:style w:type="paragraph" w:customStyle="1" w:styleId="931AB94F5BAD446BBFE6C62F4FD1AB38">
    <w:name w:val="931AB94F5BAD446BBFE6C62F4FD1AB38"/>
    <w:rsid w:val="0036028C"/>
  </w:style>
  <w:style w:type="paragraph" w:customStyle="1" w:styleId="760A428094F8406E9F4EA9070E7EC899">
    <w:name w:val="760A428094F8406E9F4EA9070E7EC899"/>
    <w:rsid w:val="0036028C"/>
  </w:style>
  <w:style w:type="paragraph" w:customStyle="1" w:styleId="42C71AC25C9846A1AD0B67A9C57681CE">
    <w:name w:val="42C71AC25C9846A1AD0B67A9C57681CE"/>
    <w:rsid w:val="0036028C"/>
  </w:style>
  <w:style w:type="paragraph" w:customStyle="1" w:styleId="B4FD99BDA6FA4B36AF61BDE4418A733B">
    <w:name w:val="B4FD99BDA6FA4B36AF61BDE4418A733B"/>
    <w:rsid w:val="0036028C"/>
  </w:style>
  <w:style w:type="paragraph" w:customStyle="1" w:styleId="12A4640F349C40FE85E4F5A77DBE4C68">
    <w:name w:val="12A4640F349C40FE85E4F5A77DBE4C68"/>
    <w:rsid w:val="0036028C"/>
  </w:style>
  <w:style w:type="paragraph" w:customStyle="1" w:styleId="7A663A365940416484FCAB4FBB844462">
    <w:name w:val="7A663A365940416484FCAB4FBB844462"/>
    <w:rsid w:val="00262B01"/>
  </w:style>
  <w:style w:type="paragraph" w:customStyle="1" w:styleId="B01D450B65F44F68AF5B1E47438BA43F">
    <w:name w:val="B01D450B65F44F68AF5B1E47438BA43F"/>
    <w:rsid w:val="00262B01"/>
  </w:style>
  <w:style w:type="paragraph" w:customStyle="1" w:styleId="4ED0D66A4C05455E9FC3B13C8F46608B">
    <w:name w:val="4ED0D66A4C05455E9FC3B13C8F46608B"/>
    <w:rsid w:val="00262B01"/>
  </w:style>
  <w:style w:type="paragraph" w:customStyle="1" w:styleId="1A0AAB02C41E4C6DA3F79B941F21AE86">
    <w:name w:val="1A0AAB02C41E4C6DA3F79B941F21AE86"/>
    <w:rsid w:val="00262B01"/>
  </w:style>
  <w:style w:type="paragraph" w:customStyle="1" w:styleId="CD69AEE300754BFCB8AC2FC4D8C1DAB8">
    <w:name w:val="CD69AEE300754BFCB8AC2FC4D8C1DAB8"/>
    <w:rsid w:val="00262B01"/>
  </w:style>
  <w:style w:type="paragraph" w:customStyle="1" w:styleId="6CCE456A9C0E48C28140DBEA5612FEED">
    <w:name w:val="6CCE456A9C0E48C28140DBEA5612FEED"/>
    <w:rsid w:val="00262B01"/>
  </w:style>
  <w:style w:type="paragraph" w:customStyle="1" w:styleId="EF32EC544A4B45CCAAA26D6E42226D1B">
    <w:name w:val="EF32EC544A4B45CCAAA26D6E42226D1B"/>
    <w:rsid w:val="00262B01"/>
  </w:style>
  <w:style w:type="paragraph" w:customStyle="1" w:styleId="A3089EE647554BC2A0C949A27E09E007">
    <w:name w:val="A3089EE647554BC2A0C949A27E09E007"/>
    <w:rsid w:val="00262B01"/>
  </w:style>
  <w:style w:type="paragraph" w:customStyle="1" w:styleId="5A560A1EC7A946F99BECEDA37D9CFB19">
    <w:name w:val="5A560A1EC7A946F99BECEDA37D9CFB19"/>
    <w:rsid w:val="00262B01"/>
  </w:style>
  <w:style w:type="paragraph" w:customStyle="1" w:styleId="C040CA86063D478B99961EE8344CABDF">
    <w:name w:val="C040CA86063D478B99961EE8344CABDF"/>
    <w:rsid w:val="00262B01"/>
  </w:style>
  <w:style w:type="paragraph" w:customStyle="1" w:styleId="EC4F0BA2893D4E0CBD116B0ED9B89046">
    <w:name w:val="EC4F0BA2893D4E0CBD116B0ED9B89046"/>
    <w:rsid w:val="00262B01"/>
  </w:style>
  <w:style w:type="paragraph" w:customStyle="1" w:styleId="7372F4BA99624A03A07608D97807B3A3">
    <w:name w:val="7372F4BA99624A03A07608D97807B3A3"/>
    <w:rsid w:val="00E722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10</TotalTime>
  <Pages>12</Pages>
  <Words>2364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10</cp:revision>
  <cp:lastPrinted>2024-11-06T08:19:00Z</cp:lastPrinted>
  <dcterms:created xsi:type="dcterms:W3CDTF">2024-10-28T16:36:00Z</dcterms:created>
  <dcterms:modified xsi:type="dcterms:W3CDTF">2024-11-06T08:19:00Z</dcterms:modified>
</cp:coreProperties>
</file>