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61F76CD3" w:rsidR="00357F72" w:rsidRPr="00A61E27" w:rsidRDefault="003253DC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E84159" w:rsidRPr="00E84159">
            <w:t>Údržba veřejné zeleně, dřevin a květin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874CA1" w:rsidRPr="00874CA1" w14:paraId="60085F0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EC0193" w14:textId="77777777" w:rsidR="00874CA1" w:rsidRPr="00874CA1" w:rsidRDefault="00874CA1" w:rsidP="00874CA1">
            <w:pPr>
              <w:spacing w:before="60" w:after="60"/>
              <w:jc w:val="both"/>
            </w:pPr>
            <w:bookmarkStart w:id="4" w:name="_Hlk60319099"/>
            <w:bookmarkStart w:id="5" w:name="_Hlk60066574"/>
            <w:r w:rsidRPr="00874CA1">
              <w:t>Název veřejné zakázky:</w:t>
            </w:r>
          </w:p>
        </w:tc>
        <w:sdt>
          <w:sdtPr>
            <w:rPr>
              <w:bCs/>
            </w:rPr>
            <w:id w:val="-1899048256"/>
            <w:placeholder>
              <w:docPart w:val="479B5A013A764EFE9E061377A179E50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E056534" w14:textId="4F5EA21A" w:rsidR="00874CA1" w:rsidRPr="00874CA1" w:rsidRDefault="00E84159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E84159">
                  <w:rPr>
                    <w:bCs/>
                  </w:rPr>
                  <w:t>Údržba veřejné zeleně, dřevin a květin na území Prahy 6</w:t>
                </w:r>
              </w:p>
            </w:tc>
          </w:sdtContent>
        </w:sdt>
      </w:tr>
      <w:tr w:rsidR="00874CA1" w:rsidRPr="00874CA1" w14:paraId="44E10DC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EC8C9EC" w14:textId="69C12B3D" w:rsidR="00874CA1" w:rsidRPr="00874CA1" w:rsidRDefault="00874CA1" w:rsidP="00874CA1">
            <w:pPr>
              <w:spacing w:before="60" w:after="60"/>
              <w:jc w:val="both"/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57F74A0F" w14:textId="3C30F6A0" w:rsidR="00874CA1" w:rsidRPr="003253DC" w:rsidRDefault="00B85AED" w:rsidP="00874CA1">
            <w:pPr>
              <w:spacing w:before="60" w:after="60"/>
              <w:jc w:val="both"/>
              <w:rPr>
                <w:b/>
                <w:bCs/>
              </w:rPr>
            </w:pPr>
            <w:r w:rsidRPr="003253DC">
              <w:rPr>
                <w:b/>
                <w:bCs/>
              </w:rPr>
              <w:t xml:space="preserve">Část: </w:t>
            </w:r>
            <w:r w:rsidR="00C00AF3" w:rsidRPr="003253DC">
              <w:rPr>
                <w:b/>
                <w:bCs/>
              </w:rPr>
              <w:t>5</w:t>
            </w:r>
          </w:p>
        </w:tc>
      </w:tr>
      <w:tr w:rsidR="00874CA1" w:rsidRPr="00874CA1" w14:paraId="2DAF434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C3228A5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Evidenční číslo ve VVZ:</w:t>
            </w:r>
          </w:p>
        </w:tc>
        <w:tc>
          <w:tcPr>
            <w:tcW w:w="5791" w:type="dxa"/>
            <w:vAlign w:val="center"/>
          </w:tcPr>
          <w:p w14:paraId="6B4E1602" w14:textId="387A928B" w:rsidR="00874CA1" w:rsidRPr="00874CA1" w:rsidRDefault="003253DC" w:rsidP="00874CA1">
            <w:pPr>
              <w:spacing w:before="60" w:after="60"/>
              <w:jc w:val="both"/>
            </w:pPr>
            <w:sdt>
              <w:sdtPr>
                <w:rPr>
                  <w:bCs/>
                </w:rPr>
                <w:id w:val="-1146199976"/>
                <w:placeholder>
                  <w:docPart w:val="3920AD5E3A7F49728B2D29883D38AF55"/>
                </w:placeholder>
                <w:text/>
              </w:sdtPr>
              <w:sdtEndPr/>
              <w:sdtContent>
                <w:r w:rsidR="002266EE" w:rsidRPr="002266EE">
                  <w:rPr>
                    <w:bCs/>
                  </w:rPr>
                  <w:t>Z2024-055293</w:t>
                </w:r>
              </w:sdtContent>
            </w:sdt>
          </w:p>
        </w:tc>
      </w:tr>
      <w:tr w:rsidR="00874CA1" w:rsidRPr="00874CA1" w14:paraId="352C177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7B52B6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veřejné zakázky:</w:t>
            </w:r>
          </w:p>
        </w:tc>
        <w:tc>
          <w:tcPr>
            <w:tcW w:w="5791" w:type="dxa"/>
            <w:vAlign w:val="center"/>
          </w:tcPr>
          <w:p w14:paraId="3C4EC6C4" w14:textId="77777777" w:rsidR="00874CA1" w:rsidRPr="00874CA1" w:rsidRDefault="003253DC" w:rsidP="00874CA1">
            <w:pPr>
              <w:spacing w:before="60" w:after="60"/>
              <w:jc w:val="both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BF4E442831314EE9914977459B3E162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874CA1" w:rsidRPr="00874CA1">
                  <w:rPr>
                    <w:bCs/>
                  </w:rPr>
                  <w:t>Služby</w:t>
                </w:r>
              </w:sdtContent>
            </w:sdt>
          </w:p>
        </w:tc>
      </w:tr>
      <w:tr w:rsidR="00874CA1" w:rsidRPr="00874CA1" w14:paraId="629A6CB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78CBD9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Režim veřejné zakázky:</w:t>
            </w:r>
          </w:p>
        </w:tc>
        <w:tc>
          <w:tcPr>
            <w:tcW w:w="5791" w:type="dxa"/>
            <w:vAlign w:val="center"/>
          </w:tcPr>
          <w:p w14:paraId="6D514A40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Nadlimitní režim</w:t>
            </w:r>
          </w:p>
        </w:tc>
      </w:tr>
      <w:tr w:rsidR="00874CA1" w:rsidRPr="00874CA1" w14:paraId="3A49624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9497EDF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zadávacího řízení:</w:t>
            </w:r>
          </w:p>
        </w:tc>
        <w:tc>
          <w:tcPr>
            <w:tcW w:w="5791" w:type="dxa"/>
            <w:vAlign w:val="center"/>
          </w:tcPr>
          <w:p w14:paraId="73951B68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Otevřené řízení</w:t>
            </w:r>
          </w:p>
        </w:tc>
      </w:tr>
      <w:tr w:rsidR="00874CA1" w:rsidRPr="00874CA1" w14:paraId="53C0371D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C4C6DF3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Název zadavatele:</w:t>
            </w:r>
          </w:p>
        </w:tc>
        <w:sdt>
          <w:sdtPr>
            <w:rPr>
              <w:bCs/>
            </w:rPr>
            <w:id w:val="75796463"/>
            <w:placeholder>
              <w:docPart w:val="15B8B44466E74BB18E579B41AC67BB0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B22DE8B" w14:textId="517BED15" w:rsidR="00874CA1" w:rsidRPr="00874CA1" w:rsidRDefault="00E36693" w:rsidP="00874CA1">
                <w:pPr>
                  <w:spacing w:before="60" w:after="60"/>
                  <w:jc w:val="both"/>
                  <w:rPr>
                    <w:bCs/>
                  </w:rPr>
                </w:pPr>
                <w:r>
                  <w:rPr>
                    <w:bCs/>
                  </w:rPr>
                  <w:t>M</w:t>
                </w:r>
                <w:r w:rsidR="00874CA1" w:rsidRPr="00874CA1">
                  <w:rPr>
                    <w:bCs/>
                  </w:rPr>
                  <w:t>ěstská část Praha 6</w:t>
                </w:r>
              </w:p>
            </w:tc>
          </w:sdtContent>
        </w:sdt>
      </w:tr>
      <w:tr w:rsidR="00874CA1" w:rsidRPr="00874CA1" w14:paraId="3F71E234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00F2B5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931AB94F5BAD446BBFE6C62F4FD1AB3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0FEF10A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874CA1" w:rsidRPr="00874CA1" w14:paraId="75326867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EFFA90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760A428094F8406E9F4EA9070E7EC89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103431D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00063703</w:t>
                </w:r>
              </w:p>
            </w:tc>
          </w:sdtContent>
        </w:sdt>
      </w:tr>
      <w:tr w:rsidR="00874CA1" w:rsidRPr="00874CA1" w14:paraId="2C2DBD5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9DC3274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42C71AC25C9846A1AD0B67A9C57681CE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F8854E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874CA1" w:rsidRPr="00874CA1" w14:paraId="59E4916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1C59F0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B4FD99BDA6FA4B36AF61BDE4418A733B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572A303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874CA1" w:rsidRPr="00874CA1" w14:paraId="558823BF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AB7BD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12A4640F349C40FE85E4F5A77DBE4C6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DBB4D10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7889EDFF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bookmarkStart w:id="6" w:name="_Hlk60322526"/>
      <w:bookmarkEnd w:id="4"/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5"/>
      <w:bookmarkEnd w:id="6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7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7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8" w:name="_Toc56196927"/>
      <w:r>
        <w:lastRenderedPageBreak/>
        <w:t>Kvalifikace</w:t>
      </w:r>
      <w:bookmarkEnd w:id="8"/>
    </w:p>
    <w:p w14:paraId="6A3874A1" w14:textId="77777777" w:rsidR="00231B37" w:rsidRPr="00521F89" w:rsidRDefault="00231B37" w:rsidP="00231B37">
      <w:pPr>
        <w:pStyle w:val="Tloslovan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12DF2B5E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168F77B0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69F55144" w14:textId="7ADC9DB2" w:rsidR="00797F5A" w:rsidRPr="00231B37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4E2C4448" w14:textId="77777777" w:rsidR="00231B37" w:rsidRPr="00990FFA" w:rsidRDefault="00231B37" w:rsidP="00231B37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7A663A365940416484FCAB4FBB844462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</w:p>
    <w:p w14:paraId="134454ED" w14:textId="77777777" w:rsidR="00231B37" w:rsidRPr="00990FFA" w:rsidRDefault="00231B37" w:rsidP="00231B37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9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B01D450B65F44F68AF5B1E47438BA43F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231B37" w:rsidRPr="003012B7" w14:paraId="0F365345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F7AC89C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4ED0D66A4C05455E9FC3B13C8F46608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646EF192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4A2709D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22540C1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1A0AAB02C41E4C6DA3F79B941F21AE8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A31F8EA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BDF4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6B0647A" w14:textId="77777777" w:rsidR="00231B37" w:rsidRPr="00990FFA" w:rsidRDefault="00231B37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CD69AEE300754BFCB8AC2FC4D8C1DAB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80B7616" w14:textId="77777777" w:rsidR="00231B37" w:rsidRPr="003012B7" w:rsidRDefault="00231B37" w:rsidP="00F7263C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673AEC0A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2A83061" w14:textId="52AACEF9" w:rsidR="00F36ABB" w:rsidRPr="00990FFA" w:rsidRDefault="003253DC" w:rsidP="00F36ABB">
            <w:pPr>
              <w:spacing w:before="60" w:after="60"/>
            </w:pPr>
            <w:sdt>
              <w:sdtPr>
                <w:id w:val="1053588437"/>
                <w:placeholder>
                  <w:docPart w:val="0A75B6D73CCF4787BA61770B9AD119FF"/>
                </w:placeholder>
                <w:text/>
              </w:sdtPr>
              <w:sdtEndPr/>
              <w:sdtContent>
                <w:r w:rsidR="00F36ABB">
                  <w:t>Služba byla poskytována v intravilánu obce:</w:t>
                </w:r>
              </w:sdtContent>
            </w:sdt>
          </w:p>
        </w:tc>
        <w:tc>
          <w:tcPr>
            <w:tcW w:w="4647" w:type="dxa"/>
            <w:vAlign w:val="center"/>
          </w:tcPr>
          <w:p w14:paraId="1954D9F9" w14:textId="2872ADDF" w:rsidR="00F36ABB" w:rsidRPr="003012B7" w:rsidRDefault="00F36ABB" w:rsidP="00F36ABB">
            <w:pPr>
              <w:spacing w:before="60" w:after="60"/>
              <w:rPr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0354ACC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B363234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6CCE456A9C0E48C28140DBEA5612FEE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930E1D7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320990D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275268F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EF32EC544A4B45CCAAA26D6E42226D1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35514BE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87C5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407784E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A3089EE647554BC2A0C949A27E09E007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D9F1225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5FAE2757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5B8169B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5A560A1EC7A946F99BECEDA37D9CFB19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248032A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9"/>
    <w:p w14:paraId="37282094" w14:textId="77777777" w:rsidR="00231B37" w:rsidRPr="003012B7" w:rsidRDefault="00231B37" w:rsidP="00231B37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10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C040CA86063D478B99961EE8344CABDF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0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19769DCB" w14:textId="77777777" w:rsidR="00231B37" w:rsidRPr="00990FFA" w:rsidRDefault="00231B37" w:rsidP="00231B37">
      <w:pPr>
        <w:pStyle w:val="Tloslovan"/>
        <w:numPr>
          <w:ilvl w:val="0"/>
          <w:numId w:val="0"/>
        </w:numPr>
        <w:ind w:left="851"/>
      </w:pPr>
      <w:bookmarkStart w:id="11" w:name="_Hlk61846023"/>
      <w:r w:rsidRPr="00990FFA"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2" w:name="_Hlk39183420"/>
      <w:r w:rsidRPr="00990FFA">
        <w:rPr>
          <w:rFonts w:eastAsia="Calibri"/>
        </w:rPr>
        <w:t xml:space="preserve">uvedené </w:t>
      </w:r>
      <w:bookmarkEnd w:id="12"/>
      <w:sdt>
        <w:sdtPr>
          <w:rPr>
            <w:bCs/>
          </w:rPr>
          <w:alias w:val="Druh plnění"/>
          <w:tag w:val="Druh plnění"/>
          <w:id w:val="1857462655"/>
          <w:placeholder>
            <w:docPart w:val="EC4F0BA2893D4E0CBD116B0ED9B89046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3" w:name="_Hlk39183444"/>
      <w:r w:rsidRPr="00990FFA">
        <w:rPr>
          <w:rFonts w:eastAsia="Calibri"/>
        </w:rPr>
        <w:t>poskytl řádně, odborně a vča</w:t>
      </w:r>
      <w:bookmarkEnd w:id="13"/>
      <w:r w:rsidRPr="00990FFA">
        <w:rPr>
          <w:rFonts w:eastAsia="Calibri"/>
        </w:rPr>
        <w:t>s.</w:t>
      </w:r>
    </w:p>
    <w:bookmarkEnd w:id="11"/>
    <w:p w14:paraId="464E85D0" w14:textId="77777777" w:rsidR="00F36ABB" w:rsidRPr="00990FFA" w:rsidRDefault="00F36ABB" w:rsidP="00F36ABB">
      <w:pPr>
        <w:pStyle w:val="Tloslovan"/>
      </w:pPr>
      <w:r w:rsidRPr="00990FFA">
        <w:t>Účastník čestně prohlašuje, že splňuje technickou kvalifikaci požadovanou ZZVZ a zadavatelem pro plnění veřejné zakázky, která je uvedena v zadávací dokumentaci na veřejnou zakázku, tj. že má pro plnění veřejné zakázky k dispozici požadovaný realizační tým, a to v následujícím rozsahu</w:t>
      </w:r>
      <w:r w:rsidRPr="00990FFA">
        <w:rPr>
          <w:rFonts w:eastAsia="Calibri"/>
          <w:lang w:eastAsia="cs-CZ"/>
        </w:rPr>
        <w:t>:</w:t>
      </w:r>
    </w:p>
    <w:p w14:paraId="4D70555A" w14:textId="3E32D510" w:rsidR="00F36ABB" w:rsidRPr="00990FFA" w:rsidRDefault="00F36ABB" w:rsidP="00F36ABB">
      <w:pPr>
        <w:pStyle w:val="Tloneslovan"/>
        <w:rPr>
          <w:b/>
          <w:bCs/>
          <w:i/>
          <w:iCs/>
        </w:rPr>
      </w:pPr>
      <w:r w:rsidRPr="00990FFA">
        <w:rPr>
          <w:b/>
          <w:i/>
          <w:iCs/>
        </w:rPr>
        <w:t xml:space="preserve">Manažer </w:t>
      </w:r>
      <w:r>
        <w:rPr>
          <w:b/>
          <w:i/>
          <w:iCs/>
        </w:rPr>
        <w:t>zakázky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F36ABB" w:rsidRPr="003012B7" w14:paraId="799800C5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98740E6" w14:textId="77777777" w:rsidR="00F36ABB" w:rsidRPr="00990FFA" w:rsidRDefault="00F36ABB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04D1A448" w14:textId="77777777" w:rsidR="00F36ABB" w:rsidRPr="006536AF" w:rsidRDefault="00F36ABB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E628603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762829F" w14:textId="77777777" w:rsidR="00F36ABB" w:rsidRPr="00990FFA" w:rsidRDefault="00F36ABB" w:rsidP="00E41E5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7939EDBE" w14:textId="77777777" w:rsidR="00F36ABB" w:rsidRPr="006536AF" w:rsidRDefault="00F36ABB" w:rsidP="00E41E5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48E55A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4BC01D2" w14:textId="77777777" w:rsidR="00F36ABB" w:rsidRPr="00990FFA" w:rsidRDefault="00F36ABB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1B9EC23D" w14:textId="77777777" w:rsidR="00F36ABB" w:rsidRPr="00871C9A" w:rsidRDefault="00F36ABB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2C2E16BC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379E4E7" w14:textId="77777777" w:rsidR="00F36ABB" w:rsidRPr="00990FFA" w:rsidRDefault="00F36ABB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064F52F4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41CF981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F2AF7B2" w14:textId="77777777" w:rsidR="00F36ABB" w:rsidRPr="00990FFA" w:rsidRDefault="00F36ABB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2E6D59DB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6FB31AE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69CA6A0" w14:textId="77777777" w:rsidR="00F36ABB" w:rsidRPr="00990FFA" w:rsidRDefault="00F36ABB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52B11D05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451D4606" w14:textId="77224F99" w:rsidR="00F36ABB" w:rsidRPr="00521F89" w:rsidRDefault="00C00AF3" w:rsidP="00F36ABB">
      <w:pPr>
        <w:pStyle w:val="Tloneslovan"/>
        <w:rPr>
          <w:b/>
          <w:bCs/>
          <w:i/>
          <w:iCs/>
        </w:rPr>
      </w:pPr>
      <w:bookmarkStart w:id="14" w:name="_Hlk61845577"/>
      <w:r>
        <w:rPr>
          <w:b/>
          <w:i/>
          <w:iCs/>
        </w:rPr>
        <w:t>Manažer údržby květin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F36ABB" w:rsidRPr="003012B7" w14:paraId="1114F4B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F14301F" w14:textId="77777777" w:rsidR="00F36ABB" w:rsidRPr="00990FFA" w:rsidRDefault="00F36ABB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1486C3DF" w14:textId="77777777" w:rsidR="00F36ABB" w:rsidRPr="006536AF" w:rsidRDefault="00F36ABB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1C6B8D17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BFDCF5F" w14:textId="77777777" w:rsidR="00F36ABB" w:rsidRPr="00990FFA" w:rsidRDefault="00F36ABB" w:rsidP="00E41E5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0309721E" w14:textId="77777777" w:rsidR="00F36ABB" w:rsidRPr="006536AF" w:rsidRDefault="00F36ABB" w:rsidP="00E41E5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C34D869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5107AEE" w14:textId="77777777" w:rsidR="00F36ABB" w:rsidRPr="00990FFA" w:rsidRDefault="00F36ABB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4448E98E" w14:textId="77777777" w:rsidR="00F36ABB" w:rsidRPr="00871C9A" w:rsidRDefault="00F36ABB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7D9C7464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25EF63B" w14:textId="77777777" w:rsidR="00F36ABB" w:rsidRPr="00990FFA" w:rsidRDefault="00F36ABB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20191738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444AFDE8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62A113E" w14:textId="77777777" w:rsidR="00F36ABB" w:rsidRPr="00990FFA" w:rsidRDefault="00F36ABB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46E46D89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2F1FC992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BFB7EA8" w14:textId="77777777" w:rsidR="00F36ABB" w:rsidRPr="00990FFA" w:rsidRDefault="00F36ABB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4A36B08C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4F067619" w14:textId="4403C012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A1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67D5D330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5ED8130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4381DBB0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7CAA2BAB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113D9FE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419E9AEC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4A9EA09C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1BD6320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49909485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21EBFBD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28468E6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6CB90C6E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1A8FAF3D" w14:textId="5EEC584A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A2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402795A9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54279D9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324946A2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9096FEB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9A541F2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63DFBAAD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781E95E4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A174185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0939592C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45F4130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86952C6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0B995504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255493E6" w14:textId="2C040259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A3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39BBC5D6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8BAA0A4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6AB1955B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54A7FD51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73A16D4B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12EACC30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58BB0670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BADE8E3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69CC2BD9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4EA737AF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9F2D207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13701A22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00100A4C" w14:textId="30DAE6A7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A4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05B9262E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0267B14C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5F09601D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A39C696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2AFA545B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6082EFE3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5FC59BB5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5842A48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2A56D211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6C0FE4BA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AF35E2C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25709BA6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38C6A0F7" w14:textId="58CF51BC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A5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66E0CB92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71A0510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7C410EC6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81779B5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58EE93CD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53A911AA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25C873F0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57A4CB27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68126C0F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EA2D8FB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61474AA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29CC5342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686ACC07" w14:textId="247F7490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A6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30BC4807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6422273F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0D487BA6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2FBCB7B4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223FB47" w14:textId="77777777" w:rsidR="0030294C" w:rsidRPr="00990FFA" w:rsidRDefault="0030294C" w:rsidP="00325E75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796B9840" w14:textId="77777777" w:rsidR="0030294C" w:rsidRPr="006536AF" w:rsidRDefault="0030294C" w:rsidP="00325E75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7A996C84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75E02FF5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349CB35B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23CE7FA6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6AE50893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6F86DCB8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6720C722" w14:textId="18675884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B1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218AF9AD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6F845F48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444837A1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2A66060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206F0FA0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5FB7362E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38262CB2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3CBF84D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13016902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614DDAD6" w14:textId="4FBB80FE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B2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525A4B59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02D11F4F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2BAACBD4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3A94C34E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6D09832D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20FA3A21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7E984908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78154D77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6449CF08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3336C406" w14:textId="67505D39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B3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0E1B582C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570AE76E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585D4B37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AFDA15B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4A1245A2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3A0633CA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5D98A588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0F23D2CA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6C5A41BB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44134353" w14:textId="11154274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B4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08DBCF49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20A96BA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5B4533A9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2B57BA1F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73ABE4C7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2474AE84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5BFFA46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5F8C0BA1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1AA70D8F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00F1024F" w14:textId="77A32172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B5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4FFD13F9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8F250FD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4319CDE8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1836BEB1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AF4175E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413137CE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2406F3CA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073E5283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7CF026A1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39C34541" w14:textId="4847134A" w:rsidR="0030294C" w:rsidRPr="00521F89" w:rsidRDefault="0030294C" w:rsidP="0030294C">
      <w:pPr>
        <w:pStyle w:val="Tloneslovan"/>
        <w:rPr>
          <w:b/>
          <w:bCs/>
          <w:i/>
          <w:iCs/>
        </w:rPr>
      </w:pPr>
      <w:r>
        <w:rPr>
          <w:b/>
          <w:i/>
          <w:iCs/>
        </w:rPr>
        <w:t>Zahradník B6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30294C" w:rsidRPr="003012B7" w14:paraId="60ABE97F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344A349" w14:textId="77777777" w:rsidR="0030294C" w:rsidRPr="00990FFA" w:rsidRDefault="0030294C" w:rsidP="00325E75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4B38E4BC" w14:textId="77777777" w:rsidR="0030294C" w:rsidRPr="006536AF" w:rsidRDefault="0030294C" w:rsidP="00325E75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0EE90FDB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3E2987E0" w14:textId="77777777" w:rsidR="0030294C" w:rsidRPr="00990FFA" w:rsidRDefault="0030294C" w:rsidP="00325E75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5A4E74F0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30294C" w:rsidRPr="003012B7" w14:paraId="05A4A555" w14:textId="77777777" w:rsidTr="00325E75">
        <w:trPr>
          <w:trHeight w:val="454"/>
        </w:trPr>
        <w:tc>
          <w:tcPr>
            <w:tcW w:w="3544" w:type="dxa"/>
            <w:vAlign w:val="center"/>
          </w:tcPr>
          <w:p w14:paraId="1E11F0EB" w14:textId="77777777" w:rsidR="0030294C" w:rsidRPr="00990FFA" w:rsidRDefault="0030294C" w:rsidP="00325E75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31542F3B" w14:textId="77777777" w:rsidR="0030294C" w:rsidRPr="006536AF" w:rsidRDefault="0030294C" w:rsidP="00325E75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7184B04A" w14:textId="48A774EE" w:rsidR="00F36ABB" w:rsidRPr="006942DF" w:rsidRDefault="00F36ABB" w:rsidP="00F36ABB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 w:rsidRPr="00990FFA">
        <w:t xml:space="preserve">Účastník čestně prohlašuje, že </w:t>
      </w:r>
      <w:r w:rsidRPr="00990FFA">
        <w:rPr>
          <w:rFonts w:eastAsia="Calibri"/>
        </w:rPr>
        <w:t>výše uvedené osoby se budou podílet na plnění veřejné zakázky.</w:t>
      </w:r>
    </w:p>
    <w:bookmarkEnd w:id="14"/>
    <w:p w14:paraId="033B8F1C" w14:textId="5B901045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5" w:name="_Toc56196928"/>
      <w:r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5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C50E8" w:rsidRPr="00D2105B" w14:paraId="7A7D04CE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7F6B8B1" w14:textId="64F20BBA" w:rsidR="006C50E8" w:rsidRPr="00B85F5B" w:rsidRDefault="006C50E8" w:rsidP="006C50E8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Manažer zakázky: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1F1818D2" w14:textId="34B8CCF1" w:rsidR="006C50E8" w:rsidRPr="000E126D" w:rsidRDefault="006C50E8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343D7" w:rsidRPr="00D2105B" w14:paraId="5D2284C4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387D1E6" w14:textId="0FDB22C2" w:rsidR="007343D7" w:rsidRDefault="007343D7" w:rsidP="007343D7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Manažer údržby květin: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C8C4AE8" w14:textId="64D12A84" w:rsidR="007343D7" w:rsidRPr="000E126D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343D7" w:rsidRPr="00D2105B" w14:paraId="6B36B71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2AEE256" w14:textId="1FBAAD28" w:rsidR="007343D7" w:rsidRDefault="007343D7" w:rsidP="006C50E8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Zahradník A: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26D5D51" w14:textId="77777777" w:rsidR="007343D7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2057AC3A" w14:textId="77777777" w:rsidR="007343D7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1C4E09D2" w14:textId="77777777" w:rsidR="007343D7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6B78381C" w14:textId="77777777" w:rsidR="007343D7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36180FBD" w14:textId="77777777" w:rsidR="007343D7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1A2DD450" w14:textId="542093BC" w:rsidR="007343D7" w:rsidRPr="000E126D" w:rsidRDefault="007343D7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343D7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25F70EBF" w:rsidR="007343D7" w:rsidRDefault="007343D7" w:rsidP="007343D7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Zahradník B: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DE633BA" w14:textId="77777777" w:rsidR="007343D7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635B4B0C" w14:textId="77777777" w:rsidR="007343D7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405AFB74" w14:textId="77777777" w:rsidR="007343D7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7D6D60C9" w14:textId="77777777" w:rsidR="007343D7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68270271" w14:textId="77777777" w:rsidR="007343D7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  <w:p w14:paraId="36E7BCD2" w14:textId="3B9599F8" w:rsidR="007343D7" w:rsidRPr="000E126D" w:rsidRDefault="007343D7" w:rsidP="007343D7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6" w:name="_Toc56196929"/>
      <w:bookmarkStart w:id="17" w:name="_Toc56196931"/>
      <w:r>
        <w:t>Kritéria hodnocení</w:t>
      </w:r>
      <w:bookmarkEnd w:id="16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8" w:name="_Toc56196930"/>
      <w:r>
        <w:t>Účastník čestně prohlašuje, že nabízí tuto hodnotu kritéria hodnocení:</w:t>
      </w:r>
    </w:p>
    <w:p w14:paraId="0BCC7591" w14:textId="1C096429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231B37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t>Poddodavatelé</w:t>
      </w:r>
      <w:bookmarkEnd w:id="18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t>P</w:t>
      </w:r>
      <w:r w:rsidR="006A0B54">
        <w:t>rohlášení účastníka, p</w:t>
      </w:r>
      <w:r>
        <w:t>odpis</w:t>
      </w:r>
      <w:bookmarkEnd w:id="17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19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9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20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20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3253DC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3253DC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3253DC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3154F686" w14:textId="77777777" w:rsidR="00231B37" w:rsidRDefault="00231B37" w:rsidP="00231B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23823F7C" w14:textId="77777777" w:rsidR="00231B37" w:rsidRDefault="00231B37" w:rsidP="00231B37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3253DC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55130AEA" w:rsidR="00D962D6" w:rsidRPr="008030A6" w:rsidRDefault="003253DC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E84159" w:rsidRPr="00E84159">
          <w:rPr>
            <w:bCs/>
            <w:sz w:val="20"/>
            <w:szCs w:val="20"/>
          </w:rPr>
          <w:t>Údržba veřejné zeleně, dřevin a květin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3253DC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8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6"/>
  </w:num>
  <w:num w:numId="17" w16cid:durableId="1331182178">
    <w:abstractNumId w:val="10"/>
  </w:num>
  <w:num w:numId="18" w16cid:durableId="539054718">
    <w:abstractNumId w:val="16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103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1B29"/>
    <w:rsid w:val="000B43AD"/>
    <w:rsid w:val="000C091F"/>
    <w:rsid w:val="000C3224"/>
    <w:rsid w:val="000D2D3E"/>
    <w:rsid w:val="000E6D6E"/>
    <w:rsid w:val="000F3CED"/>
    <w:rsid w:val="00104227"/>
    <w:rsid w:val="00110CA5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66EE"/>
    <w:rsid w:val="0022725A"/>
    <w:rsid w:val="0022762B"/>
    <w:rsid w:val="00231B37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68EC"/>
    <w:rsid w:val="002D3242"/>
    <w:rsid w:val="002D60B6"/>
    <w:rsid w:val="002D6626"/>
    <w:rsid w:val="002E74F7"/>
    <w:rsid w:val="002E79D6"/>
    <w:rsid w:val="0030294C"/>
    <w:rsid w:val="00303D43"/>
    <w:rsid w:val="0030491F"/>
    <w:rsid w:val="00306A11"/>
    <w:rsid w:val="00317CA2"/>
    <w:rsid w:val="003253DC"/>
    <w:rsid w:val="00334798"/>
    <w:rsid w:val="00334CC2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65A26"/>
    <w:rsid w:val="0047394E"/>
    <w:rsid w:val="004806F6"/>
    <w:rsid w:val="00493A1A"/>
    <w:rsid w:val="00496FC9"/>
    <w:rsid w:val="004A6A9A"/>
    <w:rsid w:val="004B6CC6"/>
    <w:rsid w:val="004B78DA"/>
    <w:rsid w:val="004D1E5C"/>
    <w:rsid w:val="004E13FA"/>
    <w:rsid w:val="004E274D"/>
    <w:rsid w:val="004E31E7"/>
    <w:rsid w:val="004E4A05"/>
    <w:rsid w:val="004F3106"/>
    <w:rsid w:val="00504371"/>
    <w:rsid w:val="005066D2"/>
    <w:rsid w:val="00506E80"/>
    <w:rsid w:val="0051493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D80"/>
    <w:rsid w:val="00580BAB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2335"/>
    <w:rsid w:val="006256BA"/>
    <w:rsid w:val="006331DC"/>
    <w:rsid w:val="006617D8"/>
    <w:rsid w:val="006704DC"/>
    <w:rsid w:val="00672AAE"/>
    <w:rsid w:val="006941C1"/>
    <w:rsid w:val="00695C78"/>
    <w:rsid w:val="006A0B54"/>
    <w:rsid w:val="006C50E8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343D7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7F154C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95DE2"/>
    <w:rsid w:val="008A501C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80075"/>
    <w:rsid w:val="00982E0B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016"/>
    <w:rsid w:val="00A31C63"/>
    <w:rsid w:val="00A32A19"/>
    <w:rsid w:val="00A3397A"/>
    <w:rsid w:val="00A33BB2"/>
    <w:rsid w:val="00A3513F"/>
    <w:rsid w:val="00A3730D"/>
    <w:rsid w:val="00A41623"/>
    <w:rsid w:val="00A531DE"/>
    <w:rsid w:val="00A57C4D"/>
    <w:rsid w:val="00A61E27"/>
    <w:rsid w:val="00A6426C"/>
    <w:rsid w:val="00A76359"/>
    <w:rsid w:val="00A77CB9"/>
    <w:rsid w:val="00A83716"/>
    <w:rsid w:val="00A92BFB"/>
    <w:rsid w:val="00A96912"/>
    <w:rsid w:val="00AC5DC2"/>
    <w:rsid w:val="00AD728B"/>
    <w:rsid w:val="00AF2F6F"/>
    <w:rsid w:val="00AF7411"/>
    <w:rsid w:val="00B11098"/>
    <w:rsid w:val="00B37533"/>
    <w:rsid w:val="00B40775"/>
    <w:rsid w:val="00B42723"/>
    <w:rsid w:val="00B553C7"/>
    <w:rsid w:val="00B5718A"/>
    <w:rsid w:val="00B63307"/>
    <w:rsid w:val="00B66A17"/>
    <w:rsid w:val="00B73DA0"/>
    <w:rsid w:val="00B74A58"/>
    <w:rsid w:val="00B81A5C"/>
    <w:rsid w:val="00B83C99"/>
    <w:rsid w:val="00B85AED"/>
    <w:rsid w:val="00B9678B"/>
    <w:rsid w:val="00BA50CE"/>
    <w:rsid w:val="00BB4B04"/>
    <w:rsid w:val="00BD565E"/>
    <w:rsid w:val="00BD62C1"/>
    <w:rsid w:val="00BF0B4A"/>
    <w:rsid w:val="00C00AF3"/>
    <w:rsid w:val="00C03DAD"/>
    <w:rsid w:val="00C07D79"/>
    <w:rsid w:val="00C20440"/>
    <w:rsid w:val="00C46C13"/>
    <w:rsid w:val="00C76D5E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5BDC"/>
    <w:rsid w:val="00CF7913"/>
    <w:rsid w:val="00D0079D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07502"/>
    <w:rsid w:val="00E11725"/>
    <w:rsid w:val="00E12D7E"/>
    <w:rsid w:val="00E15988"/>
    <w:rsid w:val="00E15D79"/>
    <w:rsid w:val="00E17012"/>
    <w:rsid w:val="00E307AC"/>
    <w:rsid w:val="00E3536F"/>
    <w:rsid w:val="00E36693"/>
    <w:rsid w:val="00E506CC"/>
    <w:rsid w:val="00E50BC5"/>
    <w:rsid w:val="00E54DCB"/>
    <w:rsid w:val="00E61748"/>
    <w:rsid w:val="00E65CDC"/>
    <w:rsid w:val="00E84159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36ABB"/>
    <w:rsid w:val="00F46FAE"/>
    <w:rsid w:val="00F54E71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479B5A013A764EFE9E061377A179E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A638A-5F5D-4BFE-B144-F98C08935BA0}"/>
      </w:docPartPr>
      <w:docPartBody>
        <w:p w:rsidR="0036028C" w:rsidRDefault="0036028C" w:rsidP="0036028C">
          <w:pPr>
            <w:pStyle w:val="479B5A013A764EFE9E061377A179E509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920AD5E3A7F49728B2D29883D38AF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8C4CF-E2D1-48BE-8DBB-8D7D8D2D3D5F}"/>
      </w:docPartPr>
      <w:docPartBody>
        <w:p w:rsidR="0036028C" w:rsidRDefault="0036028C" w:rsidP="0036028C">
          <w:pPr>
            <w:pStyle w:val="3920AD5E3A7F49728B2D29883D38AF5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F4E442831314EE9914977459B3E1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0E32B-0F0F-4CAF-A592-1AD10CDC6181}"/>
      </w:docPartPr>
      <w:docPartBody>
        <w:p w:rsidR="0036028C" w:rsidRDefault="0036028C" w:rsidP="0036028C">
          <w:pPr>
            <w:pStyle w:val="BF4E442831314EE9914977459B3E1629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B8B44466E74BB18E579B41AC67B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8492B-CCCD-43D7-8763-232EBD448A57}"/>
      </w:docPartPr>
      <w:docPartBody>
        <w:p w:rsidR="0036028C" w:rsidRDefault="0036028C" w:rsidP="0036028C">
          <w:pPr>
            <w:pStyle w:val="15B8B44466E74BB18E579B41AC67BB0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931AB94F5BAD446BBFE6C62F4FD1A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A9302-D637-4E61-B030-CB3C9C1C9D34}"/>
      </w:docPartPr>
      <w:docPartBody>
        <w:p w:rsidR="0036028C" w:rsidRDefault="0036028C" w:rsidP="0036028C">
          <w:pPr>
            <w:pStyle w:val="931AB94F5BAD446BBFE6C62F4FD1AB3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60A428094F8406E9F4EA9070E7E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58066-C32B-4D1D-80F0-C42BE3B8B830}"/>
      </w:docPartPr>
      <w:docPartBody>
        <w:p w:rsidR="0036028C" w:rsidRDefault="0036028C" w:rsidP="0036028C">
          <w:pPr>
            <w:pStyle w:val="760A428094F8406E9F4EA9070E7EC89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2C71AC25C9846A1AD0B67A9C5768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AD07B-391D-46CD-B943-156A7C53E3A6}"/>
      </w:docPartPr>
      <w:docPartBody>
        <w:p w:rsidR="0036028C" w:rsidRDefault="0036028C" w:rsidP="0036028C">
          <w:pPr>
            <w:pStyle w:val="42C71AC25C9846A1AD0B67A9C57681CE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4FD99BDA6FA4B36AF61BDE4418A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CD8AB-1D32-4892-8E55-495E3CD3FCF4}"/>
      </w:docPartPr>
      <w:docPartBody>
        <w:p w:rsidR="0036028C" w:rsidRDefault="0036028C" w:rsidP="0036028C">
          <w:pPr>
            <w:pStyle w:val="B4FD99BDA6FA4B36AF61BDE4418A733B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2A4640F349C40FE85E4F5A77DBE4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0800C-A733-466F-BCA4-356B94D4335C}"/>
      </w:docPartPr>
      <w:docPartBody>
        <w:p w:rsidR="0036028C" w:rsidRDefault="0036028C" w:rsidP="0036028C">
          <w:pPr>
            <w:pStyle w:val="12A4640F349C40FE85E4F5A77DBE4C6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A663A365940416484FCAB4FBB844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46184-A5AF-4416-AACF-0E5CBC050823}"/>
      </w:docPartPr>
      <w:docPartBody>
        <w:p w:rsidR="00262B01" w:rsidRDefault="00262B01" w:rsidP="00262B01">
          <w:pPr>
            <w:pStyle w:val="7A663A365940416484FCAB4FBB84446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01D450B65F44F68AF5B1E47438BA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0FDC72-DB96-4B7E-BCCE-C9848D9BA82A}"/>
      </w:docPartPr>
      <w:docPartBody>
        <w:p w:rsidR="00262B01" w:rsidRDefault="00262B01" w:rsidP="00262B01">
          <w:pPr>
            <w:pStyle w:val="B01D450B65F44F68AF5B1E47438BA43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ED0D66A4C05455E9FC3B13C8F46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D5BD7-206F-4EF0-BCC6-F0DDE244D24D}"/>
      </w:docPartPr>
      <w:docPartBody>
        <w:p w:rsidR="00262B01" w:rsidRDefault="00262B01" w:rsidP="00262B01">
          <w:pPr>
            <w:pStyle w:val="4ED0D66A4C05455E9FC3B13C8F46608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1A0AAB02C41E4C6DA3F79B941F21A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E2D46-C83C-4406-AF46-F481B530AC32}"/>
      </w:docPartPr>
      <w:docPartBody>
        <w:p w:rsidR="00262B01" w:rsidRDefault="00262B01" w:rsidP="00262B01">
          <w:pPr>
            <w:pStyle w:val="1A0AAB02C41E4C6DA3F79B941F21AE8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D69AEE300754BFCB8AC2FC4D8C1D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C418F-8EA7-4CB0-B191-678BADB89E25}"/>
      </w:docPartPr>
      <w:docPartBody>
        <w:p w:rsidR="00262B01" w:rsidRDefault="00262B01" w:rsidP="00262B01">
          <w:pPr>
            <w:pStyle w:val="CD69AEE300754BFCB8AC2FC4D8C1DAB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CCE456A9C0E48C28140DBEA5612F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BBE55-791A-4D4A-B16A-C3227C3FB2B9}"/>
      </w:docPartPr>
      <w:docPartBody>
        <w:p w:rsidR="00262B01" w:rsidRDefault="00262B01" w:rsidP="00262B01">
          <w:pPr>
            <w:pStyle w:val="6CCE456A9C0E48C28140DBEA5612FEE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F32EC544A4B45CCAAA26D6E42226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95DA-005A-45F0-91DE-10CEC98E309A}"/>
      </w:docPartPr>
      <w:docPartBody>
        <w:p w:rsidR="00262B01" w:rsidRDefault="00262B01" w:rsidP="00262B01">
          <w:pPr>
            <w:pStyle w:val="EF32EC544A4B45CCAAA26D6E42226D1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A3089EE647554BC2A0C949A27E09E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8AFB1-21FC-4EDC-80FA-6AA7BCC89D90}"/>
      </w:docPartPr>
      <w:docPartBody>
        <w:p w:rsidR="00262B01" w:rsidRDefault="00262B01" w:rsidP="00262B01">
          <w:pPr>
            <w:pStyle w:val="A3089EE647554BC2A0C949A27E09E00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A560A1EC7A946F99BECEDA37D9CF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37F04C-5EAA-41FF-8518-C9A483A3F7A0}"/>
      </w:docPartPr>
      <w:docPartBody>
        <w:p w:rsidR="00262B01" w:rsidRDefault="00262B01" w:rsidP="00262B01">
          <w:pPr>
            <w:pStyle w:val="5A560A1EC7A946F99BECEDA37D9CFB1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040CA86063D478B99961EE8344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941BC-FFB7-44BA-A553-EF34C3F1D134}"/>
      </w:docPartPr>
      <w:docPartBody>
        <w:p w:rsidR="00262B01" w:rsidRDefault="00262B01" w:rsidP="00262B01">
          <w:pPr>
            <w:pStyle w:val="C040CA86063D478B99961EE8344CABD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C4F0BA2893D4E0CBD116B0ED9B89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6DEAB-934A-4A04-868F-72C9C3CD1756}"/>
      </w:docPartPr>
      <w:docPartBody>
        <w:p w:rsidR="00262B01" w:rsidRDefault="00262B01" w:rsidP="00262B01">
          <w:pPr>
            <w:pStyle w:val="EC4F0BA2893D4E0CBD116B0ED9B8904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0A75B6D73CCF4787BA61770B9AD119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51316-0B32-4018-BD0A-829BAA587D25}"/>
      </w:docPartPr>
      <w:docPartBody>
        <w:p w:rsidR="007C3B36" w:rsidRDefault="007C3B36" w:rsidP="007C3B36">
          <w:pPr>
            <w:pStyle w:val="0A75B6D73CCF4787BA61770B9AD119FF"/>
          </w:pPr>
          <w:r>
            <w:rPr>
              <w:rStyle w:val="Zstupntext"/>
              <w:b/>
              <w:bCs/>
              <w:highlight w:val="yellow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0C091F"/>
    <w:rsid w:val="00262B01"/>
    <w:rsid w:val="0036028C"/>
    <w:rsid w:val="00580BAB"/>
    <w:rsid w:val="007C3B36"/>
    <w:rsid w:val="007F154C"/>
    <w:rsid w:val="00895DE2"/>
    <w:rsid w:val="00B63307"/>
    <w:rsid w:val="00B73DA0"/>
    <w:rsid w:val="00D71017"/>
    <w:rsid w:val="00E0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C3B36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C4A476BBFFF24B4EB5A4E620D753F591">
    <w:name w:val="C4A476BBFFF24B4EB5A4E620D753F591"/>
  </w:style>
  <w:style w:type="paragraph" w:customStyle="1" w:styleId="86A3490891DA49008189415CEF86B6EF">
    <w:name w:val="86A3490891DA49008189415CEF86B6EF"/>
  </w:style>
  <w:style w:type="paragraph" w:customStyle="1" w:styleId="479B5A013A764EFE9E061377A179E509">
    <w:name w:val="479B5A013A764EFE9E061377A179E509"/>
    <w:rsid w:val="0036028C"/>
  </w:style>
  <w:style w:type="paragraph" w:customStyle="1" w:styleId="3920AD5E3A7F49728B2D29883D38AF55">
    <w:name w:val="3920AD5E3A7F49728B2D29883D38AF55"/>
    <w:rsid w:val="0036028C"/>
  </w:style>
  <w:style w:type="paragraph" w:customStyle="1" w:styleId="BF4E442831314EE9914977459B3E1629">
    <w:name w:val="BF4E442831314EE9914977459B3E1629"/>
    <w:rsid w:val="0036028C"/>
  </w:style>
  <w:style w:type="paragraph" w:customStyle="1" w:styleId="15B8B44466E74BB18E579B41AC67BB05">
    <w:name w:val="15B8B44466E74BB18E579B41AC67BB05"/>
    <w:rsid w:val="0036028C"/>
  </w:style>
  <w:style w:type="paragraph" w:customStyle="1" w:styleId="931AB94F5BAD446BBFE6C62F4FD1AB38">
    <w:name w:val="931AB94F5BAD446BBFE6C62F4FD1AB38"/>
    <w:rsid w:val="0036028C"/>
  </w:style>
  <w:style w:type="paragraph" w:customStyle="1" w:styleId="760A428094F8406E9F4EA9070E7EC899">
    <w:name w:val="760A428094F8406E9F4EA9070E7EC899"/>
    <w:rsid w:val="0036028C"/>
  </w:style>
  <w:style w:type="paragraph" w:customStyle="1" w:styleId="42C71AC25C9846A1AD0B67A9C57681CE">
    <w:name w:val="42C71AC25C9846A1AD0B67A9C57681CE"/>
    <w:rsid w:val="0036028C"/>
  </w:style>
  <w:style w:type="paragraph" w:customStyle="1" w:styleId="B4FD99BDA6FA4B36AF61BDE4418A733B">
    <w:name w:val="B4FD99BDA6FA4B36AF61BDE4418A733B"/>
    <w:rsid w:val="0036028C"/>
  </w:style>
  <w:style w:type="paragraph" w:customStyle="1" w:styleId="12A4640F349C40FE85E4F5A77DBE4C68">
    <w:name w:val="12A4640F349C40FE85E4F5A77DBE4C68"/>
    <w:rsid w:val="0036028C"/>
  </w:style>
  <w:style w:type="paragraph" w:customStyle="1" w:styleId="7A663A365940416484FCAB4FBB844462">
    <w:name w:val="7A663A365940416484FCAB4FBB844462"/>
    <w:rsid w:val="00262B01"/>
  </w:style>
  <w:style w:type="paragraph" w:customStyle="1" w:styleId="B01D450B65F44F68AF5B1E47438BA43F">
    <w:name w:val="B01D450B65F44F68AF5B1E47438BA43F"/>
    <w:rsid w:val="00262B01"/>
  </w:style>
  <w:style w:type="paragraph" w:customStyle="1" w:styleId="4ED0D66A4C05455E9FC3B13C8F46608B">
    <w:name w:val="4ED0D66A4C05455E9FC3B13C8F46608B"/>
    <w:rsid w:val="00262B01"/>
  </w:style>
  <w:style w:type="paragraph" w:customStyle="1" w:styleId="1A0AAB02C41E4C6DA3F79B941F21AE86">
    <w:name w:val="1A0AAB02C41E4C6DA3F79B941F21AE86"/>
    <w:rsid w:val="00262B01"/>
  </w:style>
  <w:style w:type="paragraph" w:customStyle="1" w:styleId="CD69AEE300754BFCB8AC2FC4D8C1DAB8">
    <w:name w:val="CD69AEE300754BFCB8AC2FC4D8C1DAB8"/>
    <w:rsid w:val="00262B01"/>
  </w:style>
  <w:style w:type="paragraph" w:customStyle="1" w:styleId="6CCE456A9C0E48C28140DBEA5612FEED">
    <w:name w:val="6CCE456A9C0E48C28140DBEA5612FEED"/>
    <w:rsid w:val="00262B01"/>
  </w:style>
  <w:style w:type="paragraph" w:customStyle="1" w:styleId="EF32EC544A4B45CCAAA26D6E42226D1B">
    <w:name w:val="EF32EC544A4B45CCAAA26D6E42226D1B"/>
    <w:rsid w:val="00262B01"/>
  </w:style>
  <w:style w:type="paragraph" w:customStyle="1" w:styleId="A3089EE647554BC2A0C949A27E09E007">
    <w:name w:val="A3089EE647554BC2A0C949A27E09E007"/>
    <w:rsid w:val="00262B01"/>
  </w:style>
  <w:style w:type="paragraph" w:customStyle="1" w:styleId="5A560A1EC7A946F99BECEDA37D9CFB19">
    <w:name w:val="5A560A1EC7A946F99BECEDA37D9CFB19"/>
    <w:rsid w:val="00262B01"/>
  </w:style>
  <w:style w:type="paragraph" w:customStyle="1" w:styleId="C040CA86063D478B99961EE8344CABDF">
    <w:name w:val="C040CA86063D478B99961EE8344CABDF"/>
    <w:rsid w:val="00262B01"/>
  </w:style>
  <w:style w:type="paragraph" w:customStyle="1" w:styleId="EC4F0BA2893D4E0CBD116B0ED9B89046">
    <w:name w:val="EC4F0BA2893D4E0CBD116B0ED9B89046"/>
    <w:rsid w:val="00262B01"/>
  </w:style>
  <w:style w:type="paragraph" w:customStyle="1" w:styleId="0A75B6D73CCF4787BA61770B9AD119FF">
    <w:name w:val="0A75B6D73CCF4787BA61770B9AD119FF"/>
    <w:rsid w:val="007C3B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12</TotalTime>
  <Pages>14</Pages>
  <Words>2777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10</cp:revision>
  <dcterms:created xsi:type="dcterms:W3CDTF">2024-10-28T16:36:00Z</dcterms:created>
  <dcterms:modified xsi:type="dcterms:W3CDTF">2024-11-06T08:21:00Z</dcterms:modified>
</cp:coreProperties>
</file>