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5D31" w14:textId="77777777" w:rsidR="00357F72" w:rsidRPr="00E506CC" w:rsidRDefault="00E11725" w:rsidP="00E506CC">
      <w:pPr>
        <w:pStyle w:val="Nzevdokumentu"/>
        <w:spacing w:before="3600"/>
      </w:pPr>
      <w:r>
        <w:rPr>
          <w:rStyle w:val="NzevdokumentuChar"/>
          <w:b/>
          <w:bCs/>
        </w:rPr>
        <w:t>Příloha č.</w:t>
      </w:r>
      <w:r w:rsidR="002D3242">
        <w:rPr>
          <w:rStyle w:val="NzevdokumentuChar"/>
          <w:b/>
          <w:bCs/>
        </w:rPr>
        <w:t> </w:t>
      </w:r>
      <w:r w:rsidR="00CD23A3" w:rsidRPr="00874CA1">
        <w:rPr>
          <w:rStyle w:val="NzevdokumentuChar"/>
          <w:b/>
          <w:bCs/>
        </w:rPr>
        <w:t>4</w:t>
      </w:r>
      <w:r>
        <w:rPr>
          <w:rStyle w:val="NzevdokumentuChar"/>
          <w:b/>
          <w:bCs/>
        </w:rPr>
        <w:t xml:space="preserve"> zadávací dokumentace </w:t>
      </w:r>
      <w:r w:rsidR="00E506CC">
        <w:rPr>
          <w:rStyle w:val="NzevdokumentuChar"/>
          <w:b/>
          <w:bCs/>
        </w:rPr>
        <w:t>–</w:t>
      </w:r>
      <w:r w:rsidR="009B0028">
        <w:rPr>
          <w:rStyle w:val="NzevdokumentuChar"/>
          <w:b/>
          <w:bCs/>
        </w:rPr>
        <w:br/>
        <w:t>F</w:t>
      </w:r>
      <w:r w:rsidR="00CD23A3">
        <w:rPr>
          <w:rStyle w:val="NzevdokumentuChar"/>
          <w:b/>
          <w:bCs/>
        </w:rPr>
        <w:t>ormulář nabídky</w:t>
      </w:r>
    </w:p>
    <w:p w14:paraId="5CD5FA0A" w14:textId="5A6B805E" w:rsidR="00357F72" w:rsidRPr="00A61E27" w:rsidRDefault="004F74DE" w:rsidP="001E78AD">
      <w:pPr>
        <w:pStyle w:val="Nzevveejnzakzky"/>
        <w:spacing w:after="3600"/>
      </w:pPr>
      <w:sdt>
        <w:sdtPr>
          <w:id w:val="-1729455402"/>
          <w:placeholder>
            <w:docPart w:val="2B5462942A6F4CEAA53A7C12C4990C15"/>
          </w:placeholder>
          <w:text/>
        </w:sdtPr>
        <w:sdtEndPr/>
        <w:sdtContent>
          <w:r w:rsidR="00874CA1">
            <w:t>PROVÁDĚNÍ ÚKLIDOVÝCH PRACÍ NA ÚZEMÍ PRAHY 6</w:t>
          </w:r>
        </w:sdtContent>
      </w:sdt>
      <w:r w:rsidR="004B78DA">
        <w:rPr>
          <w:noProof/>
        </w:rPr>
        <w:drawing>
          <wp:anchor distT="0" distB="0" distL="114300" distR="114300" simplePos="0" relativeHeight="251659264" behindDoc="1" locked="0" layoutInCell="1" allowOverlap="1" wp14:anchorId="162603ED" wp14:editId="4B715099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196789" cy="1800000"/>
            <wp:effectExtent l="0" t="0" r="381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78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E6384A" w14:textId="77777777" w:rsidR="00357F72" w:rsidRDefault="00357F72">
      <w:pPr>
        <w:spacing w:before="0" w:after="160" w:line="259" w:lineRule="auto"/>
      </w:pPr>
    </w:p>
    <w:p w14:paraId="760A1C83" w14:textId="77777777" w:rsidR="00357F72" w:rsidRDefault="00357F72">
      <w:pPr>
        <w:spacing w:before="0" w:after="160" w:line="259" w:lineRule="auto"/>
        <w:sectPr w:rsidR="00357F72" w:rsidSect="000B43AD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701" w:right="1418" w:bottom="1418" w:left="1418" w:header="708" w:footer="708" w:gutter="0"/>
          <w:cols w:space="708"/>
          <w:docGrid w:linePitch="360"/>
        </w:sectPr>
      </w:pPr>
    </w:p>
    <w:p w14:paraId="7CF4BF2E" w14:textId="77777777" w:rsidR="00E12D7E" w:rsidRPr="00E12D7E" w:rsidRDefault="00571D80" w:rsidP="00496FC9">
      <w:pPr>
        <w:pStyle w:val="Nadpis1"/>
        <w:keepLines w:val="0"/>
        <w:pageBreakBefore/>
      </w:pPr>
      <w:bookmarkStart w:id="0" w:name="_Toc47040551"/>
      <w:bookmarkStart w:id="1" w:name="_Toc47040577"/>
      <w:bookmarkStart w:id="2" w:name="_Toc51576320"/>
      <w:bookmarkStart w:id="3" w:name="_Toc56196925"/>
      <w:r>
        <w:lastRenderedPageBreak/>
        <w:t>Základní informace</w:t>
      </w:r>
      <w:r w:rsidR="009920D7">
        <w:t xml:space="preserve"> o </w:t>
      </w:r>
      <w:r>
        <w:t>veřejné zakázce</w:t>
      </w:r>
      <w:bookmarkEnd w:id="0"/>
      <w:bookmarkEnd w:id="1"/>
      <w:bookmarkEnd w:id="2"/>
      <w:bookmarkEnd w:id="3"/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1"/>
      </w:tblGrid>
      <w:tr w:rsidR="00874CA1" w:rsidRPr="00874CA1" w14:paraId="60085F05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9EC0193" w14:textId="77777777" w:rsidR="00874CA1" w:rsidRPr="00874CA1" w:rsidRDefault="00874CA1" w:rsidP="00874CA1">
            <w:pPr>
              <w:spacing w:before="60" w:after="60"/>
              <w:jc w:val="both"/>
            </w:pPr>
            <w:bookmarkStart w:id="4" w:name="_Hlk60319099"/>
            <w:bookmarkStart w:id="5" w:name="_Hlk60066574"/>
            <w:r w:rsidRPr="00874CA1">
              <w:t>Název veřejné zakázky:</w:t>
            </w:r>
          </w:p>
        </w:tc>
        <w:sdt>
          <w:sdtPr>
            <w:rPr>
              <w:bCs/>
            </w:rPr>
            <w:id w:val="-1899048256"/>
            <w:placeholder>
              <w:docPart w:val="479B5A013A764EFE9E061377A179E509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6E056534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Provádění úklidových prací na území Prahy 6</w:t>
                </w:r>
              </w:p>
            </w:tc>
          </w:sdtContent>
        </w:sdt>
      </w:tr>
      <w:tr w:rsidR="00874CA1" w:rsidRPr="00874CA1" w14:paraId="44E10DCC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5EC8C9EC" w14:textId="69C12B3D" w:rsidR="00874CA1" w:rsidRPr="00874CA1" w:rsidRDefault="00874CA1" w:rsidP="00874CA1">
            <w:pPr>
              <w:spacing w:before="60" w:after="60"/>
              <w:jc w:val="both"/>
            </w:pPr>
            <w:r>
              <w:t>Účastník podává nabídku na:</w:t>
            </w:r>
          </w:p>
        </w:tc>
        <w:tc>
          <w:tcPr>
            <w:tcW w:w="5791" w:type="dxa"/>
            <w:vAlign w:val="center"/>
          </w:tcPr>
          <w:p w14:paraId="57F74A0F" w14:textId="305062B3" w:rsidR="00874CA1" w:rsidRPr="00874CA1" w:rsidRDefault="00874CA1" w:rsidP="00874CA1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 xml:space="preserve">Část: </w:t>
            </w:r>
            <w:r w:rsidR="00EE1B79">
              <w:rPr>
                <w:bCs/>
                <w:highlight w:val="yellow"/>
              </w:rPr>
              <w:fldChar w:fldCharType="begin"/>
            </w:r>
            <w:r w:rsidR="00EE1B79">
              <w:rPr>
                <w:bCs/>
                <w:highlight w:val="yellow"/>
              </w:rPr>
              <w:instrText xml:space="preserve"> MACROBUTTON  AcceptConflict "[Doplní účastník - Část 1, 2 nebo 3]" </w:instrText>
            </w:r>
            <w:r w:rsidR="00EE1B79">
              <w:rPr>
                <w:bCs/>
                <w:highlight w:val="yellow"/>
              </w:rPr>
              <w:fldChar w:fldCharType="end"/>
            </w:r>
          </w:p>
        </w:tc>
      </w:tr>
      <w:tr w:rsidR="00874CA1" w:rsidRPr="00874CA1" w14:paraId="2DAF434A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C3228A5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Evidenční číslo ve VVZ:</w:t>
            </w:r>
          </w:p>
        </w:tc>
        <w:tc>
          <w:tcPr>
            <w:tcW w:w="5791" w:type="dxa"/>
            <w:vAlign w:val="center"/>
          </w:tcPr>
          <w:p w14:paraId="6B4E1602" w14:textId="661C6E5E" w:rsidR="00874CA1" w:rsidRPr="00874CA1" w:rsidRDefault="004F74DE" w:rsidP="00874CA1">
            <w:pPr>
              <w:spacing w:before="60" w:after="60"/>
              <w:jc w:val="both"/>
            </w:pPr>
            <w:sdt>
              <w:sdtPr>
                <w:rPr>
                  <w:bCs/>
                </w:rPr>
                <w:id w:val="-1146199976"/>
                <w:placeholder>
                  <w:docPart w:val="3920AD5E3A7F49728B2D29883D38AF55"/>
                </w:placeholder>
                <w:text/>
              </w:sdtPr>
              <w:sdtContent>
                <w:r w:rsidRPr="004F74DE">
                  <w:rPr>
                    <w:bCs/>
                  </w:rPr>
                  <w:t>Z2024-055291</w:t>
                </w:r>
              </w:sdtContent>
            </w:sdt>
          </w:p>
        </w:tc>
      </w:tr>
      <w:tr w:rsidR="00874CA1" w:rsidRPr="00874CA1" w14:paraId="352C1775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7B52B66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Druh veřejné zakázky:</w:t>
            </w:r>
          </w:p>
        </w:tc>
        <w:tc>
          <w:tcPr>
            <w:tcW w:w="5791" w:type="dxa"/>
            <w:vAlign w:val="center"/>
          </w:tcPr>
          <w:p w14:paraId="3C4EC6C4" w14:textId="77777777" w:rsidR="00874CA1" w:rsidRPr="00874CA1" w:rsidRDefault="004F74DE" w:rsidP="00874CA1">
            <w:pPr>
              <w:spacing w:before="60" w:after="60"/>
              <w:jc w:val="both"/>
              <w:rPr>
                <w:bCs/>
              </w:rPr>
            </w:pPr>
            <w:sdt>
              <w:sdtPr>
                <w:rPr>
                  <w:bCs/>
                </w:rPr>
                <w:alias w:val="Druh VZ"/>
                <w:tag w:val="Druh VZ"/>
                <w:id w:val="93903769"/>
                <w:placeholder>
                  <w:docPart w:val="BF4E442831314EE9914977459B3E1629"/>
                </w:placeholder>
                <w:comboBox>
                  <w:listItem w:value="Zvolte položku."/>
                  <w:listItem w:displayText="Stavební práce" w:value="Stavební práce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="00874CA1" w:rsidRPr="00874CA1">
                  <w:rPr>
                    <w:bCs/>
                  </w:rPr>
                  <w:t>Služby</w:t>
                </w:r>
              </w:sdtContent>
            </w:sdt>
          </w:p>
        </w:tc>
      </w:tr>
      <w:tr w:rsidR="00874CA1" w:rsidRPr="00874CA1" w14:paraId="629A6CB6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78CBD91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Režim veřejné zakázky:</w:t>
            </w:r>
          </w:p>
        </w:tc>
        <w:tc>
          <w:tcPr>
            <w:tcW w:w="5791" w:type="dxa"/>
            <w:vAlign w:val="center"/>
          </w:tcPr>
          <w:p w14:paraId="6D514A40" w14:textId="77777777" w:rsidR="00874CA1" w:rsidRPr="00874CA1" w:rsidRDefault="00874CA1" w:rsidP="00874CA1">
            <w:pPr>
              <w:spacing w:before="60" w:after="60"/>
              <w:jc w:val="both"/>
              <w:rPr>
                <w:bCs/>
              </w:rPr>
            </w:pPr>
            <w:r w:rsidRPr="00874CA1">
              <w:rPr>
                <w:bCs/>
              </w:rPr>
              <w:t>Nadlimitní režim</w:t>
            </w:r>
          </w:p>
        </w:tc>
      </w:tr>
      <w:tr w:rsidR="00874CA1" w:rsidRPr="00874CA1" w14:paraId="3A496249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59497EDF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Druh zadávacího řízení:</w:t>
            </w:r>
          </w:p>
        </w:tc>
        <w:tc>
          <w:tcPr>
            <w:tcW w:w="5791" w:type="dxa"/>
            <w:vAlign w:val="center"/>
          </w:tcPr>
          <w:p w14:paraId="73951B68" w14:textId="77777777" w:rsidR="00874CA1" w:rsidRPr="00874CA1" w:rsidRDefault="00874CA1" w:rsidP="00874CA1">
            <w:pPr>
              <w:spacing w:before="60" w:after="60"/>
              <w:jc w:val="both"/>
              <w:rPr>
                <w:bCs/>
              </w:rPr>
            </w:pPr>
            <w:r w:rsidRPr="00874CA1">
              <w:rPr>
                <w:bCs/>
              </w:rPr>
              <w:t>Otevřené řízení</w:t>
            </w:r>
          </w:p>
        </w:tc>
      </w:tr>
      <w:tr w:rsidR="00874CA1" w:rsidRPr="00874CA1" w14:paraId="53C0371D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2C4C6DF3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Název zadavatele:</w:t>
            </w:r>
          </w:p>
        </w:tc>
        <w:sdt>
          <w:sdtPr>
            <w:rPr>
              <w:bCs/>
            </w:rPr>
            <w:id w:val="75796463"/>
            <w:placeholder>
              <w:docPart w:val="15B8B44466E74BB18E579B41AC67BB05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0B22DE8B" w14:textId="6E0D7ECE" w:rsidR="00874CA1" w:rsidRPr="00874CA1" w:rsidRDefault="00110D35" w:rsidP="00874CA1">
                <w:pPr>
                  <w:spacing w:before="60" w:after="60"/>
                  <w:jc w:val="both"/>
                  <w:rPr>
                    <w:bCs/>
                  </w:rPr>
                </w:pPr>
                <w:r>
                  <w:rPr>
                    <w:bCs/>
                  </w:rPr>
                  <w:t>M</w:t>
                </w:r>
                <w:r w:rsidR="00874CA1" w:rsidRPr="00874CA1">
                  <w:rPr>
                    <w:bCs/>
                  </w:rPr>
                  <w:t>ěstská část Praha 6</w:t>
                </w:r>
              </w:p>
            </w:tc>
          </w:sdtContent>
        </w:sdt>
      </w:tr>
      <w:tr w:rsidR="00874CA1" w:rsidRPr="00874CA1" w14:paraId="3F71E234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100F2B5B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Sídlo zadavatele:</w:t>
            </w:r>
          </w:p>
        </w:tc>
        <w:sdt>
          <w:sdtPr>
            <w:rPr>
              <w:bCs/>
            </w:rPr>
            <w:id w:val="-1527255100"/>
            <w:placeholder>
              <w:docPart w:val="931AB94F5BAD446BBFE6C62F4FD1AB38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30FEF10A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Čs. armády 601/23, Bubeneč, 16000 Praha 6</w:t>
                </w:r>
              </w:p>
            </w:tc>
          </w:sdtContent>
        </w:sdt>
      </w:tr>
      <w:tr w:rsidR="00874CA1" w:rsidRPr="00874CA1" w14:paraId="75326867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0EFFA901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IČO zadavatele:</w:t>
            </w:r>
          </w:p>
        </w:tc>
        <w:sdt>
          <w:sdtPr>
            <w:rPr>
              <w:bCs/>
            </w:rPr>
            <w:id w:val="2089418562"/>
            <w:placeholder>
              <w:docPart w:val="760A428094F8406E9F4EA9070E7EC899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0103431D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00063703</w:t>
                </w:r>
              </w:p>
            </w:tc>
          </w:sdtContent>
        </w:sdt>
      </w:tr>
      <w:tr w:rsidR="00874CA1" w:rsidRPr="00874CA1" w14:paraId="2C2DBD58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29DC3274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Právní forma zadavatele:</w:t>
            </w:r>
          </w:p>
        </w:tc>
        <w:sdt>
          <w:sdtPr>
            <w:rPr>
              <w:bCs/>
            </w:rPr>
            <w:alias w:val="Právní forma"/>
            <w:tag w:val="Právní forma"/>
            <w:id w:val="-1536579702"/>
            <w:placeholder>
              <w:docPart w:val="42C71AC25C9846A1AD0B67A9C57681CE"/>
            </w:placeholder>
            <w:comboBox>
              <w:listItem w:value="Zvolte položku."/>
              <w:listItem w:displayText="801 - obec nebo městská část hlavního města Prahy" w:value="801 - obec nebo městská část hlavního města Prahy"/>
              <w:listItem w:displayText="121 - akciová společnost" w:value="121 - akciová společnost"/>
              <w:listItem w:displayText="331 - příspěvková organizace" w:value="331 - příspěvková organizace"/>
              <w:listItem w:displayText="112 - společnost s ručením omezeným" w:value="112 - společnost s ručením omezeným"/>
              <w:listItem w:displayText="325 - organizační složka státu" w:value="325 - organizační složka státu"/>
              <w:listItem w:displayText="721 - církevní organizace a náboženské společnosti" w:value="721 - církevní organizace a náboženské společnosti"/>
              <w:listItem w:displayText="804 - kraj a hl. m. Praha" w:value="804 - kraj a hl. m. Praha"/>
            </w:comboBox>
          </w:sdtPr>
          <w:sdtEndPr/>
          <w:sdtContent>
            <w:tc>
              <w:tcPr>
                <w:tcW w:w="5791" w:type="dxa"/>
                <w:vAlign w:val="center"/>
              </w:tcPr>
              <w:p w14:paraId="7F8854E4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801 - obec nebo městská část hlavního města Prahy</w:t>
                </w:r>
              </w:p>
            </w:tc>
          </w:sdtContent>
        </w:sdt>
      </w:tr>
      <w:tr w:rsidR="00874CA1" w:rsidRPr="00874CA1" w14:paraId="59E4916A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1C59F06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Zastoupení zadavatele:</w:t>
            </w:r>
          </w:p>
        </w:tc>
        <w:sdt>
          <w:sdtPr>
            <w:rPr>
              <w:bCs/>
            </w:rPr>
            <w:id w:val="166073737"/>
            <w:placeholder>
              <w:docPart w:val="B4FD99BDA6FA4B36AF61BDE4418A733B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4572A303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Mgr. Jakub Stárek, starosta</w:t>
                </w:r>
              </w:p>
            </w:tc>
          </w:sdtContent>
        </w:sdt>
      </w:tr>
      <w:tr w:rsidR="00874CA1" w:rsidRPr="00874CA1" w14:paraId="558823BF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0AB7BDB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Adresa profilu zadavatele:</w:t>
            </w:r>
          </w:p>
        </w:tc>
        <w:sdt>
          <w:sdtPr>
            <w:rPr>
              <w:bCs/>
            </w:rPr>
            <w:id w:val="171997220"/>
            <w:placeholder>
              <w:docPart w:val="12A4640F349C40FE85E4F5A77DBE4C68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3DBB4D10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https://zakazky.praha6.cz/</w:t>
                </w:r>
              </w:p>
            </w:tc>
          </w:sdtContent>
        </w:sdt>
      </w:tr>
    </w:tbl>
    <w:p w14:paraId="2FCB57A8" w14:textId="7889EDFF" w:rsidR="00797F5A" w:rsidRDefault="00797F5A" w:rsidP="00797F5A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  <w:bookmarkStart w:id="6" w:name="_Hlk60322526"/>
      <w:bookmarkEnd w:id="4"/>
      <w:r>
        <w:t>(„</w:t>
      </w:r>
      <w:r w:rsidR="00104227">
        <w:rPr>
          <w:b/>
          <w:bCs/>
        </w:rPr>
        <w:t>veřejná zakázka</w:t>
      </w:r>
      <w:r>
        <w:t>“</w:t>
      </w:r>
      <w:r w:rsidR="002B63EA">
        <w:t>, „</w:t>
      </w:r>
      <w:r w:rsidR="002B63EA" w:rsidRPr="002B63EA">
        <w:rPr>
          <w:b/>
          <w:bCs/>
        </w:rPr>
        <w:t>zadavatel</w:t>
      </w:r>
      <w:r w:rsidR="002B63EA">
        <w:t>“</w:t>
      </w:r>
      <w:r>
        <w:t>)</w:t>
      </w:r>
      <w:bookmarkEnd w:id="5"/>
      <w:bookmarkEnd w:id="6"/>
    </w:p>
    <w:p w14:paraId="26EEA0E6" w14:textId="77777777" w:rsidR="00370681" w:rsidRPr="00E12D7E" w:rsidRDefault="00571D80" w:rsidP="00370681">
      <w:pPr>
        <w:pStyle w:val="Nadpis1"/>
        <w:keepLines w:val="0"/>
        <w:pageBreakBefore/>
      </w:pPr>
      <w:bookmarkStart w:id="7" w:name="_Toc56196926"/>
      <w:r>
        <w:lastRenderedPageBreak/>
        <w:t>Základní informace</w:t>
      </w:r>
      <w:r w:rsidR="009920D7">
        <w:t xml:space="preserve"> o </w:t>
      </w:r>
      <w:r>
        <w:t>dodavateli</w:t>
      </w:r>
      <w:bookmarkEnd w:id="7"/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1"/>
      </w:tblGrid>
      <w:tr w:rsidR="00104227" w14:paraId="3B398A5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2B9F5B5E" w14:textId="77777777" w:rsidR="00104227" w:rsidRPr="00CE431E" w:rsidRDefault="00104227" w:rsidP="006F0773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 w:rsidR="001D10F8"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5791" w:type="dxa"/>
            <w:vAlign w:val="center"/>
          </w:tcPr>
          <w:p w14:paraId="1B80E763" w14:textId="77777777" w:rsidR="00104227" w:rsidRPr="00EE7658" w:rsidRDefault="00525895" w:rsidP="006F0773">
            <w:pPr>
              <w:spacing w:before="60" w:after="60"/>
              <w:rPr>
                <w:rStyle w:val="Siln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6973450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297C3EF6" w14:textId="77777777" w:rsidR="00104227" w:rsidRPr="00EE7658" w:rsidRDefault="00104227" w:rsidP="006F0773">
            <w:pPr>
              <w:spacing w:before="60" w:after="60"/>
            </w:pPr>
            <w:r w:rsidRPr="00903708">
              <w:t>Sídlo</w:t>
            </w:r>
            <w:r w:rsidR="001D10F8">
              <w:rPr>
                <w:b/>
                <w:bCs/>
              </w:rPr>
              <w:t xml:space="preserve"> </w:t>
            </w:r>
            <w:r w:rsidR="001D10F8" w:rsidRPr="001D10F8">
              <w:t>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1E882EAC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116B646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062B7DB4" w14:textId="77777777" w:rsidR="00104227" w:rsidRPr="00EE7658" w:rsidRDefault="00104227" w:rsidP="006F0773">
            <w:pPr>
              <w:spacing w:before="60" w:after="60"/>
            </w:pPr>
            <w:r w:rsidRPr="00903708">
              <w:t>IČO</w:t>
            </w:r>
            <w:r w:rsidR="001D10F8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4D820E4C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1B9F82AD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FF6D738" w14:textId="77777777" w:rsidR="00104227" w:rsidRPr="00EE7658" w:rsidRDefault="005A00F6" w:rsidP="006F0773">
            <w:pPr>
              <w:spacing w:before="60" w:after="60"/>
            </w:pPr>
            <w:r>
              <w:t>DIČ</w:t>
            </w:r>
            <w:r w:rsidR="001D10F8" w:rsidRPr="001D10F8">
              <w:t xml:space="preserve"> 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1BAB7476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3A2C416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164D5FA" w14:textId="77777777" w:rsidR="00104227" w:rsidRPr="00CE431E" w:rsidRDefault="005A00F6" w:rsidP="006F0773">
            <w:pPr>
              <w:spacing w:before="60" w:after="60"/>
            </w:pPr>
            <w:r w:rsidRPr="00CE431E">
              <w:t>Zápis ve veřejném rejstříku:</w:t>
            </w:r>
          </w:p>
        </w:tc>
        <w:tc>
          <w:tcPr>
            <w:tcW w:w="5791" w:type="dxa"/>
            <w:vAlign w:val="center"/>
          </w:tcPr>
          <w:p w14:paraId="2471BB54" w14:textId="77777777" w:rsidR="00104227" w:rsidRPr="00EE7658" w:rsidRDefault="003B0D07" w:rsidP="006F0773">
            <w:pPr>
              <w:spacing w:before="60" w:after="60"/>
            </w:pPr>
            <w:r w:rsidRPr="00903708">
              <w:t>OR vedený</w:t>
            </w:r>
            <w:r w:rsidR="00525895">
              <w:t xml:space="preserve">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  <w:r>
              <w:t xml:space="preserve">, </w:t>
            </w:r>
            <w:proofErr w:type="spellStart"/>
            <w:r>
              <w:t>sp</w:t>
            </w:r>
            <w:proofErr w:type="spellEnd"/>
            <w:r>
              <w:t xml:space="preserve">. zn.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</w:p>
        </w:tc>
      </w:tr>
      <w:tr w:rsidR="003B0D07" w14:paraId="584DDF45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ED52B76" w14:textId="77777777" w:rsidR="003B0D07" w:rsidRPr="00EE7658" w:rsidRDefault="003B0D07" w:rsidP="006F0773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="002B63EA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62F1260E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257D0A5A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3E7B4165" w14:textId="77777777" w:rsidR="003B0D07" w:rsidRDefault="008E17B9" w:rsidP="006F0773">
            <w:pPr>
              <w:spacing w:before="60" w:after="60"/>
            </w:pPr>
            <w:r>
              <w:t>Telefon</w:t>
            </w:r>
            <w:r w:rsidR="002B63EA">
              <w:t xml:space="preserve"> </w:t>
            </w:r>
            <w:r w:rsidR="002B63EA"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198885AD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88125A" w14:paraId="47206DF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902E3A1" w14:textId="77777777" w:rsidR="0088125A" w:rsidRDefault="0088125A" w:rsidP="006F0773">
            <w:pPr>
              <w:spacing w:before="60" w:after="60"/>
            </w:pPr>
            <w:r>
              <w:t xml:space="preserve">E-mail </w:t>
            </w:r>
            <w:r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0EE37587" w14:textId="77777777" w:rsidR="0088125A" w:rsidRPr="009D4C0D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724BBCF0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226B5B4" w14:textId="77777777" w:rsidR="003B0D07" w:rsidRDefault="0086303A" w:rsidP="006F0773">
            <w:pPr>
              <w:spacing w:before="60" w:after="60"/>
            </w:pPr>
            <w:r>
              <w:t xml:space="preserve">Webová adresa </w:t>
            </w:r>
            <w:r w:rsidR="002B63EA" w:rsidRPr="001D10F8">
              <w:t>dodavatele</w:t>
            </w:r>
            <w:r w:rsidR="008E17B9">
              <w:t>:</w:t>
            </w:r>
          </w:p>
        </w:tc>
        <w:tc>
          <w:tcPr>
            <w:tcW w:w="5791" w:type="dxa"/>
            <w:vAlign w:val="center"/>
          </w:tcPr>
          <w:p w14:paraId="62159D9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4C04F8BB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E9C3288" w14:textId="77777777" w:rsidR="003B0D07" w:rsidRDefault="008E17B9" w:rsidP="006F0773">
            <w:pPr>
              <w:spacing w:before="60" w:after="60"/>
            </w:pPr>
            <w:r>
              <w:t>Kontaktní osoba – jméno:</w:t>
            </w:r>
          </w:p>
        </w:tc>
        <w:tc>
          <w:tcPr>
            <w:tcW w:w="5791" w:type="dxa"/>
            <w:vAlign w:val="center"/>
          </w:tcPr>
          <w:p w14:paraId="294B6240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52DCA95F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75C702B6" w14:textId="77777777" w:rsidR="003B0D07" w:rsidRDefault="008E17B9" w:rsidP="006F0773">
            <w:pPr>
              <w:spacing w:before="60" w:after="60"/>
            </w:pPr>
            <w:r>
              <w:t>Kontaktní osoba – telefon:</w:t>
            </w:r>
          </w:p>
        </w:tc>
        <w:tc>
          <w:tcPr>
            <w:tcW w:w="5791" w:type="dxa"/>
            <w:vAlign w:val="center"/>
          </w:tcPr>
          <w:p w14:paraId="6EBFE5B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6BB151B0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765A8025" w14:textId="77777777" w:rsidR="003B0D07" w:rsidRDefault="008E17B9" w:rsidP="006F0773">
            <w:pPr>
              <w:spacing w:before="60" w:after="60"/>
            </w:pPr>
            <w:r>
              <w:t>Kontaktní osoba – e-mail:</w:t>
            </w:r>
          </w:p>
        </w:tc>
        <w:tc>
          <w:tcPr>
            <w:tcW w:w="5791" w:type="dxa"/>
            <w:vAlign w:val="center"/>
          </w:tcPr>
          <w:p w14:paraId="08F2F51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3311597C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0C97C114" w14:textId="77777777" w:rsidR="003B0D07" w:rsidRDefault="008E17B9" w:rsidP="006F0773">
            <w:pPr>
              <w:spacing w:before="60" w:after="60"/>
            </w:pPr>
            <w:r>
              <w:t>Dodavatel je malý nebo střední podnik</w:t>
            </w:r>
            <w:r w:rsidR="00357B7E">
              <w:t>:</w:t>
            </w:r>
          </w:p>
        </w:tc>
        <w:tc>
          <w:tcPr>
            <w:tcW w:w="5791" w:type="dxa"/>
            <w:vAlign w:val="center"/>
          </w:tcPr>
          <w:p w14:paraId="34D6E4B9" w14:textId="77777777" w:rsidR="003B0D07" w:rsidRPr="00EE7658" w:rsidRDefault="006F0773" w:rsidP="006F0773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  <w:tr w:rsidR="0086303A" w14:paraId="17F4EA2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3BA2C071" w14:textId="77777777" w:rsidR="0086303A" w:rsidRDefault="0086303A" w:rsidP="006F0773">
            <w:pPr>
              <w:spacing w:before="60" w:after="60"/>
            </w:pPr>
            <w:r>
              <w:t>Dodavatel je zapsán</w:t>
            </w:r>
            <w:r w:rsidR="009920D7">
              <w:t xml:space="preserve"> v </w:t>
            </w:r>
            <w:r>
              <w:t>evidenci skutečných majitelů</w:t>
            </w:r>
            <w:r w:rsidR="00357B7E">
              <w:t>:</w:t>
            </w:r>
          </w:p>
        </w:tc>
        <w:tc>
          <w:tcPr>
            <w:tcW w:w="5791" w:type="dxa"/>
            <w:vAlign w:val="center"/>
          </w:tcPr>
          <w:p w14:paraId="6DBD7315" w14:textId="77777777" w:rsidR="0086303A" w:rsidRDefault="006F0773" w:rsidP="006F0773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</w:tbl>
    <w:p w14:paraId="29C6FDC8" w14:textId="77777777" w:rsidR="00370681" w:rsidRDefault="00370681" w:rsidP="00370681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  <w:r>
        <w:t>(„</w:t>
      </w:r>
      <w:r w:rsidRPr="00797F5A">
        <w:rPr>
          <w:b/>
          <w:bCs/>
        </w:rPr>
        <w:t>účastník</w:t>
      </w:r>
      <w:r>
        <w:t>“)</w:t>
      </w:r>
    </w:p>
    <w:p w14:paraId="5202BCEB" w14:textId="77777777" w:rsidR="00E12D7E" w:rsidRPr="0030491F" w:rsidRDefault="00902243" w:rsidP="00496FC9">
      <w:pPr>
        <w:pStyle w:val="Nadpis1"/>
        <w:keepLines w:val="0"/>
        <w:pageBreakBefore/>
      </w:pPr>
      <w:bookmarkStart w:id="8" w:name="_Toc56196927"/>
      <w:r>
        <w:lastRenderedPageBreak/>
        <w:t>Kvalifikace</w:t>
      </w:r>
      <w:bookmarkEnd w:id="8"/>
    </w:p>
    <w:p w14:paraId="00921B9F" w14:textId="77777777" w:rsidR="00521F89" w:rsidRPr="00521F89" w:rsidRDefault="00521F89" w:rsidP="00521F89">
      <w:pPr>
        <w:pStyle w:val="Tloslovan"/>
        <w:rPr>
          <w:rFonts w:eastAsia="Calibri"/>
          <w:lang w:eastAsia="cs-CZ"/>
        </w:rPr>
      </w:pPr>
      <w:bookmarkStart w:id="9" w:name="_Hlk87456960"/>
      <w:r w:rsidRPr="00521F89">
        <w:rPr>
          <w:rFonts w:eastAsia="Calibri"/>
          <w:lang w:eastAsia="cs-CZ"/>
        </w:rPr>
        <w:t>Účastník čestně prohlašuje, že splňuje základní způsobilost požadovanou zákonem č. 134/2016 Sb., o zadávání veřejných zakázek, ve znění pozdějších předpisů, („</w:t>
      </w:r>
      <w:r w:rsidRPr="00521F89">
        <w:rPr>
          <w:rFonts w:eastAsia="Calibri"/>
          <w:b/>
          <w:bCs/>
          <w:lang w:eastAsia="cs-CZ"/>
        </w:rPr>
        <w:t>ZZVZ</w:t>
      </w:r>
      <w:r w:rsidRPr="00521F89">
        <w:rPr>
          <w:rFonts w:eastAsia="Calibri"/>
          <w:lang w:eastAsia="cs-CZ"/>
        </w:rPr>
        <w:t>“), a zadavatelem pro plnění veřejné zakázky, která je uvedena v textové části zadávací dokumentace („</w:t>
      </w:r>
      <w:r w:rsidRPr="00521F89">
        <w:rPr>
          <w:rFonts w:eastAsia="Calibri"/>
          <w:b/>
          <w:bCs/>
          <w:lang w:eastAsia="cs-CZ"/>
        </w:rPr>
        <w:t>zadávací dokumentace</w:t>
      </w:r>
      <w:r w:rsidRPr="00521F89">
        <w:rPr>
          <w:rFonts w:eastAsia="Calibri"/>
          <w:lang w:eastAsia="cs-CZ"/>
        </w:rPr>
        <w:t>“) na veřejnou zakázku, a to v následujícím rozsahu, tedy že je účastníkem, který</w:t>
      </w:r>
      <w:r w:rsidRPr="00521F89">
        <w:rPr>
          <w:rFonts w:eastAsia="Calibri"/>
          <w:vertAlign w:val="superscript"/>
          <w:lang w:eastAsia="cs-CZ"/>
        </w:rPr>
        <w:footnoteReference w:id="1"/>
      </w:r>
      <w:r w:rsidRPr="00521F89">
        <w:rPr>
          <w:rFonts w:eastAsia="Calibri"/>
          <w:lang w:eastAsia="cs-CZ"/>
        </w:rPr>
        <w:t>:</w:t>
      </w:r>
    </w:p>
    <w:p w14:paraId="003A5F15" w14:textId="77777777" w:rsidR="00521F89" w:rsidRPr="00521F89" w:rsidRDefault="00521F89" w:rsidP="00521F89">
      <w:pPr>
        <w:pStyle w:val="Tloslovan"/>
        <w:numPr>
          <w:ilvl w:val="1"/>
          <w:numId w:val="40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nemá v České republice nebo v zemi svého sídla v evidenci daní zachycen splatný daňový nedoplatek ve vztahu ke spotřební dani,</w:t>
      </w:r>
    </w:p>
    <w:p w14:paraId="5A5E6492" w14:textId="77777777" w:rsidR="00521F89" w:rsidRPr="00521F89" w:rsidRDefault="00521F89" w:rsidP="00521F89">
      <w:pPr>
        <w:pStyle w:val="Tloslovan"/>
        <w:numPr>
          <w:ilvl w:val="1"/>
          <w:numId w:val="40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nemá v České republice nebo v zemi svého sídla splatný nedoplatek na pojistném nebo na penále na veřejné zdravotní pojištění,</w:t>
      </w:r>
    </w:p>
    <w:p w14:paraId="7245265D" w14:textId="77777777" w:rsidR="00521F89" w:rsidRPr="00521F89" w:rsidRDefault="00521F89" w:rsidP="00521F89">
      <w:pPr>
        <w:pStyle w:val="Tloslovan"/>
        <w:numPr>
          <w:ilvl w:val="1"/>
          <w:numId w:val="40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v případě, že účastník není zapsán v obchodním rejstříku, není v likvidaci, nebylo proti němu vydáno rozhodnutí o úpadku, nebyla vůči němu nařízena nucená správa podle jiného právního předpisu nebo není v obdobné situaci podle právního řádu země svého sídla.</w:t>
      </w:r>
    </w:p>
    <w:p w14:paraId="59047EB0" w14:textId="25FA77B7" w:rsidR="00990FFA" w:rsidRPr="00990FFA" w:rsidRDefault="00990FFA" w:rsidP="00990FFA">
      <w:pPr>
        <w:pStyle w:val="Tloslovan"/>
      </w:pPr>
      <w:r w:rsidRPr="00990FFA">
        <w:t xml:space="preserve">Účastník čestně prohlašuje, že splňuje technickou kvalifikaci požadovanou ZZVZ a zadavatelem pro plnění veřejné zakázky, která je uvedena v zadávací dokumentaci na veřejnou zakázku, tj. že poskytl požadované </w:t>
      </w:r>
      <w:sdt>
        <w:sdtPr>
          <w:rPr>
            <w:bCs/>
          </w:rPr>
          <w:alias w:val="Druh plnění"/>
          <w:tag w:val="Druh plnění"/>
          <w:id w:val="-1114212826"/>
          <w:placeholder>
            <w:docPart w:val="E2BCCDFE9510466D86156C595CA9CDF0"/>
          </w:placeholder>
          <w:comboBox>
            <w:listItem w:value="Zvolte položku."/>
            <w:listItem w:displayText="dodávky" w:value="dodávky"/>
            <w:listItem w:displayText="služby" w:value="služby"/>
          </w:comboBox>
        </w:sdtPr>
        <w:sdtEndPr/>
        <w:sdtContent>
          <w:r w:rsidRPr="00990FFA">
            <w:rPr>
              <w:bCs/>
            </w:rPr>
            <w:t>služby</w:t>
          </w:r>
        </w:sdtContent>
      </w:sdt>
      <w:r w:rsidRPr="00990FFA">
        <w:rPr>
          <w:bCs/>
        </w:rPr>
        <w:t>,</w:t>
      </w:r>
      <w:r w:rsidRPr="00990FFA">
        <w:t xml:space="preserve"> a to v následujícím rozsahu</w:t>
      </w:r>
      <w:r w:rsidRPr="00990FFA">
        <w:rPr>
          <w:rFonts w:eastAsia="Calibri"/>
          <w:lang w:eastAsia="cs-CZ"/>
        </w:rPr>
        <w:t>:</w:t>
      </w:r>
      <w:bookmarkEnd w:id="9"/>
    </w:p>
    <w:p w14:paraId="1C7D155C" w14:textId="72BBB0D8" w:rsidR="00990FFA" w:rsidRPr="00990FFA" w:rsidRDefault="00990FFA" w:rsidP="00990FFA">
      <w:pPr>
        <w:pStyle w:val="Tloneslovan"/>
        <w:numPr>
          <w:ilvl w:val="6"/>
          <w:numId w:val="16"/>
        </w:numPr>
        <w:rPr>
          <w:b/>
          <w:bCs/>
          <w:i/>
          <w:iCs/>
        </w:rPr>
      </w:pPr>
      <w:bookmarkStart w:id="10" w:name="_Hlk87455254"/>
      <w:r w:rsidRPr="00990FFA">
        <w:rPr>
          <w:b/>
          <w:bCs/>
          <w:i/>
          <w:iCs/>
          <w:lang w:eastAsia="cs-CZ"/>
        </w:rPr>
        <w:t xml:space="preserve">Významná </w:t>
      </w:r>
      <w:sdt>
        <w:sdtPr>
          <w:rPr>
            <w:b/>
            <w:bCs/>
            <w:i/>
            <w:iCs/>
            <w:lang w:eastAsia="cs-CZ"/>
          </w:rPr>
          <w:alias w:val="Druh plnění"/>
          <w:tag w:val="Druh plnění"/>
          <w:id w:val="-763769815"/>
          <w:placeholder>
            <w:docPart w:val="452D6D99948D4223806E3817829DD7F2"/>
          </w:placeholder>
          <w:comboBox>
            <w:listItem w:value="Zvolte položku."/>
            <w:listItem w:displayText="dodávka" w:value="dodávka"/>
            <w:listItem w:displayText="služba" w:value="služba"/>
          </w:comboBox>
        </w:sdtPr>
        <w:sdtEndPr/>
        <w:sdtContent>
          <w:r w:rsidRPr="00990FFA">
            <w:rPr>
              <w:b/>
              <w:bCs/>
              <w:i/>
              <w:iCs/>
              <w:lang w:eastAsia="cs-CZ"/>
            </w:rPr>
            <w:t>služba</w:t>
          </w:r>
        </w:sdtContent>
      </w:sdt>
      <w:r w:rsidRPr="00990FFA">
        <w:rPr>
          <w:b/>
          <w:bCs/>
          <w:i/>
          <w:iCs/>
          <w:lang w:eastAsia="cs-CZ"/>
        </w:rPr>
        <w:t xml:space="preserve"> č. 1*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990FFA" w:rsidRPr="003012B7" w14:paraId="6750ECE2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05A921B9" w14:textId="2BE039DF" w:rsidR="00990FFA" w:rsidRPr="00990FFA" w:rsidRDefault="00990FFA" w:rsidP="00F7263C">
            <w:pPr>
              <w:spacing w:before="60" w:after="60"/>
            </w:pPr>
            <w:r w:rsidRPr="00990FFA">
              <w:t xml:space="preserve">Název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17053329"/>
                <w:placeholder>
                  <w:docPart w:val="491F91D7E31343D18A65314DC9ADAF63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447F6BA2" w14:textId="77777777" w:rsidR="00990FFA" w:rsidRPr="003012B7" w:rsidRDefault="00990FFA" w:rsidP="00F7263C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990FFA" w:rsidRPr="003012B7" w14:paraId="7194DF29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269C7B6F" w14:textId="5C475C9A" w:rsidR="00990FFA" w:rsidRPr="00990FFA" w:rsidRDefault="00990FFA" w:rsidP="00F7263C">
            <w:pPr>
              <w:spacing w:before="60" w:after="60"/>
            </w:pPr>
            <w:r w:rsidRPr="00990FFA">
              <w:t xml:space="preserve">Objednatel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884983047"/>
                <w:placeholder>
                  <w:docPart w:val="FD7C73D671574E5B81363AA6DBCA9D4E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5C38294A" w14:textId="77777777" w:rsidR="00990FFA" w:rsidRPr="003012B7" w:rsidRDefault="00990FFA" w:rsidP="00F7263C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990FFA" w:rsidRPr="003012B7" w14:paraId="481869D6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77421B95" w14:textId="12CC6C08" w:rsidR="00990FFA" w:rsidRPr="00990FFA" w:rsidRDefault="00990FFA" w:rsidP="00F7263C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990FFA">
              <w:t xml:space="preserve">Stručný popis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2070229382"/>
                <w:placeholder>
                  <w:docPart w:val="21490AE9276A46F98EED37A7AD56F20F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3E290E5A" w14:textId="77777777" w:rsidR="00990FFA" w:rsidRPr="003012B7" w:rsidRDefault="00990FFA" w:rsidP="00F7263C">
            <w:pPr>
              <w:spacing w:before="60" w:after="60"/>
              <w:rPr>
                <w:rStyle w:val="Siln"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990FFA" w:rsidRPr="003012B7" w14:paraId="4ABEC1EF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6ABEA8B3" w14:textId="1BA71D19" w:rsidR="00990FFA" w:rsidRPr="00990FFA" w:rsidRDefault="004F74DE" w:rsidP="00F7263C">
            <w:pPr>
              <w:spacing w:before="60" w:after="60"/>
            </w:pPr>
            <w:sdt>
              <w:sdtPr>
                <w:id w:val="1053588437"/>
                <w:placeholder>
                  <w:docPart w:val="A41DF1FC53934384A39FAA51790AB0AB"/>
                </w:placeholder>
                <w:text/>
              </w:sdtPr>
              <w:sdtEndPr/>
              <w:sdtContent>
                <w:r w:rsidR="00990FFA">
                  <w:t>Služba byla poskytována v intravilánu obce:</w:t>
                </w:r>
              </w:sdtContent>
            </w:sdt>
          </w:p>
        </w:tc>
        <w:tc>
          <w:tcPr>
            <w:tcW w:w="4647" w:type="dxa"/>
            <w:vAlign w:val="center"/>
          </w:tcPr>
          <w:p w14:paraId="2F5AD589" w14:textId="624AFBD9" w:rsidR="00990FFA" w:rsidRPr="003012B7" w:rsidRDefault="00990FFA" w:rsidP="00F7263C">
            <w:pPr>
              <w:spacing w:before="60" w:after="60"/>
              <w:rPr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990FFA" w:rsidRPr="003012B7" w14:paraId="3DA21B0D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6BA11A18" w14:textId="42FBAA97" w:rsidR="00990FFA" w:rsidRPr="00990FFA" w:rsidRDefault="00990FFA" w:rsidP="00F7263C">
            <w:pPr>
              <w:spacing w:before="60" w:after="60"/>
            </w:pPr>
            <w:r w:rsidRPr="00990FFA">
              <w:t xml:space="preserve">Cena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1130860108"/>
                <w:placeholder>
                  <w:docPart w:val="59ACD41C7A2F496788288E3FF03A956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1E730561" w14:textId="77777777" w:rsidR="00990FFA" w:rsidRPr="003012B7" w:rsidRDefault="00990FFA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990FFA" w:rsidRPr="003012B7" w14:paraId="51F33C44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0EF4A023" w14:textId="7601E1AB" w:rsidR="00990FFA" w:rsidRPr="00990FFA" w:rsidRDefault="00990FFA" w:rsidP="00F7263C">
            <w:pPr>
              <w:spacing w:before="60" w:after="60"/>
            </w:pPr>
            <w:r w:rsidRPr="00990FFA">
              <w:t xml:space="preserve">Doba realizace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319736888"/>
                <w:placeholder>
                  <w:docPart w:val="5205E968CFB64547A9E3F8343277615A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59B00D18" w14:textId="77777777" w:rsidR="00990FFA" w:rsidRPr="003012B7" w:rsidRDefault="00990FFA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990FFA" w:rsidRPr="003012B7" w14:paraId="644BAA9C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7B5BE1C7" w14:textId="1C4478AA" w:rsidR="00990FFA" w:rsidRPr="00990FFA" w:rsidRDefault="00990FFA" w:rsidP="00F7263C">
            <w:pPr>
              <w:spacing w:before="60" w:after="60"/>
            </w:pPr>
            <w:r w:rsidRPr="00990FFA">
              <w:t xml:space="preserve">Místo realizace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853994523"/>
                <w:placeholder>
                  <w:docPart w:val="B58B26DF29974654A3B09E4559E0DC66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0EF190C6" w14:textId="77777777" w:rsidR="00990FFA" w:rsidRPr="003012B7" w:rsidRDefault="00990FFA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990FFA" w:rsidRPr="003012B7" w14:paraId="0C54DBA8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45DD02BB" w14:textId="6BC26086" w:rsidR="00990FFA" w:rsidRPr="00990FFA" w:rsidRDefault="00990FFA" w:rsidP="00F7263C">
            <w:pPr>
              <w:spacing w:before="60" w:after="60"/>
            </w:pPr>
            <w:r w:rsidRPr="00990FFA">
              <w:t xml:space="preserve">Kontaktní osoba objednatele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135268015"/>
                <w:placeholder>
                  <w:docPart w:val="CEB74B434C8A4CE58D5991FB5D516AE6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 xml:space="preserve"> (jméno, tel., e-mail):</w:t>
            </w:r>
          </w:p>
        </w:tc>
        <w:tc>
          <w:tcPr>
            <w:tcW w:w="4647" w:type="dxa"/>
            <w:vAlign w:val="center"/>
          </w:tcPr>
          <w:p w14:paraId="4ABE9487" w14:textId="77777777" w:rsidR="00990FFA" w:rsidRPr="003012B7" w:rsidRDefault="00990FFA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</w:tbl>
    <w:bookmarkEnd w:id="10"/>
    <w:p w14:paraId="2E7B82FD" w14:textId="5FFCD7F1" w:rsidR="00990FFA" w:rsidRPr="003012B7" w:rsidRDefault="00990FFA" w:rsidP="00990FFA">
      <w:pPr>
        <w:pStyle w:val="Tloslovan"/>
        <w:numPr>
          <w:ilvl w:val="0"/>
          <w:numId w:val="0"/>
        </w:numPr>
        <w:ind w:left="851"/>
        <w:rPr>
          <w:rFonts w:eastAsia="Calibri"/>
          <w:i/>
          <w:highlight w:val="yellow"/>
          <w:lang w:eastAsia="cs-CZ"/>
        </w:rPr>
      </w:pPr>
      <w:r w:rsidRPr="003012B7">
        <w:rPr>
          <w:rFonts w:eastAsia="Calibri"/>
          <w:i/>
          <w:highlight w:val="yellow"/>
          <w:lang w:eastAsia="cs-CZ"/>
        </w:rPr>
        <w:t>* v </w:t>
      </w:r>
      <w:r w:rsidRPr="00990FFA">
        <w:rPr>
          <w:rFonts w:eastAsia="Calibri"/>
          <w:i/>
          <w:highlight w:val="yellow"/>
          <w:lang w:eastAsia="cs-CZ"/>
        </w:rPr>
        <w:t xml:space="preserve">případě více </w:t>
      </w:r>
      <w:bookmarkStart w:id="11" w:name="_Hlk61833739"/>
      <w:sdt>
        <w:sdtPr>
          <w:rPr>
            <w:rFonts w:eastAsia="Calibri"/>
            <w:bCs/>
            <w:i/>
            <w:highlight w:val="yellow"/>
            <w:lang w:eastAsia="cs-CZ"/>
          </w:rPr>
          <w:alias w:val="Druh plnění"/>
          <w:tag w:val="Druh plnění"/>
          <w:id w:val="96536342"/>
          <w:placeholder>
            <w:docPart w:val="53712F33B6684C6FBD267C023CAA4045"/>
          </w:placeholder>
          <w:comboBox>
            <w:listItem w:value="Zvolte položku."/>
            <w:listItem w:displayText="dodávek" w:value="dodávek"/>
            <w:listItem w:displayText="služeb" w:value="služeb"/>
          </w:comboBox>
        </w:sdtPr>
        <w:sdtEndPr/>
        <w:sdtContent>
          <w:r w:rsidRPr="00990FFA">
            <w:rPr>
              <w:rFonts w:eastAsia="Calibri"/>
              <w:bCs/>
              <w:i/>
              <w:highlight w:val="yellow"/>
              <w:lang w:eastAsia="cs-CZ"/>
            </w:rPr>
            <w:t>služeb</w:t>
          </w:r>
        </w:sdtContent>
      </w:sdt>
      <w:bookmarkEnd w:id="11"/>
      <w:r w:rsidRPr="00990FFA">
        <w:rPr>
          <w:rFonts w:eastAsia="Calibri"/>
          <w:i/>
          <w:highlight w:val="yellow"/>
          <w:lang w:eastAsia="cs-CZ"/>
        </w:rPr>
        <w:t xml:space="preserve"> účastník tabulku </w:t>
      </w:r>
      <w:r w:rsidRPr="003012B7">
        <w:rPr>
          <w:rFonts w:eastAsia="Calibri"/>
          <w:i/>
          <w:highlight w:val="yellow"/>
          <w:lang w:eastAsia="cs-CZ"/>
        </w:rPr>
        <w:t>zkopíruje podle potřeby.</w:t>
      </w:r>
    </w:p>
    <w:p w14:paraId="535CFE46" w14:textId="33A9A2AA" w:rsidR="00990FFA" w:rsidRPr="00990FFA" w:rsidRDefault="00990FFA" w:rsidP="00990FFA">
      <w:pPr>
        <w:pStyle w:val="Tloslovan"/>
        <w:numPr>
          <w:ilvl w:val="0"/>
          <w:numId w:val="0"/>
        </w:numPr>
        <w:ind w:left="851"/>
      </w:pPr>
      <w:bookmarkStart w:id="12" w:name="_Hlk61846023"/>
      <w:r w:rsidRPr="00990FFA">
        <w:lastRenderedPageBreak/>
        <w:t xml:space="preserve">Účastník čestně prohlašuje, že </w:t>
      </w:r>
      <w:r w:rsidRPr="00990FFA">
        <w:rPr>
          <w:rFonts w:eastAsia="Calibri"/>
        </w:rPr>
        <w:t xml:space="preserve">výše </w:t>
      </w:r>
      <w:bookmarkStart w:id="13" w:name="_Hlk39183420"/>
      <w:r w:rsidRPr="00990FFA">
        <w:rPr>
          <w:rFonts w:eastAsia="Calibri"/>
        </w:rPr>
        <w:t xml:space="preserve">uvedené </w:t>
      </w:r>
      <w:bookmarkEnd w:id="13"/>
      <w:sdt>
        <w:sdtPr>
          <w:rPr>
            <w:bCs/>
          </w:rPr>
          <w:alias w:val="Druh plnění"/>
          <w:tag w:val="Druh plnění"/>
          <w:id w:val="1857462655"/>
          <w:placeholder>
            <w:docPart w:val="3B77E252F4AF4012BE3FE8BCDAD98771"/>
          </w:placeholder>
          <w:comboBox>
            <w:listItem w:value="Zvolte položku."/>
            <w:listItem w:displayText="dodávky" w:value="dodávky"/>
            <w:listItem w:displayText="služby" w:value="služby"/>
          </w:comboBox>
        </w:sdtPr>
        <w:sdtEndPr/>
        <w:sdtContent>
          <w:r w:rsidRPr="00990FFA">
            <w:rPr>
              <w:bCs/>
            </w:rPr>
            <w:t>služby</w:t>
          </w:r>
        </w:sdtContent>
      </w:sdt>
      <w:r w:rsidRPr="00990FFA">
        <w:rPr>
          <w:rFonts w:eastAsia="Calibri"/>
        </w:rPr>
        <w:t xml:space="preserve"> </w:t>
      </w:r>
      <w:bookmarkStart w:id="14" w:name="_Hlk39183444"/>
      <w:r w:rsidRPr="00990FFA">
        <w:rPr>
          <w:rFonts w:eastAsia="Calibri"/>
        </w:rPr>
        <w:t>poskytl řádně, odborně a vča</w:t>
      </w:r>
      <w:bookmarkEnd w:id="14"/>
      <w:r w:rsidRPr="00990FFA">
        <w:rPr>
          <w:rFonts w:eastAsia="Calibri"/>
        </w:rPr>
        <w:t>s.</w:t>
      </w:r>
    </w:p>
    <w:p w14:paraId="31939F85" w14:textId="77777777" w:rsidR="00990FFA" w:rsidRPr="00990FFA" w:rsidRDefault="00990FFA" w:rsidP="00990FFA">
      <w:pPr>
        <w:pStyle w:val="Tloslovan"/>
      </w:pPr>
      <w:r w:rsidRPr="00990FFA">
        <w:t>Účastník čestně prohlašuje, že splňuje technickou kvalifikaci požadovanou ZZVZ a zadavatelem pro plnění veřejné zakázky, která je uvedena v zadávací dokumentaci na veřejnou zakázku, tj. že má pro plnění veřejné zakázky k dispozici požadovaný realizační tým, a to v následujícím rozsahu</w:t>
      </w:r>
      <w:bookmarkEnd w:id="12"/>
      <w:r w:rsidRPr="00990FFA">
        <w:rPr>
          <w:rFonts w:eastAsia="Calibri"/>
          <w:lang w:eastAsia="cs-CZ"/>
        </w:rPr>
        <w:t>:</w:t>
      </w:r>
    </w:p>
    <w:p w14:paraId="075B6DDD" w14:textId="3AB14D65" w:rsidR="00990FFA" w:rsidRPr="00990FFA" w:rsidRDefault="00990FFA" w:rsidP="00990FFA">
      <w:pPr>
        <w:pStyle w:val="Tloneslovan"/>
        <w:rPr>
          <w:b/>
          <w:bCs/>
          <w:i/>
          <w:iCs/>
        </w:rPr>
      </w:pPr>
      <w:r w:rsidRPr="00990FFA">
        <w:rPr>
          <w:b/>
          <w:i/>
          <w:iCs/>
        </w:rPr>
        <w:t>Manažer zakázky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990FFA" w:rsidRPr="003012B7" w14:paraId="0817B41A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599261C5" w14:textId="77777777" w:rsidR="00990FFA" w:rsidRPr="00990FFA" w:rsidRDefault="00990FFA" w:rsidP="00F7263C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5FBD9C07" w14:textId="77777777" w:rsidR="00990FFA" w:rsidRPr="006536AF" w:rsidRDefault="00990FFA" w:rsidP="00F7263C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990FFA" w:rsidRPr="003012B7" w14:paraId="1C769932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0B72D2C2" w14:textId="77777777" w:rsidR="00990FFA" w:rsidRPr="00990FFA" w:rsidRDefault="00990FFA" w:rsidP="00F7263C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990FFA">
              <w:t>Praxe:</w:t>
            </w:r>
          </w:p>
        </w:tc>
        <w:tc>
          <w:tcPr>
            <w:tcW w:w="4647" w:type="dxa"/>
            <w:vAlign w:val="center"/>
          </w:tcPr>
          <w:p w14:paraId="4F0C0DB4" w14:textId="77777777" w:rsidR="00990FFA" w:rsidRPr="00871C9A" w:rsidRDefault="00990FFA" w:rsidP="00F7263C">
            <w:pPr>
              <w:spacing w:before="60" w:after="60"/>
              <w:rPr>
                <w:rStyle w:val="Siln"/>
                <w:b w:val="0"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990FFA" w:rsidRPr="003012B7" w14:paraId="153F43D6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0CDFCEBC" w14:textId="4784564F" w:rsidR="00990FFA" w:rsidRPr="00990FFA" w:rsidRDefault="00990FFA" w:rsidP="00F7263C">
            <w:pPr>
              <w:spacing w:before="60" w:after="60"/>
            </w:pPr>
            <w:r w:rsidRPr="00990FFA">
              <w:t xml:space="preserve">Zkušenosti s obdobnými zakázkami pro účely kvalifikace (vč. </w:t>
            </w:r>
            <w:proofErr w:type="spellStart"/>
            <w:r w:rsidRPr="00990FFA">
              <w:t>poř</w:t>
            </w:r>
            <w:proofErr w:type="spellEnd"/>
            <w:r w:rsidRPr="00990FFA">
              <w:t>. č., názvu, objednatele, popisu, ceny, doby realizace, místa realizace</w:t>
            </w:r>
            <w:r w:rsidR="00521F89">
              <w:t>, vykonávané pozice</w:t>
            </w:r>
            <w:r w:rsidRPr="00990FFA">
              <w:t xml:space="preserve"> a kontaktní osoby):</w:t>
            </w:r>
          </w:p>
        </w:tc>
        <w:tc>
          <w:tcPr>
            <w:tcW w:w="4647" w:type="dxa"/>
            <w:vAlign w:val="center"/>
          </w:tcPr>
          <w:p w14:paraId="010AC549" w14:textId="77777777" w:rsidR="00990FFA" w:rsidRPr="006536AF" w:rsidRDefault="00990FFA" w:rsidP="00F7263C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990FFA" w:rsidRPr="003012B7" w14:paraId="52BCC0EA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371A12B4" w14:textId="77777777" w:rsidR="00990FFA" w:rsidRPr="00990FFA" w:rsidRDefault="00990FFA" w:rsidP="00F7263C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7E4C5DF0" w14:textId="77777777" w:rsidR="00990FFA" w:rsidRPr="006536AF" w:rsidRDefault="00990FFA" w:rsidP="00F7263C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990FFA" w:rsidRPr="003012B7" w14:paraId="203A22C2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2E41AD3F" w14:textId="77777777" w:rsidR="00990FFA" w:rsidRPr="00990FFA" w:rsidRDefault="00990FFA" w:rsidP="00F7263C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28A0145E" w14:textId="77777777" w:rsidR="00990FFA" w:rsidRPr="006536AF" w:rsidRDefault="00990FFA" w:rsidP="00F7263C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39D698EE" w14:textId="305859C0" w:rsidR="00990FFA" w:rsidRPr="00521F89" w:rsidRDefault="00521F89" w:rsidP="00990FFA">
      <w:pPr>
        <w:pStyle w:val="Tloneslovan"/>
        <w:rPr>
          <w:b/>
          <w:bCs/>
          <w:i/>
          <w:iCs/>
        </w:rPr>
      </w:pPr>
      <w:bookmarkStart w:id="15" w:name="_Hlk61845577"/>
      <w:r w:rsidRPr="00521F89">
        <w:rPr>
          <w:b/>
          <w:i/>
          <w:iCs/>
        </w:rPr>
        <w:t>Manažer úklidových prací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990FFA" w:rsidRPr="003012B7" w14:paraId="1B912A9D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78B5C045" w14:textId="77777777" w:rsidR="00990FFA" w:rsidRPr="00990FFA" w:rsidRDefault="00990FFA" w:rsidP="00F7263C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6F9E00CA" w14:textId="77777777" w:rsidR="00990FFA" w:rsidRPr="006536AF" w:rsidRDefault="00990FFA" w:rsidP="00F7263C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990FFA" w:rsidRPr="003012B7" w14:paraId="496BFB62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53CAEB86" w14:textId="77777777" w:rsidR="00990FFA" w:rsidRPr="00990FFA" w:rsidRDefault="00990FFA" w:rsidP="00F7263C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990FFA">
              <w:t>Praxe:</w:t>
            </w:r>
          </w:p>
        </w:tc>
        <w:tc>
          <w:tcPr>
            <w:tcW w:w="4647" w:type="dxa"/>
            <w:vAlign w:val="center"/>
          </w:tcPr>
          <w:p w14:paraId="2ABA556D" w14:textId="77777777" w:rsidR="00990FFA" w:rsidRPr="00871C9A" w:rsidRDefault="00990FFA" w:rsidP="00F7263C">
            <w:pPr>
              <w:spacing w:before="60" w:after="60"/>
              <w:rPr>
                <w:rStyle w:val="Siln"/>
                <w:b w:val="0"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990FFA" w:rsidRPr="003012B7" w14:paraId="5FAD04CF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4E97AEB3" w14:textId="46658F80" w:rsidR="00990FFA" w:rsidRPr="00990FFA" w:rsidRDefault="00990FFA" w:rsidP="00F7263C">
            <w:pPr>
              <w:spacing w:before="60" w:after="60"/>
            </w:pPr>
            <w:r w:rsidRPr="00990FFA">
              <w:t xml:space="preserve">Zkušenosti s obdobnými zakázkami pro účely kvalifikace (vč. </w:t>
            </w:r>
            <w:proofErr w:type="spellStart"/>
            <w:r w:rsidRPr="00990FFA">
              <w:t>poř</w:t>
            </w:r>
            <w:proofErr w:type="spellEnd"/>
            <w:r w:rsidRPr="00990FFA">
              <w:t>. č., názvu, objednatele, popisu, ceny, doby realizace, místa realizace</w:t>
            </w:r>
            <w:r w:rsidR="00521F89">
              <w:t>, vykonávané pozice</w:t>
            </w:r>
            <w:r w:rsidRPr="00990FFA">
              <w:t xml:space="preserve"> a kontaktní osoby):</w:t>
            </w:r>
          </w:p>
        </w:tc>
        <w:tc>
          <w:tcPr>
            <w:tcW w:w="4647" w:type="dxa"/>
            <w:vAlign w:val="center"/>
          </w:tcPr>
          <w:p w14:paraId="2C15E989" w14:textId="77777777" w:rsidR="00990FFA" w:rsidRPr="006536AF" w:rsidRDefault="00990FFA" w:rsidP="00F7263C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990FFA" w:rsidRPr="003012B7" w14:paraId="5524B7C8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0B9E6373" w14:textId="77777777" w:rsidR="00990FFA" w:rsidRPr="00990FFA" w:rsidRDefault="00990FFA" w:rsidP="00F7263C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5659FBFB" w14:textId="77777777" w:rsidR="00990FFA" w:rsidRPr="006536AF" w:rsidRDefault="00990FFA" w:rsidP="00F7263C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990FFA" w:rsidRPr="003012B7" w14:paraId="4E3169EC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7CAB4733" w14:textId="77777777" w:rsidR="00990FFA" w:rsidRPr="00990FFA" w:rsidRDefault="00990FFA" w:rsidP="00F7263C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51D75DAC" w14:textId="77777777" w:rsidR="00990FFA" w:rsidRPr="006536AF" w:rsidRDefault="00990FFA" w:rsidP="00F7263C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71542053" w14:textId="00E3FF06" w:rsidR="00990FFA" w:rsidRPr="006942DF" w:rsidRDefault="00990FFA" w:rsidP="00990FFA">
      <w:pPr>
        <w:pStyle w:val="Tloslovan"/>
        <w:numPr>
          <w:ilvl w:val="0"/>
          <w:numId w:val="0"/>
        </w:numPr>
        <w:ind w:left="851"/>
        <w:rPr>
          <w:rFonts w:eastAsia="Calibri"/>
          <w:lang w:eastAsia="cs-CZ"/>
        </w:rPr>
      </w:pPr>
      <w:r w:rsidRPr="00990FFA">
        <w:t xml:space="preserve">Účastník čestně prohlašuje, že </w:t>
      </w:r>
      <w:r w:rsidRPr="00990FFA">
        <w:rPr>
          <w:rFonts w:eastAsia="Calibri"/>
        </w:rPr>
        <w:t>výše uvedené osoby se budou podílet na plnění veřejné zakázky.</w:t>
      </w:r>
    </w:p>
    <w:bookmarkEnd w:id="15"/>
    <w:p w14:paraId="627370A2" w14:textId="2FB5E53B" w:rsidR="00521F89" w:rsidRDefault="00521F89" w:rsidP="00521F89">
      <w:pPr>
        <w:pStyle w:val="Tloslovan"/>
      </w:pPr>
      <w:r>
        <w:t>Účastník čestně prohlašuje, že splňuje technickou kvalifikaci požadovanou</w:t>
      </w:r>
      <w:r w:rsidR="002975C9" w:rsidRPr="002975C9">
        <w:t xml:space="preserve"> dle § 79 odst. 2 písm. j) </w:t>
      </w:r>
      <w:r>
        <w:t xml:space="preserve">ZZVZ a zadavatelem pro plnění veřejné zakázky, která je uvedena v zadávací dokumentaci na veřejnou zakázku, tj. předkládá přehled nástrojů nebo pomůcek, provozních nebo technických zařízení, </w:t>
      </w:r>
      <w:r w:rsidR="002975C9" w:rsidRPr="002975C9">
        <w:t xml:space="preserve">a to </w:t>
      </w:r>
      <w:r w:rsidR="002975C9" w:rsidRPr="002975C9">
        <w:rPr>
          <w:b/>
          <w:bCs/>
        </w:rPr>
        <w:t>včetně</w:t>
      </w:r>
      <w:r w:rsidR="002975C9" w:rsidRPr="002975C9">
        <w:t xml:space="preserve"> prohlášení o neexistenci jakéhokoliv omezení vlastnického práva k předmětným nástrojům, tak aby je bylo možné zcela volně využívat od prvního dne po podpisu smlouvy na plnění veřejné zakázky</w:t>
      </w:r>
      <w:r>
        <w:t>:</w:t>
      </w:r>
    </w:p>
    <w:p w14:paraId="01B4DCAF" w14:textId="77777777" w:rsidR="00521F89" w:rsidRDefault="00521F89" w:rsidP="00521F89">
      <w:pPr>
        <w:pStyle w:val="Tloslovan"/>
        <w:keepNext/>
        <w:numPr>
          <w:ilvl w:val="0"/>
          <w:numId w:val="0"/>
        </w:numPr>
        <w:ind w:left="851"/>
        <w:rPr>
          <w:b/>
          <w:bCs/>
          <w:i/>
          <w:iCs/>
        </w:rPr>
      </w:pPr>
      <w:r>
        <w:rPr>
          <w:rFonts w:eastAsia="Calibri"/>
          <w:b/>
          <w:bCs/>
          <w:i/>
          <w:iCs/>
          <w:lang w:eastAsia="cs-CZ"/>
        </w:rPr>
        <w:lastRenderedPageBreak/>
        <w:t>Přehled provozních a technických zařízení: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4"/>
        <w:gridCol w:w="4225"/>
      </w:tblGrid>
      <w:tr w:rsidR="00521F89" w14:paraId="7F54CE80" w14:textId="77777777" w:rsidTr="002975C9">
        <w:trPr>
          <w:trHeight w:val="454"/>
        </w:trPr>
        <w:tc>
          <w:tcPr>
            <w:tcW w:w="3994" w:type="dxa"/>
            <w:hideMark/>
          </w:tcPr>
          <w:p w14:paraId="1282D349" w14:textId="1ABD391F" w:rsidR="00521F89" w:rsidRDefault="002975C9" w:rsidP="00F7263C">
            <w:pPr>
              <w:spacing w:before="60" w:after="60"/>
            </w:pPr>
            <w:r>
              <w:t>a)</w:t>
            </w:r>
            <w:r>
              <w:rPr>
                <w:bCs/>
              </w:rPr>
              <w:t xml:space="preserve"> Nákladní</w:t>
            </w:r>
            <w:r w:rsidRPr="002975C9">
              <w:rPr>
                <w:bCs/>
              </w:rPr>
              <w:t xml:space="preserve"> vůz typu multikára</w:t>
            </w:r>
            <w:r>
              <w:rPr>
                <w:bCs/>
              </w:rPr>
              <w:t xml:space="preserve"> – 3x</w:t>
            </w:r>
          </w:p>
        </w:tc>
        <w:tc>
          <w:tcPr>
            <w:tcW w:w="4225" w:type="dxa"/>
            <w:vAlign w:val="center"/>
            <w:hideMark/>
          </w:tcPr>
          <w:p w14:paraId="3FF0435B" w14:textId="14D80D23" w:rsidR="00521F89" w:rsidRDefault="002975C9" w:rsidP="00F7263C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2975C9" w14:paraId="745B37BC" w14:textId="77777777" w:rsidTr="002975C9">
        <w:trPr>
          <w:trHeight w:val="454"/>
        </w:trPr>
        <w:tc>
          <w:tcPr>
            <w:tcW w:w="3994" w:type="dxa"/>
          </w:tcPr>
          <w:p w14:paraId="6B102501" w14:textId="096B02AD" w:rsidR="002975C9" w:rsidRDefault="002975C9" w:rsidP="002975C9">
            <w:pPr>
              <w:pStyle w:val="Psmena"/>
              <w:numPr>
                <w:ilvl w:val="0"/>
                <w:numId w:val="0"/>
              </w:numPr>
              <w:jc w:val="left"/>
            </w:pPr>
            <w:r w:rsidRPr="002975C9">
              <w:rPr>
                <w:bCs/>
              </w:rPr>
              <w:t>b)</w:t>
            </w:r>
            <w:r>
              <w:t xml:space="preserve"> Lehký</w:t>
            </w:r>
            <w:r w:rsidRPr="002975C9">
              <w:t xml:space="preserve"> nákladní automobil kontejnerový</w:t>
            </w:r>
            <w:r>
              <w:t xml:space="preserve"> – 1x</w:t>
            </w:r>
          </w:p>
        </w:tc>
        <w:tc>
          <w:tcPr>
            <w:tcW w:w="4225" w:type="dxa"/>
            <w:vAlign w:val="center"/>
          </w:tcPr>
          <w:p w14:paraId="65687B9E" w14:textId="4B743010" w:rsidR="002975C9" w:rsidRDefault="002975C9" w:rsidP="00F7263C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2975C9" w14:paraId="7E573735" w14:textId="77777777" w:rsidTr="002975C9">
        <w:trPr>
          <w:trHeight w:val="454"/>
        </w:trPr>
        <w:tc>
          <w:tcPr>
            <w:tcW w:w="3994" w:type="dxa"/>
          </w:tcPr>
          <w:p w14:paraId="15F7E6EC" w14:textId="1C383AD0" w:rsidR="002975C9" w:rsidRDefault="002975C9" w:rsidP="00F7263C">
            <w:pPr>
              <w:spacing w:before="60" w:after="60"/>
            </w:pPr>
            <w:r>
              <w:t>c)</w:t>
            </w:r>
            <w:r w:rsidRPr="002975C9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K</w:t>
            </w:r>
            <w:r w:rsidRPr="002975C9">
              <w:rPr>
                <w:bCs/>
              </w:rPr>
              <w:t>ontejner</w:t>
            </w:r>
          </w:p>
        </w:tc>
        <w:tc>
          <w:tcPr>
            <w:tcW w:w="4225" w:type="dxa"/>
            <w:vAlign w:val="center"/>
          </w:tcPr>
          <w:p w14:paraId="6262AB6C" w14:textId="4364B0B3" w:rsidR="002975C9" w:rsidRDefault="002975C9" w:rsidP="00F7263C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2975C9" w14:paraId="6244F4C0" w14:textId="77777777" w:rsidTr="002975C9">
        <w:trPr>
          <w:trHeight w:val="454"/>
        </w:trPr>
        <w:tc>
          <w:tcPr>
            <w:tcW w:w="3994" w:type="dxa"/>
          </w:tcPr>
          <w:p w14:paraId="33A997CE" w14:textId="7ACC6E60" w:rsidR="002975C9" w:rsidRDefault="002975C9" w:rsidP="002975C9">
            <w:pPr>
              <w:spacing w:before="60" w:after="60"/>
            </w:pPr>
            <w:r>
              <w:t xml:space="preserve">d) Fukar – 10x </w:t>
            </w:r>
            <w:r w:rsidRPr="002975C9">
              <w:rPr>
                <w:bCs/>
              </w:rPr>
              <w:t>(z toho minimální počet s elektrickým pohonem 5x)</w:t>
            </w:r>
          </w:p>
        </w:tc>
        <w:tc>
          <w:tcPr>
            <w:tcW w:w="4225" w:type="dxa"/>
            <w:vAlign w:val="center"/>
          </w:tcPr>
          <w:p w14:paraId="0C318195" w14:textId="08DBA988" w:rsidR="002975C9" w:rsidRDefault="002975C9" w:rsidP="00F7263C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2975C9" w14:paraId="58D50E93" w14:textId="77777777" w:rsidTr="002975C9">
        <w:trPr>
          <w:trHeight w:val="454"/>
        </w:trPr>
        <w:tc>
          <w:tcPr>
            <w:tcW w:w="3994" w:type="dxa"/>
          </w:tcPr>
          <w:p w14:paraId="65987206" w14:textId="4AF36AF2" w:rsidR="002975C9" w:rsidRDefault="002975C9" w:rsidP="002975C9">
            <w:pPr>
              <w:spacing w:before="60" w:after="60"/>
            </w:pPr>
            <w:r w:rsidRPr="002975C9">
              <w:rPr>
                <w:bCs/>
              </w:rPr>
              <w:t>e)</w:t>
            </w:r>
            <w:r>
              <w:rPr>
                <w:bCs/>
              </w:rPr>
              <w:t xml:space="preserve"> </w:t>
            </w:r>
            <w:r w:rsidRPr="002975C9">
              <w:rPr>
                <w:bCs/>
              </w:rPr>
              <w:t>Nákladní vůz typu multikára s kartáčem, pluhem, sypačem – 5x</w:t>
            </w:r>
          </w:p>
        </w:tc>
        <w:tc>
          <w:tcPr>
            <w:tcW w:w="4225" w:type="dxa"/>
            <w:vAlign w:val="center"/>
          </w:tcPr>
          <w:p w14:paraId="245B2CDE" w14:textId="6E038C76" w:rsidR="002975C9" w:rsidRDefault="002975C9" w:rsidP="00F7263C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2975C9" w14:paraId="3C2A4C5A" w14:textId="77777777" w:rsidTr="002975C9">
        <w:trPr>
          <w:trHeight w:val="454"/>
        </w:trPr>
        <w:tc>
          <w:tcPr>
            <w:tcW w:w="3994" w:type="dxa"/>
          </w:tcPr>
          <w:p w14:paraId="668B895F" w14:textId="1E198785" w:rsidR="002975C9" w:rsidRDefault="002975C9" w:rsidP="00F7263C">
            <w:pPr>
              <w:spacing w:before="60" w:after="60"/>
            </w:pPr>
            <w:r>
              <w:t>f) S</w:t>
            </w:r>
            <w:r w:rsidRPr="002975C9">
              <w:rPr>
                <w:bCs/>
              </w:rPr>
              <w:t>amosběrný zametací stroj s</w:t>
            </w:r>
            <w:r>
              <w:rPr>
                <w:bCs/>
              </w:rPr>
              <w:t> </w:t>
            </w:r>
            <w:proofErr w:type="spellStart"/>
            <w:r w:rsidRPr="002975C9">
              <w:rPr>
                <w:bCs/>
              </w:rPr>
              <w:t>předkropem</w:t>
            </w:r>
            <w:proofErr w:type="spellEnd"/>
            <w:r>
              <w:rPr>
                <w:bCs/>
              </w:rPr>
              <w:t xml:space="preserve"> – 3x</w:t>
            </w:r>
          </w:p>
        </w:tc>
        <w:tc>
          <w:tcPr>
            <w:tcW w:w="4225" w:type="dxa"/>
            <w:vAlign w:val="center"/>
          </w:tcPr>
          <w:p w14:paraId="1221F7C0" w14:textId="193084B4" w:rsidR="002975C9" w:rsidRDefault="002975C9" w:rsidP="00F7263C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2975C9" w14:paraId="447EF032" w14:textId="77777777" w:rsidTr="002975C9">
        <w:trPr>
          <w:trHeight w:val="454"/>
        </w:trPr>
        <w:tc>
          <w:tcPr>
            <w:tcW w:w="3994" w:type="dxa"/>
          </w:tcPr>
          <w:p w14:paraId="24970916" w14:textId="64D631F4" w:rsidR="002975C9" w:rsidRDefault="002975C9" w:rsidP="00F7263C">
            <w:pPr>
              <w:spacing w:before="60" w:after="60"/>
            </w:pPr>
            <w:r>
              <w:t>g) E</w:t>
            </w:r>
            <w:r w:rsidRPr="002975C9">
              <w:t>lektrický stroj na čištění psích exkrementů</w:t>
            </w:r>
            <w:r>
              <w:t xml:space="preserve"> – 5x</w:t>
            </w:r>
          </w:p>
        </w:tc>
        <w:tc>
          <w:tcPr>
            <w:tcW w:w="4225" w:type="dxa"/>
            <w:vAlign w:val="center"/>
          </w:tcPr>
          <w:p w14:paraId="51444E5C" w14:textId="755FAE5A" w:rsidR="002975C9" w:rsidRDefault="002975C9" w:rsidP="00F7263C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</w:tbl>
    <w:p w14:paraId="11441F35" w14:textId="77777777" w:rsidR="002975C9" w:rsidRPr="002975C9" w:rsidRDefault="002975C9" w:rsidP="002975C9">
      <w:pPr>
        <w:pStyle w:val="Tloslovan"/>
        <w:numPr>
          <w:ilvl w:val="6"/>
          <w:numId w:val="10"/>
        </w:numPr>
      </w:pPr>
      <w:r>
        <w:t xml:space="preserve">Účastník </w:t>
      </w:r>
      <w:r w:rsidRPr="00990FFA">
        <w:t xml:space="preserve">čestně prohlašuje, že </w:t>
      </w:r>
      <w:r w:rsidRPr="00990FFA">
        <w:rPr>
          <w:rFonts w:eastAsia="Calibri"/>
        </w:rPr>
        <w:t>výše uveden</w:t>
      </w:r>
      <w:r>
        <w:rPr>
          <w:rFonts w:eastAsia="Calibri"/>
        </w:rPr>
        <w:t>á provozní a technická zařízení b</w:t>
      </w:r>
      <w:r w:rsidRPr="00990FFA">
        <w:rPr>
          <w:rFonts w:eastAsia="Calibri"/>
        </w:rPr>
        <w:t>ud</w:t>
      </w:r>
      <w:r>
        <w:rPr>
          <w:rFonts w:eastAsia="Calibri"/>
        </w:rPr>
        <w:t xml:space="preserve">e </w:t>
      </w:r>
      <w:r w:rsidRPr="002975C9">
        <w:t>možné zcela volně využívat od prvního dne po podpisu smlouvy na plnění veřejné zakázky</w:t>
      </w:r>
      <w:r>
        <w:t>.</w:t>
      </w:r>
      <w:r w:rsidRPr="00990FFA">
        <w:rPr>
          <w:rFonts w:eastAsia="Calibri"/>
        </w:rPr>
        <w:t xml:space="preserve"> </w:t>
      </w:r>
    </w:p>
    <w:p w14:paraId="6A7544AD" w14:textId="72E8B3E8" w:rsidR="002975C9" w:rsidRPr="002975C9" w:rsidRDefault="002975C9" w:rsidP="002975C9">
      <w:pPr>
        <w:pStyle w:val="Tloslovan"/>
        <w:numPr>
          <w:ilvl w:val="6"/>
          <w:numId w:val="10"/>
        </w:numPr>
      </w:pPr>
      <w:r>
        <w:t xml:space="preserve">Účastník čestně prohlašuje, že </w:t>
      </w:r>
      <w:r w:rsidR="00341DE1" w:rsidRPr="00341DE1">
        <w:t xml:space="preserve">minimálně 50 % techniky, která bude dodavatelem používána k plnění veřejné zakázky, </w:t>
      </w:r>
      <w:r w:rsidR="00341DE1">
        <w:t>splňuje</w:t>
      </w:r>
      <w:r w:rsidR="00341DE1" w:rsidRPr="00341DE1">
        <w:t xml:space="preserve"> minimálně normu EURO 6, zbylá technika </w:t>
      </w:r>
      <w:r w:rsidR="00341DE1">
        <w:t>splňuje</w:t>
      </w:r>
      <w:r w:rsidR="00341DE1" w:rsidRPr="00341DE1">
        <w:t xml:space="preserve"> minimálně normu EURO 5</w:t>
      </w:r>
      <w:r w:rsidRPr="002975C9">
        <w:t>.</w:t>
      </w:r>
      <w:r w:rsidR="00341DE1">
        <w:t xml:space="preserve"> </w:t>
      </w:r>
    </w:p>
    <w:p w14:paraId="7CD235A5" w14:textId="56148CCE" w:rsidR="002975C9" w:rsidRPr="002975C9" w:rsidRDefault="00341DE1" w:rsidP="002975C9">
      <w:pPr>
        <w:pStyle w:val="Tloslovan"/>
        <w:numPr>
          <w:ilvl w:val="0"/>
          <w:numId w:val="0"/>
        </w:numPr>
        <w:ind w:left="851"/>
      </w:pPr>
      <w:r>
        <w:t xml:space="preserve">Účastník čestně prohlašuje, že pro </w:t>
      </w:r>
      <w:r w:rsidR="002975C9" w:rsidRPr="002975C9">
        <w:t xml:space="preserve">výše uvedené nástroje nebo pomůcky, provozní nebo technické zařízení platí, že minimálně 25 % techniky, která bude dodavatelem používána k plnění veřejné zakázky, </w:t>
      </w:r>
      <w:r>
        <w:t xml:space="preserve">je </w:t>
      </w:r>
      <w:r w:rsidR="002975C9" w:rsidRPr="002975C9">
        <w:t>bezemisní nebo nízkoemisní, s pohonem na elektřinu, případně na CNG</w:t>
      </w:r>
      <w:r>
        <w:t>.</w:t>
      </w:r>
    </w:p>
    <w:p w14:paraId="033B8F1C" w14:textId="72B09F0A" w:rsidR="00A76359" w:rsidRDefault="00A76359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>na vědomí, že</w:t>
      </w:r>
      <w:r w:rsidRPr="00C96C2E">
        <w:t xml:space="preserve"> </w:t>
      </w:r>
      <w:r>
        <w:t>z</w:t>
      </w:r>
      <w:r w:rsidRPr="00C96C2E">
        <w:t xml:space="preserve">adavatel může </w:t>
      </w:r>
      <w:r w:rsidR="00037A3B">
        <w:t>postupem podle § 46 odst. 1 ZZVZ požadovat</w:t>
      </w:r>
      <w:r w:rsidRPr="00C96C2E">
        <w:t xml:space="preserve"> předložení originálů nebo úředně ověřených kopií dokladů</w:t>
      </w:r>
      <w:r w:rsidR="009920D7">
        <w:t xml:space="preserve"> o </w:t>
      </w:r>
      <w:r w:rsidRPr="00C96C2E">
        <w:t>kvalifikaci</w:t>
      </w:r>
      <w:r w:rsidRPr="00074933">
        <w:t xml:space="preserve"> </w:t>
      </w:r>
      <w:r>
        <w:t>uvedených</w:t>
      </w:r>
      <w:r w:rsidR="009920D7">
        <w:t xml:space="preserve"> v </w:t>
      </w:r>
      <w:r>
        <w:t xml:space="preserve">kapitole 7. </w:t>
      </w:r>
      <w:r w:rsidRPr="002068DE">
        <w:t>zadávací dokumentace</w:t>
      </w:r>
      <w:r>
        <w:t>, resp.</w:t>
      </w:r>
      <w:r w:rsidR="009920D7">
        <w:t xml:space="preserve"> v </w:t>
      </w:r>
      <w:r>
        <w:t>ZZVZ, přičemž nesplnění této povinnosti může být důvodem</w:t>
      </w:r>
      <w:r w:rsidR="009920D7">
        <w:t xml:space="preserve"> k </w:t>
      </w:r>
      <w:r>
        <w:t>vyloučení účastníka</w:t>
      </w:r>
      <w:r w:rsidR="009920D7">
        <w:t xml:space="preserve"> z </w:t>
      </w:r>
      <w:r>
        <w:t>účasti</w:t>
      </w:r>
      <w:r w:rsidR="009920D7">
        <w:t xml:space="preserve"> v </w:t>
      </w:r>
      <w:r>
        <w:t>zadávacím řízení.</w:t>
      </w:r>
    </w:p>
    <w:p w14:paraId="1EEDE876" w14:textId="77777777" w:rsidR="002D60B6" w:rsidRDefault="002D60B6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 xml:space="preserve">na vědomí, že bude-li zadavatelem vyzván k uzavření smlouvy na veřejnou zakázku, před uzavřením smlouvy si zadavatel </w:t>
      </w:r>
      <w:r w:rsidRPr="0007390E">
        <w:t>od vybraného dodavatele</w:t>
      </w:r>
      <w:r>
        <w:t xml:space="preserve"> v </w:t>
      </w:r>
      <w:r w:rsidRPr="0007390E">
        <w:t>souladu</w:t>
      </w:r>
      <w:r>
        <w:t xml:space="preserve"> s § 122 odst. 3 písm. a) ve spojení s § 122 odst. 4 písm. a) ZZVZ</w:t>
      </w:r>
      <w:r w:rsidRPr="0007390E">
        <w:t xml:space="preserve"> </w:t>
      </w:r>
      <w:r>
        <w:t xml:space="preserve">může </w:t>
      </w:r>
      <w:r w:rsidRPr="0007390E">
        <w:t>vyžád</w:t>
      </w:r>
      <w:r>
        <w:t>at</w:t>
      </w:r>
      <w:r w:rsidRPr="0007390E">
        <w:t xml:space="preserve"> předložení originálů nebo ověřených kopií dokladů</w:t>
      </w:r>
      <w:r>
        <w:t xml:space="preserve"> o jeho </w:t>
      </w:r>
      <w:r w:rsidRPr="0007390E">
        <w:t>kvalifikaci</w:t>
      </w:r>
      <w:r>
        <w:t xml:space="preserve"> uvedených v kapitole 7. </w:t>
      </w:r>
      <w:r w:rsidRPr="002068DE">
        <w:t>zadávací dokumentace</w:t>
      </w:r>
      <w:r>
        <w:t>, resp. v ZZVZ, které zadavatel požadoval a nemá je k dispozici, přičemž nesplnění této povinnosti může být důvodem k vyloučení účastníka z účasti v zadávacím řízení.</w:t>
      </w:r>
    </w:p>
    <w:p w14:paraId="27FBAEB1" w14:textId="77777777" w:rsidR="006D03E5" w:rsidRDefault="006D03E5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>na vědomí, že doklady</w:t>
      </w:r>
      <w:r w:rsidR="009920D7">
        <w:t xml:space="preserve"> k </w:t>
      </w:r>
      <w:r>
        <w:t>prokázání základní způsobilosti</w:t>
      </w:r>
      <w:r w:rsidR="009D14EC">
        <w:t xml:space="preserve"> </w:t>
      </w:r>
      <w:r>
        <w:t xml:space="preserve">musí prokazovat splnění požadovaného kritéria způsobilosti </w:t>
      </w:r>
      <w:r w:rsidR="002E79D6">
        <w:t>nejpozději</w:t>
      </w:r>
      <w:r w:rsidR="009920D7">
        <w:t xml:space="preserve"> v </w:t>
      </w:r>
      <w:r w:rsidR="002E79D6">
        <w:t>době 3</w:t>
      </w:r>
      <w:r w:rsidR="002D60B6">
        <w:t> </w:t>
      </w:r>
      <w:r w:rsidR="002E79D6">
        <w:t>měsíců přede dnem zahájení zadávacího řízení</w:t>
      </w:r>
      <w:r>
        <w:t>.</w:t>
      </w:r>
    </w:p>
    <w:p w14:paraId="7D699324" w14:textId="77777777" w:rsidR="00E12D7E" w:rsidRPr="005E00E5" w:rsidRDefault="00496FC9" w:rsidP="00007F4B">
      <w:pPr>
        <w:pStyle w:val="Nadpis1"/>
        <w:keepLines w:val="0"/>
        <w:pageBreakBefore/>
      </w:pPr>
      <w:bookmarkStart w:id="16" w:name="_Toc56196928"/>
      <w:r>
        <w:lastRenderedPageBreak/>
        <w:t>Obchodní</w:t>
      </w:r>
      <w:r w:rsidR="00F74014">
        <w:t>,</w:t>
      </w:r>
      <w:r w:rsidR="00EB7CBD">
        <w:t xml:space="preserve"> pl</w:t>
      </w:r>
      <w:r w:rsidR="00AC5DC2">
        <w:t>a</w:t>
      </w:r>
      <w:r w:rsidR="00EB7CBD">
        <w:t>tební</w:t>
      </w:r>
      <w:r w:rsidR="009920D7">
        <w:t xml:space="preserve"> a </w:t>
      </w:r>
      <w:r w:rsidR="00F74014">
        <w:t xml:space="preserve">technické </w:t>
      </w:r>
      <w:r>
        <w:t>podmínky</w:t>
      </w:r>
      <w:bookmarkEnd w:id="16"/>
    </w:p>
    <w:p w14:paraId="563EB9EC" w14:textId="77777777" w:rsidR="00A138FD" w:rsidRDefault="00A138FD" w:rsidP="00496FC9">
      <w:pPr>
        <w:pStyle w:val="Tloslovan"/>
      </w:pPr>
      <w:r>
        <w:t>Zadavatel stanovil</w:t>
      </w:r>
      <w:r w:rsidR="00C20440" w:rsidRPr="00C20440">
        <w:t xml:space="preserve"> </w:t>
      </w:r>
      <w:r w:rsidR="00C20440">
        <w:t>obchodní, platební</w:t>
      </w:r>
      <w:r w:rsidR="009920D7">
        <w:t xml:space="preserve"> a </w:t>
      </w:r>
      <w:r w:rsidR="00C20440">
        <w:t>technické podmínky pro realizaci veřejné zakázky,</w:t>
      </w:r>
      <w:r w:rsidR="009920D7">
        <w:t xml:space="preserve"> a </w:t>
      </w:r>
      <w:r w:rsidR="00C20440">
        <w:t>to formou textu návrhu smlouvy</w:t>
      </w:r>
      <w:r w:rsidR="009920D7">
        <w:t xml:space="preserve"> </w:t>
      </w:r>
      <w:r w:rsidR="007A176D">
        <w:t>obligatorního charakteru</w:t>
      </w:r>
      <w:r w:rsidR="00C20440">
        <w:t>, jejíž nedílnou součástí jsou uvedené podmínky.</w:t>
      </w:r>
    </w:p>
    <w:p w14:paraId="3F6F77AA" w14:textId="77777777" w:rsidR="00CA5290" w:rsidRDefault="00CA5290" w:rsidP="00496FC9">
      <w:pPr>
        <w:pStyle w:val="Tloslovan"/>
      </w:pPr>
      <w:r>
        <w:t>Návrh smlouvy</w:t>
      </w:r>
      <w:r w:rsidR="009920D7">
        <w:t xml:space="preserve"> </w:t>
      </w:r>
      <w:r>
        <w:t>byl přílohou zadávací dokumentace.</w:t>
      </w:r>
    </w:p>
    <w:p w14:paraId="324E81EF" w14:textId="77777777" w:rsidR="007A176D" w:rsidRDefault="00A138FD" w:rsidP="00496FC9">
      <w:pPr>
        <w:pStyle w:val="Tloslovan"/>
      </w:pPr>
      <w:r>
        <w:t>Ú</w:t>
      </w:r>
      <w:r w:rsidRPr="00A138FD">
        <w:t xml:space="preserve">častník čestně prohlašuje, že akceptuje </w:t>
      </w:r>
      <w:r w:rsidR="00D80BDC">
        <w:t>obchodní, platební</w:t>
      </w:r>
      <w:r w:rsidR="009920D7">
        <w:t xml:space="preserve"> a </w:t>
      </w:r>
      <w:r w:rsidR="00D80BDC">
        <w:t>technické podmínky pro realizaci veřejné zakázky</w:t>
      </w:r>
      <w:r w:rsidR="007A176D">
        <w:t>.</w:t>
      </w:r>
    </w:p>
    <w:p w14:paraId="08DB8B1D" w14:textId="77777777" w:rsidR="00496FC9" w:rsidRDefault="007A176D" w:rsidP="00496FC9">
      <w:pPr>
        <w:pStyle w:val="Tloslovan"/>
      </w:pPr>
      <w:r>
        <w:t>Ú</w:t>
      </w:r>
      <w:r w:rsidRPr="00A138FD">
        <w:t xml:space="preserve">častník čestně prohlašuje, že </w:t>
      </w:r>
      <w:r>
        <w:t>je návrhem smlouvy</w:t>
      </w:r>
      <w:r w:rsidR="00D80BDC">
        <w:t>, včetně všech jejích příloh,</w:t>
      </w:r>
      <w:r>
        <w:t xml:space="preserve"> v</w:t>
      </w:r>
      <w:r w:rsidR="00A138FD" w:rsidRPr="00A138FD">
        <w:t>ázán.</w:t>
      </w:r>
    </w:p>
    <w:p w14:paraId="6974907A" w14:textId="77777777" w:rsidR="00C03DAD" w:rsidRDefault="00C03DAD" w:rsidP="00C03DAD">
      <w:pPr>
        <w:pStyle w:val="Tloslovan"/>
      </w:pPr>
      <w:r>
        <w:t>Údaje do smlouvy:</w:t>
      </w:r>
    </w:p>
    <w:tbl>
      <w:tblPr>
        <w:tblW w:w="8221" w:type="dxa"/>
        <w:tblInd w:w="83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4A0" w:firstRow="1" w:lastRow="0" w:firstColumn="1" w:lastColumn="0" w:noHBand="0" w:noVBand="1"/>
      </w:tblPr>
      <w:tblGrid>
        <w:gridCol w:w="2268"/>
        <w:gridCol w:w="5953"/>
      </w:tblGrid>
      <w:tr w:rsidR="00276A68" w:rsidRPr="00D2105B" w14:paraId="1A4A2977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37D79A52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Zastoupení: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5481B3F" w14:textId="77777777" w:rsidR="00276A68" w:rsidRPr="000E126D" w:rsidRDefault="00276A68" w:rsidP="008A438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5EA0D6D0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2A256B16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Bankovní spojení: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7889EEF3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5B2B1FA0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5B5DD130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Číslo účtu: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392F004B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4F2B9625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206929EC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Oprávněný zástupce ve věcech obchodních a smluvních dodatků: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7D7A12AE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  <w:lang w:val="en-US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48028EC9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562BE9E0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Oprávněný zástupce ve věcech technických: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DB80772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  <w:lang w:val="en-US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7343A851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252C7DED" w14:textId="2577A8EB" w:rsidR="00276A68" w:rsidRDefault="00874CA1" w:rsidP="008A438F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Manažer zakázky: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36E7BCD2" w14:textId="77777777" w:rsidR="00276A68" w:rsidRPr="000E126D" w:rsidRDefault="00276A68" w:rsidP="008A438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74CA1" w:rsidRPr="00D2105B" w14:paraId="13154991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426A8684" w14:textId="64C8AECD" w:rsidR="00874CA1" w:rsidRPr="009E543D" w:rsidRDefault="00874CA1" w:rsidP="008A438F">
            <w:pPr>
              <w:pStyle w:val="Obyejn"/>
              <w:rPr>
                <w:color w:val="auto"/>
                <w:sz w:val="22"/>
                <w:szCs w:val="22"/>
                <w:highlight w:val="yellow"/>
              </w:rPr>
            </w:pPr>
            <w:r w:rsidRPr="00874CA1">
              <w:rPr>
                <w:color w:val="auto"/>
                <w:sz w:val="22"/>
                <w:szCs w:val="22"/>
              </w:rPr>
              <w:t>Manažer úklidových prací: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0BB753C4" w14:textId="62C20FC1" w:rsidR="00874CA1" w:rsidRPr="000E126D" w:rsidRDefault="00874CA1" w:rsidP="008A438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059D1813" w14:textId="77777777" w:rsidR="004E31E7" w:rsidRPr="003D5C26" w:rsidRDefault="004E31E7" w:rsidP="004E31E7">
      <w:pPr>
        <w:pStyle w:val="Nadpis1"/>
        <w:keepLines w:val="0"/>
        <w:pageBreakBefore/>
      </w:pPr>
      <w:bookmarkStart w:id="17" w:name="_Toc56196929"/>
      <w:bookmarkStart w:id="18" w:name="_Toc56196931"/>
      <w:r>
        <w:lastRenderedPageBreak/>
        <w:t>Kritéria hodnocení</w:t>
      </w:r>
      <w:bookmarkEnd w:id="17"/>
    </w:p>
    <w:p w14:paraId="76B15310" w14:textId="508E3DBE" w:rsidR="004E31E7" w:rsidRDefault="004E31E7" w:rsidP="004E31E7">
      <w:pPr>
        <w:pStyle w:val="Tloslovan"/>
        <w:numPr>
          <w:ilvl w:val="1"/>
          <w:numId w:val="32"/>
        </w:numPr>
      </w:pPr>
      <w:bookmarkStart w:id="19" w:name="_Toc56196930"/>
      <w:r>
        <w:t>Účastník čestně prohlašuje, že nabízí tuto hodnotu kritéria hodnocení:</w:t>
      </w:r>
    </w:p>
    <w:p w14:paraId="0BCC7591" w14:textId="51B128EA" w:rsidR="004E31E7" w:rsidRPr="005369D8" w:rsidRDefault="004E31E7" w:rsidP="004E31E7">
      <w:pPr>
        <w:pStyle w:val="Tloneslovan"/>
        <w:rPr>
          <w:b/>
          <w:bCs/>
          <w:i/>
          <w:iCs/>
        </w:rPr>
      </w:pPr>
      <w:r w:rsidRPr="005369D8">
        <w:rPr>
          <w:b/>
          <w:bCs/>
          <w:i/>
          <w:iCs/>
        </w:rPr>
        <w:t>Nabídková cena</w:t>
      </w:r>
      <w:r w:rsidR="00DC7B69">
        <w:rPr>
          <w:b/>
          <w:bCs/>
          <w:i/>
          <w:iCs/>
        </w:rPr>
        <w:t xml:space="preserve"> (</w:t>
      </w:r>
      <w:r w:rsidR="00E7252E">
        <w:rPr>
          <w:b/>
          <w:bCs/>
          <w:i/>
          <w:iCs/>
        </w:rPr>
        <w:t xml:space="preserve">za </w:t>
      </w:r>
      <w:r w:rsidR="00DC7B69" w:rsidRPr="00DC7B69">
        <w:rPr>
          <w:b/>
          <w:bCs/>
          <w:i/>
          <w:iCs/>
        </w:rPr>
        <w:t>kalkulační model</w:t>
      </w:r>
      <w:r w:rsidR="00DC7B69">
        <w:rPr>
          <w:b/>
          <w:bCs/>
          <w:i/>
          <w:iCs/>
        </w:rPr>
        <w:t>)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4506"/>
      </w:tblGrid>
      <w:tr w:rsidR="004E31E7" w14:paraId="1DE1E0FF" w14:textId="77777777" w:rsidTr="00CA21F9">
        <w:trPr>
          <w:trHeight w:val="454"/>
        </w:trPr>
        <w:tc>
          <w:tcPr>
            <w:tcW w:w="3685" w:type="dxa"/>
          </w:tcPr>
          <w:p w14:paraId="3DC6ECC1" w14:textId="77777777" w:rsidR="004E31E7" w:rsidRPr="00CE431E" w:rsidRDefault="004E31E7" w:rsidP="00CA21F9">
            <w:pPr>
              <w:spacing w:before="60" w:after="60"/>
            </w:pPr>
            <w:r>
              <w:t>Nabídková cena v Kč bez DPH:</w:t>
            </w:r>
          </w:p>
        </w:tc>
        <w:tc>
          <w:tcPr>
            <w:tcW w:w="4506" w:type="dxa"/>
            <w:vAlign w:val="center"/>
          </w:tcPr>
          <w:p w14:paraId="137580FB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0CE1A32F" w14:textId="77777777" w:rsidTr="00CA21F9">
        <w:trPr>
          <w:trHeight w:val="454"/>
        </w:trPr>
        <w:tc>
          <w:tcPr>
            <w:tcW w:w="3685" w:type="dxa"/>
          </w:tcPr>
          <w:p w14:paraId="7D8158DF" w14:textId="77777777" w:rsidR="004E31E7" w:rsidRPr="00CE431E" w:rsidRDefault="004E31E7" w:rsidP="00CA21F9">
            <w:pPr>
              <w:spacing w:before="60" w:after="60"/>
            </w:pPr>
            <w:r>
              <w:t>Sazba DPH v %:</w:t>
            </w:r>
          </w:p>
        </w:tc>
        <w:tc>
          <w:tcPr>
            <w:tcW w:w="4506" w:type="dxa"/>
            <w:vAlign w:val="center"/>
          </w:tcPr>
          <w:p w14:paraId="663B52BA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772EAA9F" w14:textId="77777777" w:rsidTr="00CA21F9">
        <w:trPr>
          <w:trHeight w:val="454"/>
        </w:trPr>
        <w:tc>
          <w:tcPr>
            <w:tcW w:w="3685" w:type="dxa"/>
            <w:vAlign w:val="center"/>
          </w:tcPr>
          <w:p w14:paraId="473DEDFB" w14:textId="77777777" w:rsidR="004E31E7" w:rsidRPr="00EE7658" w:rsidRDefault="004E31E7" w:rsidP="00CA21F9">
            <w:pPr>
              <w:spacing w:before="60" w:after="60"/>
            </w:pPr>
            <w:r>
              <w:t>DPH v Kč:</w:t>
            </w:r>
          </w:p>
        </w:tc>
        <w:tc>
          <w:tcPr>
            <w:tcW w:w="4506" w:type="dxa"/>
            <w:vAlign w:val="center"/>
          </w:tcPr>
          <w:p w14:paraId="2DDFA0F5" w14:textId="77777777" w:rsidR="004E31E7" w:rsidRPr="00EE7658" w:rsidRDefault="004E31E7" w:rsidP="00CA21F9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748C4EDB" w14:textId="77777777" w:rsidTr="00CA21F9">
        <w:trPr>
          <w:trHeight w:val="454"/>
        </w:trPr>
        <w:tc>
          <w:tcPr>
            <w:tcW w:w="3685" w:type="dxa"/>
            <w:vAlign w:val="center"/>
          </w:tcPr>
          <w:p w14:paraId="54548AE0" w14:textId="77777777" w:rsidR="004E31E7" w:rsidRPr="00EE7658" w:rsidRDefault="004E31E7" w:rsidP="00CA21F9">
            <w:pPr>
              <w:spacing w:before="60" w:after="60"/>
            </w:pPr>
            <w:r>
              <w:t>Nabídková cena v Kč včetně DPH:</w:t>
            </w:r>
          </w:p>
        </w:tc>
        <w:tc>
          <w:tcPr>
            <w:tcW w:w="4506" w:type="dxa"/>
            <w:vAlign w:val="center"/>
          </w:tcPr>
          <w:p w14:paraId="4A60899E" w14:textId="77777777" w:rsidR="004E31E7" w:rsidRPr="00EE7658" w:rsidRDefault="004E31E7" w:rsidP="00CA21F9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</w:tbl>
    <w:p w14:paraId="3CBB5674" w14:textId="77777777" w:rsidR="004E31E7" w:rsidRPr="003D5C26" w:rsidRDefault="004E31E7" w:rsidP="004E31E7">
      <w:pPr>
        <w:pStyle w:val="Nadpis1"/>
        <w:keepLines w:val="0"/>
        <w:pageBreakBefore/>
      </w:pPr>
      <w:r>
        <w:lastRenderedPageBreak/>
        <w:t>Poddodavatelé</w:t>
      </w:r>
      <w:bookmarkEnd w:id="19"/>
    </w:p>
    <w:p w14:paraId="79F072C9" w14:textId="77777777" w:rsidR="004E31E7" w:rsidRPr="00ED6E7B" w:rsidRDefault="004E31E7" w:rsidP="004E31E7">
      <w:pPr>
        <w:pStyle w:val="Tloslovan"/>
      </w:pPr>
      <w:r>
        <w:t>Ú</w:t>
      </w:r>
      <w:r w:rsidRPr="00A138FD">
        <w:t>častník čestně prohlašuje, že</w:t>
      </w:r>
      <w:r>
        <w:t xml:space="preserve"> </w:t>
      </w:r>
      <w:r>
        <w:rPr>
          <w:rFonts w:eastAsia="Calibri"/>
          <w:lang w:eastAsia="cs-CZ"/>
        </w:rPr>
        <w:t>na plnění veřejné zakázky se budou podílet následující poddodavatelé:</w:t>
      </w:r>
      <w:r>
        <w:rPr>
          <w:rStyle w:val="Znakapoznpodarou"/>
          <w:rFonts w:eastAsia="Calibri"/>
          <w:lang w:eastAsia="cs-CZ"/>
        </w:rPr>
        <w:footnoteReference w:id="2"/>
      </w:r>
    </w:p>
    <w:p w14:paraId="18707046" w14:textId="77777777" w:rsidR="004E31E7" w:rsidRPr="0022725A" w:rsidRDefault="004E31E7" w:rsidP="004E31E7">
      <w:pPr>
        <w:pStyle w:val="Tloneslovan"/>
        <w:rPr>
          <w:b/>
          <w:bCs/>
          <w:i/>
          <w:iCs/>
        </w:rPr>
      </w:pPr>
      <w:r w:rsidRPr="0022725A">
        <w:rPr>
          <w:b/>
          <w:bCs/>
          <w:i/>
          <w:iCs/>
          <w:lang w:eastAsia="cs-CZ"/>
        </w:rPr>
        <w:t>Poddodavatel č. 1*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4E31E7" w14:paraId="13D7F1FA" w14:textId="77777777" w:rsidTr="00CA21F9">
        <w:trPr>
          <w:trHeight w:val="454"/>
        </w:trPr>
        <w:tc>
          <w:tcPr>
            <w:tcW w:w="3544" w:type="dxa"/>
          </w:tcPr>
          <w:p w14:paraId="2C8FEC99" w14:textId="77777777" w:rsidR="004E31E7" w:rsidRPr="00CE431E" w:rsidRDefault="004E31E7" w:rsidP="00CA21F9">
            <w:pPr>
              <w:spacing w:before="60" w:after="60"/>
            </w:pPr>
            <w:r>
              <w:t>Předmět</w:t>
            </w:r>
            <w:r w:rsidRPr="00B25340">
              <w:t xml:space="preserve"> poddodávky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87461C8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2BBA5131" w14:textId="77777777" w:rsidTr="00CA21F9">
        <w:trPr>
          <w:trHeight w:val="454"/>
        </w:trPr>
        <w:tc>
          <w:tcPr>
            <w:tcW w:w="3544" w:type="dxa"/>
          </w:tcPr>
          <w:p w14:paraId="5E6ABFC3" w14:textId="77777777" w:rsidR="004E31E7" w:rsidRPr="00CE431E" w:rsidRDefault="004E31E7" w:rsidP="00CA21F9">
            <w:pPr>
              <w:spacing w:before="60" w:after="60"/>
            </w:pPr>
            <w:r>
              <w:t xml:space="preserve">Objem </w:t>
            </w:r>
            <w:r w:rsidRPr="00B25340">
              <w:t>poddodávky</w:t>
            </w:r>
            <w:r>
              <w:t xml:space="preserve"> v % (v Kč):</w:t>
            </w:r>
          </w:p>
        </w:tc>
        <w:tc>
          <w:tcPr>
            <w:tcW w:w="4647" w:type="dxa"/>
            <w:vAlign w:val="center"/>
          </w:tcPr>
          <w:p w14:paraId="404B81AB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7B8EFECA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25C99700" w14:textId="77777777" w:rsidR="004E31E7" w:rsidRPr="00CE431E" w:rsidRDefault="004E31E7" w:rsidP="00CA21F9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>
              <w:t>pod</w:t>
            </w:r>
            <w:r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4647" w:type="dxa"/>
            <w:vAlign w:val="center"/>
          </w:tcPr>
          <w:p w14:paraId="41B29871" w14:textId="77777777" w:rsidR="004E31E7" w:rsidRPr="00EE7658" w:rsidRDefault="004E31E7" w:rsidP="00CA21F9">
            <w:pPr>
              <w:spacing w:before="60" w:after="60"/>
              <w:rPr>
                <w:rStyle w:val="Siln"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08435A1F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37D1801F" w14:textId="77777777" w:rsidR="004E31E7" w:rsidRPr="00EE7658" w:rsidRDefault="004E31E7" w:rsidP="00CA21F9">
            <w:pPr>
              <w:spacing w:before="60" w:after="60"/>
            </w:pPr>
            <w:r w:rsidRPr="00903708">
              <w:t>Sídlo</w:t>
            </w:r>
            <w:r>
              <w:rPr>
                <w:b/>
                <w:bCs/>
              </w:rPr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7B2CFF19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0780DCB6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1AE50A71" w14:textId="77777777" w:rsidR="004E31E7" w:rsidRPr="00EE7658" w:rsidRDefault="004E31E7" w:rsidP="00CA21F9">
            <w:pPr>
              <w:spacing w:before="60" w:after="60"/>
            </w:pPr>
            <w:r w:rsidRPr="00903708">
              <w:t>IČO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5FCE46D9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1F26A66E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759FD87A" w14:textId="77777777" w:rsidR="004E31E7" w:rsidRPr="00EE7658" w:rsidRDefault="004E31E7" w:rsidP="00CA21F9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1040C087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59B3B64C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28CB83F5" w14:textId="77777777" w:rsidR="004E31E7" w:rsidRDefault="004E31E7" w:rsidP="00CA21F9">
            <w:pPr>
              <w:spacing w:before="60" w:after="60"/>
            </w:pPr>
            <w:r>
              <w:t>Telefon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292181C" w14:textId="77777777" w:rsidR="004E31E7" w:rsidRPr="009D4C0D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5EBE128D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5E65706D" w14:textId="77777777" w:rsidR="004E31E7" w:rsidRDefault="004E31E7" w:rsidP="00CA21F9">
            <w:pPr>
              <w:spacing w:before="60" w:after="60"/>
            </w:pPr>
            <w:r>
              <w:t>E-mail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7496F83C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29A3AA2A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3CDA95B2" w14:textId="77777777" w:rsidR="004E31E7" w:rsidRDefault="004E31E7" w:rsidP="00CA21F9">
            <w:pPr>
              <w:spacing w:before="60" w:after="60"/>
            </w:pPr>
            <w:r>
              <w:t>Webová adresa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8ADABC7" w14:textId="77777777" w:rsidR="004E31E7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</w:tbl>
    <w:p w14:paraId="06C3E1EE" w14:textId="77777777" w:rsidR="004E31E7" w:rsidRDefault="004E31E7" w:rsidP="004E31E7">
      <w:pPr>
        <w:pStyle w:val="Tloslovan"/>
        <w:numPr>
          <w:ilvl w:val="0"/>
          <w:numId w:val="0"/>
        </w:numPr>
        <w:ind w:left="851"/>
        <w:rPr>
          <w:rFonts w:eastAsia="Calibri"/>
          <w:i/>
          <w:lang w:eastAsia="cs-CZ"/>
        </w:rPr>
      </w:pPr>
      <w:r>
        <w:rPr>
          <w:rFonts w:eastAsia="Calibri"/>
          <w:i/>
          <w:lang w:eastAsia="cs-CZ"/>
        </w:rPr>
        <w:t>* v případě více poddodavatelů účastník tabulku zkopíruje podle potřeby.</w:t>
      </w:r>
    </w:p>
    <w:p w14:paraId="23BF24AE" w14:textId="77777777" w:rsidR="004E31E7" w:rsidRDefault="004E31E7" w:rsidP="004E31E7">
      <w:pPr>
        <w:pStyle w:val="Tloslovan"/>
        <w:numPr>
          <w:ilvl w:val="0"/>
          <w:numId w:val="0"/>
        </w:numPr>
      </w:pPr>
    </w:p>
    <w:p w14:paraId="76EEEA0B" w14:textId="77777777" w:rsidR="004E31E7" w:rsidRPr="00A13E73" w:rsidRDefault="004E31E7" w:rsidP="004E31E7">
      <w:pPr>
        <w:pStyle w:val="Tloneslovan"/>
        <w:rPr>
          <w:b/>
          <w:bCs/>
          <w:i/>
          <w:iCs/>
          <w:highlight w:val="yellow"/>
          <w:lang w:eastAsia="cs-CZ"/>
        </w:rPr>
      </w:pPr>
      <w:r w:rsidRPr="00A13E73">
        <w:rPr>
          <w:b/>
          <w:bCs/>
          <w:i/>
          <w:iCs/>
          <w:highlight w:val="yellow"/>
          <w:lang w:eastAsia="cs-CZ"/>
        </w:rPr>
        <w:t>Alternativně:</w:t>
      </w:r>
    </w:p>
    <w:p w14:paraId="4695A919" w14:textId="77777777" w:rsidR="004E31E7" w:rsidRPr="003D5C26" w:rsidRDefault="004E31E7" w:rsidP="004E31E7">
      <w:pPr>
        <w:pStyle w:val="Tloslovan"/>
        <w:numPr>
          <w:ilvl w:val="1"/>
          <w:numId w:val="32"/>
        </w:numPr>
      </w:pPr>
      <w:r>
        <w:t>Ú</w:t>
      </w:r>
      <w:r w:rsidRPr="00A138FD">
        <w:t xml:space="preserve">častník čestně prohlašuje, </w:t>
      </w:r>
      <w:r w:rsidRPr="003D480F">
        <w:rPr>
          <w:rFonts w:eastAsia="Calibri"/>
          <w:lang w:eastAsia="cs-CZ"/>
        </w:rPr>
        <w:t>že na plnění veřejné zakázky se nebudou podílet poddodavatelé</w:t>
      </w:r>
      <w:r>
        <w:rPr>
          <w:rFonts w:eastAsia="Calibri"/>
          <w:lang w:eastAsia="cs-CZ"/>
        </w:rPr>
        <w:t>, resp. mu nejsou známi</w:t>
      </w:r>
      <w:r>
        <w:t>.</w:t>
      </w:r>
      <w:r w:rsidRPr="000E6D6E">
        <w:rPr>
          <w:rStyle w:val="Znakapoznpodarou"/>
          <w:rFonts w:eastAsia="Calibri"/>
          <w:lang w:eastAsia="cs-CZ"/>
        </w:rPr>
        <w:t xml:space="preserve"> </w:t>
      </w:r>
      <w:r>
        <w:rPr>
          <w:rStyle w:val="Znakapoznpodarou"/>
          <w:rFonts w:eastAsia="Calibri"/>
          <w:lang w:eastAsia="cs-CZ"/>
        </w:rPr>
        <w:footnoteReference w:id="3"/>
      </w:r>
    </w:p>
    <w:p w14:paraId="7684FCB8" w14:textId="77777777" w:rsidR="00E12D7E" w:rsidRPr="003D5C26" w:rsidRDefault="00885F81" w:rsidP="005C172F">
      <w:pPr>
        <w:pStyle w:val="Nadpis1"/>
        <w:keepLines w:val="0"/>
        <w:pageBreakBefore/>
      </w:pPr>
      <w:r>
        <w:lastRenderedPageBreak/>
        <w:t>P</w:t>
      </w:r>
      <w:r w:rsidR="006A0B54">
        <w:t>rohlášení účastníka, p</w:t>
      </w:r>
      <w:r>
        <w:t>odpis</w:t>
      </w:r>
      <w:bookmarkEnd w:id="18"/>
    </w:p>
    <w:p w14:paraId="66E01A79" w14:textId="77777777" w:rsidR="00885F81" w:rsidRDefault="006A0B54" w:rsidP="00D04678">
      <w:pPr>
        <w:pStyle w:val="Tloslovan"/>
      </w:pPr>
      <w:r>
        <w:t>Účastník prohlašuje, že se seznámil se všemi zadávacími podmínkami</w:t>
      </w:r>
      <w:r w:rsidR="00A83716">
        <w:t xml:space="preserve"> </w:t>
      </w:r>
      <w:r w:rsidR="008B64F9">
        <w:t>veřejné zakázky</w:t>
      </w:r>
      <w:r w:rsidR="001D4C2C">
        <w:t>, zejména</w:t>
      </w:r>
      <w:r w:rsidR="009920D7">
        <w:t xml:space="preserve"> s </w:t>
      </w:r>
      <w:r w:rsidR="001D4C2C">
        <w:t xml:space="preserve">požadavky </w:t>
      </w:r>
      <w:r w:rsidR="00B5718A">
        <w:t xml:space="preserve">zadavatele </w:t>
      </w:r>
      <w:r w:rsidR="001D4C2C">
        <w:t>na předmět plnění veřejné zakázky, kvalifikaci</w:t>
      </w:r>
      <w:r w:rsidR="009920D7">
        <w:t xml:space="preserve"> a </w:t>
      </w:r>
      <w:r w:rsidR="001D4C2C">
        <w:t>obchodní</w:t>
      </w:r>
      <w:r w:rsidR="009920D7">
        <w:t xml:space="preserve"> a </w:t>
      </w:r>
      <w:r w:rsidR="001D4C2C">
        <w:t>platební podmínky,</w:t>
      </w:r>
      <w:r w:rsidR="009920D7">
        <w:t xml:space="preserve"> a </w:t>
      </w:r>
      <w:r w:rsidR="008B64F9">
        <w:t>že jim p</w:t>
      </w:r>
      <w:r w:rsidR="00A83716">
        <w:t>orozuměl</w:t>
      </w:r>
      <w:r>
        <w:t>.</w:t>
      </w:r>
    </w:p>
    <w:p w14:paraId="3E648912" w14:textId="77777777" w:rsidR="00884643" w:rsidRDefault="00884643" w:rsidP="00936AB3">
      <w:pPr>
        <w:pStyle w:val="Tloslovan"/>
      </w:pPr>
      <w:r>
        <w:t>Účastník prohlašuje, že</w:t>
      </w:r>
      <w:r w:rsidR="009920D7">
        <w:t xml:space="preserve"> v </w:t>
      </w:r>
      <w:r>
        <w:t xml:space="preserve">případě výběru účastníka jako dodavatele veřejné </w:t>
      </w:r>
      <w:r w:rsidR="005C3F2B">
        <w:t>zakázky poskytne zadavateli součinnost nezbytnou</w:t>
      </w:r>
      <w:r w:rsidR="009920D7">
        <w:t xml:space="preserve"> k </w:t>
      </w:r>
      <w:r w:rsidR="005C3F2B">
        <w:t>uzavření smlouvy</w:t>
      </w:r>
      <w:r w:rsidR="001742E3">
        <w:t xml:space="preserve"> na veřejnou zakázku</w:t>
      </w:r>
      <w:r w:rsidR="005C3F2B">
        <w:t>.</w:t>
      </w:r>
    </w:p>
    <w:p w14:paraId="31EB4DB5" w14:textId="77777777" w:rsidR="003A6773" w:rsidRDefault="003A6773" w:rsidP="003A6773">
      <w:pPr>
        <w:pStyle w:val="Tloslovan"/>
      </w:pPr>
      <w:r>
        <w:t>Účastník prohlašuje, že všechny údaje</w:t>
      </w:r>
      <w:r w:rsidR="009920D7">
        <w:t xml:space="preserve"> a </w:t>
      </w:r>
      <w:r>
        <w:t>informace, které uvedl ve formuláři nabídky</w:t>
      </w:r>
      <w:r w:rsidR="009920D7">
        <w:t xml:space="preserve"> a v </w:t>
      </w:r>
      <w:r>
        <w:t>nabídce</w:t>
      </w:r>
      <w:r w:rsidR="008D1E08">
        <w:t>,</w:t>
      </w:r>
      <w:r>
        <w:t xml:space="preserve"> jsou pravdivé</w:t>
      </w:r>
      <w:r w:rsidR="009920D7">
        <w:t xml:space="preserve"> a </w:t>
      </w:r>
      <w:r>
        <w:t>že</w:t>
      </w:r>
      <w:r w:rsidR="009920D7">
        <w:t xml:space="preserve"> v </w:t>
      </w:r>
      <w:r>
        <w:t>případě potřeby poskytne zadavateli součinnost nezbytnou</w:t>
      </w:r>
      <w:r w:rsidR="009920D7">
        <w:t xml:space="preserve"> k </w:t>
      </w:r>
      <w:r>
        <w:t>ověření údajů</w:t>
      </w:r>
      <w:r w:rsidR="009920D7">
        <w:t xml:space="preserve"> a </w:t>
      </w:r>
      <w:r>
        <w:t>informací obsažených ve formuláři nabídky</w:t>
      </w:r>
      <w:r w:rsidR="009920D7">
        <w:t xml:space="preserve"> a v </w:t>
      </w:r>
      <w:r>
        <w:t>nabídce</w:t>
      </w:r>
      <w:r w:rsidR="009920D7">
        <w:t xml:space="preserve"> u </w:t>
      </w:r>
      <w:r>
        <w:t>třetích osob.</w:t>
      </w:r>
    </w:p>
    <w:p w14:paraId="2B10EE40" w14:textId="77777777" w:rsidR="006F197A" w:rsidRDefault="006F197A" w:rsidP="006F197A">
      <w:pPr>
        <w:pStyle w:val="Tloslovan"/>
      </w:pPr>
      <w:r>
        <w:t>Účastník prohlašuje, že si je vědom, že u </w:t>
      </w:r>
      <w:r w:rsidRPr="000D3542">
        <w:t xml:space="preserve">vybraného dodavatele, je-li českou právnickou osobou, zadavatel zjistí údaje </w:t>
      </w:r>
      <w:r w:rsidRPr="005455B0">
        <w:t>o</w:t>
      </w:r>
      <w:r>
        <w:t> </w:t>
      </w:r>
      <w:r w:rsidRPr="005455B0">
        <w:t>jeho</w:t>
      </w:r>
      <w:r w:rsidRPr="000D3542">
        <w:t xml:space="preserve"> skutečném majiteli podle zákona upravujícího evidenci skutečných majitelů z</w:t>
      </w:r>
      <w:r>
        <w:t> </w:t>
      </w:r>
      <w:r w:rsidRPr="000D3542">
        <w:t>evidence skutečných majitelů podle téhož zákona</w:t>
      </w:r>
      <w:r>
        <w:t>. Účastník dále prohlašuje, že si je vědom, že zadavatel vyloučí vybraného dodavatele, je-li českou právnickou osobou, která má skutečného majitele, pokud nebylo možné zjistit údaje o jeho skutečném majiteli z evidence skutečných majitelů; k zápisu zpřístupněnému v evidenci skutečných majitelů po odeslání oznámení o vyloučení dodavatele se nepřihlíží.</w:t>
      </w:r>
    </w:p>
    <w:p w14:paraId="4390CA64" w14:textId="77777777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prohlašuje, že si je vědom, že u </w:t>
      </w:r>
      <w:r w:rsidRPr="000D3542">
        <w:t>vybraného</w:t>
      </w:r>
      <w:r>
        <w:t xml:space="preserve"> dodavatele, je-li zahraniční právnickou osobou, zadavatel ve výzvě podle § 122 odst. 3 ZZVZ vyzve rovněž k</w:t>
      </w:r>
      <w:r w:rsidR="004135BA">
        <w:t> </w:t>
      </w:r>
      <w:r>
        <w:t>předložení výpisu ze zahraniční evidence obdobné evidenci skutečných majitelů nebo, není-li takové evidence,</w:t>
      </w:r>
    </w:p>
    <w:p w14:paraId="24B14090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ke sdělení identifikačních údajů všech osob, které jsou jeho skutečným majitelem, a</w:t>
      </w:r>
    </w:p>
    <w:p w14:paraId="3F068CCF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 předložení dokladů, z nichž vyplývá vztah všech osob podle písmene a) k</w:t>
      </w:r>
      <w:r w:rsidR="004135BA">
        <w:t> </w:t>
      </w:r>
      <w:r>
        <w:t>dodavateli; těmito doklady jsou zejména</w:t>
      </w:r>
      <w:r w:rsidR="00AD728B">
        <w:t>:</w:t>
      </w:r>
    </w:p>
    <w:p w14:paraId="7954B963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výpis ze zahraniční evidence obdobné veřejnému rejstříku,</w:t>
      </w:r>
    </w:p>
    <w:p w14:paraId="42590326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seznam akcionářů,</w:t>
      </w:r>
    </w:p>
    <w:p w14:paraId="6BDAB021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rozhodnutí statutárního orgánu o vyplacení podílu na zisku,</w:t>
      </w:r>
    </w:p>
    <w:p w14:paraId="3FA3CE56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společenská smlouva, zakladatelská listina nebo stanovy.</w:t>
      </w:r>
    </w:p>
    <w:p w14:paraId="0A2F85E6" w14:textId="52A08C2E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dále prohlašuje, že si je vědom, že zadavatel vyloučí vybraného dodavatele, je</w:t>
      </w:r>
      <w:r>
        <w:noBreakHyphen/>
        <w:t xml:space="preserve">li </w:t>
      </w:r>
      <w:r w:rsidRPr="004C1D60">
        <w:t>zahraniční</w:t>
      </w:r>
      <w:r>
        <w:t xml:space="preserve"> právnickou osobou, který nepředložil </w:t>
      </w:r>
      <w:r w:rsidR="004E4A05" w:rsidRPr="00E356EF">
        <w:t>údaje nebo doklady podle tohoto odstavce</w:t>
      </w:r>
      <w:r>
        <w:t>.</w:t>
      </w:r>
    </w:p>
    <w:p w14:paraId="5C307510" w14:textId="77777777" w:rsidR="00536151" w:rsidRDefault="00536151" w:rsidP="00936AB3">
      <w:pPr>
        <w:pStyle w:val="Tloslovan"/>
      </w:pPr>
      <w:r>
        <w:t xml:space="preserve">Účastník prohlašuje, že si je vědom, že </w:t>
      </w:r>
      <w:r w:rsidR="00875395">
        <w:t>je</w:t>
      </w:r>
      <w:r>
        <w:t xml:space="preserve"> </w:t>
      </w:r>
      <w:r w:rsidRPr="00536151">
        <w:t>osob</w:t>
      </w:r>
      <w:r>
        <w:t>ou</w:t>
      </w:r>
      <w:r w:rsidRPr="00536151">
        <w:t xml:space="preserve"> povinn</w:t>
      </w:r>
      <w:r>
        <w:t>ou</w:t>
      </w:r>
      <w:r w:rsidRPr="00536151">
        <w:t xml:space="preserve"> </w:t>
      </w:r>
      <w:r w:rsidR="00D47760">
        <w:t>poskytnout zadavateli či</w:t>
      </w:r>
      <w:r w:rsidR="006E660C">
        <w:t> </w:t>
      </w:r>
      <w:r w:rsidR="00D47760">
        <w:t>příslušnému kontrolnímu orgánu</w:t>
      </w:r>
      <w:r w:rsidR="00D47760" w:rsidRPr="00536151">
        <w:t xml:space="preserve"> </w:t>
      </w:r>
      <w:r w:rsidRPr="00536151">
        <w:t>součinnost při výkonu finanční kontroly (viz</w:t>
      </w:r>
      <w:r w:rsidR="006E660C">
        <w:t> </w:t>
      </w:r>
      <w:r w:rsidRPr="00536151">
        <w:t>§</w:t>
      </w:r>
      <w:r w:rsidR="006E660C">
        <w:t> </w:t>
      </w:r>
      <w:r w:rsidRPr="00536151">
        <w:t>2</w:t>
      </w:r>
      <w:r w:rsidR="006E660C">
        <w:t> </w:t>
      </w:r>
      <w:r w:rsidRPr="00536151">
        <w:t>písm.</w:t>
      </w:r>
      <w:r w:rsidR="006E660C">
        <w:t> </w:t>
      </w:r>
      <w:r w:rsidRPr="00536151">
        <w:t>e) zákona č. 320/2001 Sb.,</w:t>
      </w:r>
      <w:r w:rsidR="009920D7">
        <w:t xml:space="preserve"> o </w:t>
      </w:r>
      <w:r w:rsidRPr="00536151">
        <w:t>finanční kontrole</w:t>
      </w:r>
      <w:r w:rsidR="00D47760">
        <w:t>, ve znění pozdějších předpisů</w:t>
      </w:r>
      <w:r w:rsidRPr="00536151">
        <w:t>).</w:t>
      </w:r>
    </w:p>
    <w:p w14:paraId="4A07BC9B" w14:textId="77777777" w:rsidR="00780C8A" w:rsidRPr="00FC343B" w:rsidRDefault="00780C8A" w:rsidP="00936AB3">
      <w:pPr>
        <w:pStyle w:val="Tloslovan"/>
      </w:pPr>
      <w:bookmarkStart w:id="20" w:name="_Hlk57962842"/>
      <w:r w:rsidRPr="00FC343B">
        <w:t xml:space="preserve">Účastník prohlašuje, že </w:t>
      </w:r>
      <w:r w:rsidR="00B66A17" w:rsidRPr="00FC343B">
        <w:t>nenaplňuje podmínky zákazu účasti</w:t>
      </w:r>
      <w:r w:rsidR="009920D7">
        <w:t xml:space="preserve"> v </w:t>
      </w:r>
      <w:r w:rsidR="00B66A17" w:rsidRPr="00FC343B">
        <w:t>zadávacích řízeních ve</w:t>
      </w:r>
      <w:r w:rsidR="006E660C">
        <w:t> </w:t>
      </w:r>
      <w:r w:rsidR="00B66A17" w:rsidRPr="00FC343B">
        <w:t>smyslu § 4b zákona č. 159/2006 Sb.,</w:t>
      </w:r>
      <w:r w:rsidR="009920D7">
        <w:t xml:space="preserve"> o </w:t>
      </w:r>
      <w:r w:rsidR="00CF7913" w:rsidRPr="00FC343B">
        <w:t xml:space="preserve">střetu zájmů, ve znění pozdějších předpisů, </w:t>
      </w:r>
      <w:r w:rsidR="00D5576E" w:rsidRPr="00FC343B">
        <w:t>(„</w:t>
      </w:r>
      <w:r w:rsidR="00D5576E" w:rsidRPr="00FC343B">
        <w:rPr>
          <w:b/>
          <w:bCs/>
        </w:rPr>
        <w:t>ZSZ</w:t>
      </w:r>
      <w:r w:rsidR="00D5576E" w:rsidRPr="00FC343B">
        <w:t xml:space="preserve">“), </w:t>
      </w:r>
      <w:r w:rsidR="00CF7913" w:rsidRPr="00FC343B">
        <w:t>tj. že</w:t>
      </w:r>
      <w:r w:rsidR="009920D7">
        <w:t xml:space="preserve"> u </w:t>
      </w:r>
      <w:r w:rsidRPr="00FC343B">
        <w:t xml:space="preserve">účastníka, který je obchodní společností, </w:t>
      </w:r>
      <w:r w:rsidR="00C07D79" w:rsidRPr="00FC343B">
        <w:t>jakož</w:t>
      </w:r>
      <w:r w:rsidR="009920D7">
        <w:t xml:space="preserve"> i u </w:t>
      </w:r>
      <w:r w:rsidRPr="00FC343B">
        <w:t>poddodavatelů,</w:t>
      </w:r>
      <w:r w:rsidR="007A0CE4" w:rsidRPr="00FC343B">
        <w:t xml:space="preserve"> </w:t>
      </w:r>
      <w:r w:rsidR="007A0CE4" w:rsidRPr="00FC343B">
        <w:lastRenderedPageBreak/>
        <w:t>kteří jsou obchodní</w:t>
      </w:r>
      <w:r w:rsidR="00D5576E" w:rsidRPr="00FC343B">
        <w:t>mi</w:t>
      </w:r>
      <w:r w:rsidR="007A0CE4" w:rsidRPr="00FC343B">
        <w:t xml:space="preserve"> společnost</w:t>
      </w:r>
      <w:r w:rsidR="00D5576E" w:rsidRPr="00FC343B">
        <w:t>mi</w:t>
      </w:r>
      <w:r w:rsidR="007A0CE4" w:rsidRPr="00FC343B">
        <w:t>,</w:t>
      </w:r>
      <w:r w:rsidRPr="00FC343B">
        <w:t xml:space="preserve"> jejichž prostřednictvím účastník</w:t>
      </w:r>
      <w:r w:rsidR="009920D7">
        <w:t xml:space="preserve"> v </w:t>
      </w:r>
      <w:r w:rsidR="00A3397A" w:rsidRPr="00FC343B">
        <w:t xml:space="preserve">zadávacím řízení </w:t>
      </w:r>
      <w:r w:rsidRPr="00FC343B">
        <w:t>prokazuje kvalifikaci</w:t>
      </w:r>
      <w:r w:rsidR="00D5576E" w:rsidRPr="00FC343B">
        <w:t>,</w:t>
      </w:r>
      <w:r w:rsidRPr="00FC343B">
        <w:t xml:space="preserve"> platí, že</w:t>
      </w:r>
      <w:r w:rsidR="009920D7">
        <w:t xml:space="preserve"> v </w:t>
      </w:r>
      <w:r w:rsidRPr="00FC343B">
        <w:t>žádném</w:t>
      </w:r>
      <w:r w:rsidR="009920D7">
        <w:t xml:space="preserve"> z </w:t>
      </w:r>
      <w:r w:rsidRPr="00FC343B">
        <w:t>nich veřejný funkcionář uvedený</w:t>
      </w:r>
      <w:r w:rsidR="009920D7">
        <w:t xml:space="preserve"> v </w:t>
      </w:r>
      <w:r w:rsidRPr="00FC343B">
        <w:t>§</w:t>
      </w:r>
      <w:r w:rsidR="006E660C">
        <w:t> </w:t>
      </w:r>
      <w:r w:rsidRPr="00FC343B">
        <w:t>2</w:t>
      </w:r>
      <w:r w:rsidR="006E660C">
        <w:t> </w:t>
      </w:r>
      <w:r w:rsidRPr="00FC343B">
        <w:t>odst.</w:t>
      </w:r>
      <w:r w:rsidR="006E660C">
        <w:t> </w:t>
      </w:r>
      <w:r w:rsidRPr="00FC343B">
        <w:t>1</w:t>
      </w:r>
      <w:r w:rsidR="006E660C">
        <w:t> </w:t>
      </w:r>
      <w:r w:rsidRPr="00FC343B">
        <w:t>písm.</w:t>
      </w:r>
      <w:r w:rsidR="006E660C">
        <w:t> </w:t>
      </w:r>
      <w:r w:rsidRPr="00FC343B">
        <w:t xml:space="preserve">c) </w:t>
      </w:r>
      <w:r w:rsidR="00D5576E" w:rsidRPr="00FC343B">
        <w:t>ZSZ</w:t>
      </w:r>
      <w:r w:rsidRPr="00FC343B">
        <w:t>, nebo jím ovládaná osoba, nevlastní podíl představující alespoň 25</w:t>
      </w:r>
      <w:r w:rsidR="001F594B">
        <w:t> </w:t>
      </w:r>
      <w:r w:rsidRPr="00FC343B">
        <w:t>% účasti společníka</w:t>
      </w:r>
      <w:r w:rsidR="009920D7">
        <w:t xml:space="preserve"> v </w:t>
      </w:r>
      <w:r w:rsidRPr="00FC343B">
        <w:t>obchodní společnosti</w:t>
      </w:r>
      <w:bookmarkEnd w:id="20"/>
      <w:r w:rsidR="002E74F7" w:rsidRPr="00FC343B">
        <w:t>.</w:t>
      </w:r>
    </w:p>
    <w:p w14:paraId="25DB5F53" w14:textId="77777777" w:rsidR="00F77C57" w:rsidRPr="00FC343B" w:rsidRDefault="00F77C57" w:rsidP="00F77C57">
      <w:pPr>
        <w:pStyle w:val="Tloslovan"/>
      </w:pPr>
      <w:bookmarkStart w:id="21" w:name="_Hlk130390302"/>
      <w:r w:rsidRPr="00FC343B">
        <w:t xml:space="preserve">Účastník prohlašuje, že nenaplňuje podmínky zákazu </w:t>
      </w:r>
      <w:r>
        <w:t>zadání veřejné zakázky v</w:t>
      </w:r>
      <w:r w:rsidRPr="00FC343B">
        <w:t>e</w:t>
      </w:r>
      <w:r>
        <w:t> </w:t>
      </w:r>
      <w:r w:rsidRPr="00FC343B">
        <w:t>smyslu § 4</w:t>
      </w:r>
      <w:r>
        <w:t>8a</w:t>
      </w:r>
      <w:r w:rsidRPr="00FC343B">
        <w:t xml:space="preserve"> </w:t>
      </w:r>
      <w:r>
        <w:t>ZZVZ</w:t>
      </w:r>
      <w:r w:rsidRPr="00FC343B">
        <w:t>, tj. že</w:t>
      </w:r>
      <w:r>
        <w:t xml:space="preserve"> se na </w:t>
      </w:r>
      <w:r w:rsidRPr="00FC343B">
        <w:t>účastníka, jakož</w:t>
      </w:r>
      <w:r>
        <w:t xml:space="preserve"> i jeho </w:t>
      </w:r>
      <w:r w:rsidRPr="00FC343B">
        <w:t>poddodavatel</w:t>
      </w:r>
      <w:r>
        <w:t>e</w:t>
      </w:r>
      <w:r w:rsidRPr="00FC343B">
        <w:t xml:space="preserve">, </w:t>
      </w:r>
      <w:r>
        <w:t xml:space="preserve">nevztahují mezinárodní sankce </w:t>
      </w:r>
      <w:r>
        <w:rPr>
          <w:rFonts w:ascii="Helvetica" w:hAnsi="Helvetica" w:cs="Helvetica"/>
          <w:color w:val="232323"/>
          <w:shd w:val="clear" w:color="auto" w:fill="FFFFFF"/>
        </w:rPr>
        <w:t>podle zákona upravujícího provádění mezinárodních sankcí</w:t>
      </w:r>
      <w:r w:rsidRPr="00FC343B">
        <w:t>.</w:t>
      </w:r>
    </w:p>
    <w:p w14:paraId="6BE4C4E6" w14:textId="77777777" w:rsidR="00F77C57" w:rsidRPr="006E6931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 xml:space="preserve">, že v případě uzavření smlouvy se zadavatelem platby poskytované zadavatelem v souvislosti s realizací veřejné zakázky nebudou přímo nebo nepřímo ani jen zčásti poskytnuty osobám, vůči kterým platí tzv. individuální finanční sankce ve smyslu </w:t>
      </w:r>
      <w:r w:rsidRPr="003968FA">
        <w:t>Nařízení Rady (EU) č. 208/2014 ze dne 5. března 2014 o</w:t>
      </w:r>
      <w:r>
        <w:t> </w:t>
      </w:r>
      <w:r w:rsidRPr="003968FA">
        <w:t>omezujících opatřeních vůči některým osobám, subjektům a orgánům vzhledem k</w:t>
      </w:r>
      <w:r>
        <w:t> </w:t>
      </w:r>
      <w:r w:rsidRPr="003968FA">
        <w:t>situaci na Ukrajině</w:t>
      </w:r>
      <w:r w:rsidRPr="006E6931">
        <w:t xml:space="preserve">, </w:t>
      </w:r>
      <w:r w:rsidRPr="00DB0C82">
        <w:t>Nařízení Rady (EU) č. 269/2014 ze dne 17. března 2014 o</w:t>
      </w:r>
      <w:r>
        <w:t> </w:t>
      </w:r>
      <w:r w:rsidRPr="00DB0C82">
        <w:t>omezujících opatřeních vzhledem k činnostem narušujícím nebo ohrožujícím územní celistvost, svrchovanost a nezávislost Ukrajiny</w:t>
      </w:r>
      <w:r w:rsidRPr="006E6931">
        <w:t xml:space="preserve"> a </w:t>
      </w:r>
      <w:r w:rsidRPr="0089355D">
        <w:t>Nařízení Rady (ES) č.</w:t>
      </w:r>
      <w:r>
        <w:t> </w:t>
      </w:r>
      <w:r w:rsidRPr="0089355D">
        <w:t>765/2006 ze dne 18. května 2006 o omezujících opatřeních vůči prezidentu Lukašenkovi a některým představitelům Běloruska</w:t>
      </w:r>
      <w:r w:rsidRPr="006E6931">
        <w:t>, a to bez ohledu na to, zda se jedná o osoby s přímou či nepřímou vazbou na účastníka či poddodavatele účastníka.</w:t>
      </w:r>
    </w:p>
    <w:p w14:paraId="42628BEA" w14:textId="77777777" w:rsidR="00F77C57" w:rsidRPr="00F26E8F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>, že nejsou naplněny podmínky uvedené v </w:t>
      </w:r>
      <w:r w:rsidRPr="0089355D">
        <w:t>Nařízení Rady (EU) č.</w:t>
      </w:r>
      <w:r>
        <w:t> </w:t>
      </w:r>
      <w:r w:rsidRPr="0089355D">
        <w:t>833/2014 ze dne 31. července 2014 o omezujících opatřeních vzhledem k</w:t>
      </w:r>
      <w:r>
        <w:t> </w:t>
      </w:r>
      <w:r w:rsidRPr="0089355D">
        <w:t>činnostem Ruska destabilizujícím situaci na Ukrajině</w:t>
      </w:r>
      <w:r w:rsidRPr="00F26E8F">
        <w:t xml:space="preserve"> a </w:t>
      </w:r>
      <w:r w:rsidRPr="007910CD">
        <w:t xml:space="preserve">Nařízení Rady (EU) </w:t>
      </w:r>
      <w:r w:rsidR="009D14EC">
        <w:t>č. </w:t>
      </w:r>
      <w:r w:rsidRPr="007910CD">
        <w:t>2022/576 ze dne 8. dubna 2022, kterým se mění nařízení (EU) č. 833/2014 o</w:t>
      </w:r>
      <w:r>
        <w:t> </w:t>
      </w:r>
      <w:r w:rsidRPr="007910CD">
        <w:t>omezujících opatřeních vzhledem k činnostem Ruska destabilizujícím situaci na Ukrajině</w:t>
      </w:r>
      <w:r w:rsidRPr="00F26E8F">
        <w:t>, tedy zejména, že se nejedná o dodavatele:</w:t>
      </w:r>
    </w:p>
    <w:p w14:paraId="599E5A43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ruského státního příslušníka, fyzickou nebo právnickou osobu se sídlem v Rusku,</w:t>
      </w:r>
    </w:p>
    <w:p w14:paraId="2AF99668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právnickou osobu, která je z více než 50 % přímo či nepřímo vlastněna některou z osob podle písm. a) tohoto odstavce, nebo</w:t>
      </w:r>
    </w:p>
    <w:p w14:paraId="440BD3FF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fyzickou nebo právnickou osobu, která jedná jménem nebo na pokyn některé z osob uvedených v písm. a) nebo b) tohoto odstavce.</w:t>
      </w:r>
    </w:p>
    <w:p w14:paraId="14D0AAAA" w14:textId="77777777" w:rsidR="00F77C57" w:rsidRPr="00EF4CE2" w:rsidRDefault="00F77C57" w:rsidP="00F77C57">
      <w:pPr>
        <w:pStyle w:val="Tloslovan"/>
        <w:numPr>
          <w:ilvl w:val="0"/>
          <w:numId w:val="0"/>
        </w:numPr>
        <w:ind w:left="851"/>
      </w:pPr>
      <w:r w:rsidRPr="00F26E8F">
        <w:t xml:space="preserve">Uvedené platí v případě podání společné nabídky pro každého ze spojených dodavatelů, jakož i pro </w:t>
      </w:r>
      <w:r w:rsidRPr="00EF4CE2">
        <w:t>případ, kdy účastník hodlá využít poddodavatele při realizaci plnění veřejné zakázky, pro kterého platí některé ze shora uvedených písm. a který se bude na realizaci veřejné zakázky podílet z více jak 10 % hodnoty veřejné zakázky (podle výše nabídkové ceny v Kč bez DPH).</w:t>
      </w:r>
    </w:p>
    <w:p w14:paraId="24300B1C" w14:textId="77777777" w:rsidR="00F77C57" w:rsidRPr="00EF4CE2" w:rsidRDefault="00F77C57" w:rsidP="004E4A05">
      <w:pPr>
        <w:pStyle w:val="Tloslovan"/>
        <w:keepNext/>
      </w:pPr>
      <w:r w:rsidRPr="00EF4CE2">
        <w:t>Účastník prohlašuje, že se on ani jeho zaměstnanec či člen statutárního orgánu, statutární orgán či osoba jinak blízká:</w:t>
      </w:r>
    </w:p>
    <w:p w14:paraId="6226F25C" w14:textId="77777777" w:rsidR="00F77C57" w:rsidRPr="00EF4CE2" w:rsidRDefault="00F77C57" w:rsidP="00F77C57">
      <w:pPr>
        <w:pStyle w:val="Tloslovan"/>
        <w:numPr>
          <w:ilvl w:val="0"/>
          <w:numId w:val="38"/>
        </w:numPr>
        <w:ind w:left="1134" w:hanging="283"/>
      </w:pPr>
      <w:r w:rsidRPr="00EF4CE2">
        <w:t xml:space="preserve">nepodílela na přípravě nebo zadání veřejné zakázky, </w:t>
      </w:r>
    </w:p>
    <w:p w14:paraId="0B2C8E50" w14:textId="77777777" w:rsidR="00F77C57" w:rsidRPr="00EF4CE2" w:rsidRDefault="00F77C57" w:rsidP="00F77C57">
      <w:pPr>
        <w:pStyle w:val="Tloslovan"/>
        <w:numPr>
          <w:ilvl w:val="0"/>
          <w:numId w:val="38"/>
        </w:numPr>
        <w:ind w:left="1134" w:hanging="283"/>
      </w:pPr>
      <w:r w:rsidRPr="00EF4CE2">
        <w:t>neměla nebo nemohla mít vliv na výsledek zadávacího řízení,</w:t>
      </w:r>
    </w:p>
    <w:p w14:paraId="475C5333" w14:textId="77777777" w:rsidR="00F77C57" w:rsidRPr="00EF4CE2" w:rsidRDefault="00F77C57" w:rsidP="004E4A05">
      <w:pPr>
        <w:pStyle w:val="Tloslovan"/>
        <w:keepNext/>
        <w:numPr>
          <w:ilvl w:val="0"/>
          <w:numId w:val="38"/>
        </w:numPr>
        <w:ind w:left="1134" w:hanging="283"/>
      </w:pPr>
      <w:r w:rsidRPr="00EF4CE2">
        <w:lastRenderedPageBreak/>
        <w:t>není v pracovněprávním nebo obdobném poměru ve vztahu k zadavateli veřejné zakázky,</w:t>
      </w:r>
    </w:p>
    <w:p w14:paraId="3BF0B7F3" w14:textId="77777777" w:rsidR="00F77C57" w:rsidRDefault="00F77C57" w:rsidP="004E4A05">
      <w:pPr>
        <w:pStyle w:val="Tloslovan"/>
        <w:keepNext/>
        <w:numPr>
          <w:ilvl w:val="0"/>
          <w:numId w:val="0"/>
        </w:numPr>
        <w:ind w:left="851"/>
      </w:pPr>
      <w:r w:rsidRPr="00EF4CE2">
        <w:t>a to ani samostatně</w:t>
      </w:r>
      <w:r>
        <w:t>,</w:t>
      </w:r>
      <w:r w:rsidRPr="00EF4CE2">
        <w:t xml:space="preserve"> ani ve spojení s jiným (pod)dodavatelem.</w:t>
      </w:r>
    </w:p>
    <w:p w14:paraId="1CCDB8C0" w14:textId="77777777" w:rsidR="004E4A05" w:rsidRDefault="004E4A05" w:rsidP="00F77C57">
      <w:pPr>
        <w:pStyle w:val="Tloslovan"/>
        <w:numPr>
          <w:ilvl w:val="0"/>
          <w:numId w:val="0"/>
        </w:numPr>
        <w:ind w:left="851"/>
      </w:pPr>
      <w:r>
        <w:t>V případě, že výše uvedené neplatí, uvede účastník v nabídce seznam osob, které naplňují některou z výše uvedených podmínek, včetně popisu všech souvisejících relevantních okolností.</w:t>
      </w:r>
    </w:p>
    <w:bookmarkEnd w:id="21"/>
    <w:p w14:paraId="1B355E91" w14:textId="77777777" w:rsidR="006D03E5" w:rsidRDefault="006D03E5" w:rsidP="00936AB3">
      <w:pPr>
        <w:pStyle w:val="Tloslovan"/>
      </w:pPr>
      <w:r>
        <w:t>Účastník prohlašuje, že všechn</w:t>
      </w:r>
      <w:r w:rsidR="009F5D76">
        <w:t>a</w:t>
      </w:r>
      <w:r>
        <w:t xml:space="preserve"> prohlášení </w:t>
      </w:r>
      <w:r w:rsidR="00884643">
        <w:t xml:space="preserve">uvedená </w:t>
      </w:r>
      <w:r w:rsidR="009F5D76">
        <w:t xml:space="preserve">ve formuláři nabídky </w:t>
      </w:r>
      <w:r>
        <w:t>učinil na</w:t>
      </w:r>
      <w:r w:rsidR="006E660C">
        <w:t> </w:t>
      </w:r>
      <w:r>
        <w:t>základě své vážné</w:t>
      </w:r>
      <w:r w:rsidR="009F5D76">
        <w:t xml:space="preserve">, </w:t>
      </w:r>
      <w:r>
        <w:t>svobodné</w:t>
      </w:r>
      <w:r w:rsidR="009920D7">
        <w:t xml:space="preserve"> a </w:t>
      </w:r>
      <w:r w:rsidR="009F5D76">
        <w:t xml:space="preserve">omylu prosté </w:t>
      </w:r>
      <w:r>
        <w:t>vůle</w:t>
      </w:r>
      <w:r w:rsidR="009920D7">
        <w:t xml:space="preserve"> a </w:t>
      </w:r>
      <w:r>
        <w:t>je si vědom všech následků plynoucích</w:t>
      </w:r>
      <w:r w:rsidR="009920D7">
        <w:t xml:space="preserve"> z </w:t>
      </w:r>
      <w:r>
        <w:t>uvedení nepravdivých údajů</w:t>
      </w:r>
      <w:r w:rsidR="009920D7">
        <w:t xml:space="preserve"> a </w:t>
      </w:r>
      <w:r w:rsidR="001742E3">
        <w:t>informací</w:t>
      </w:r>
      <w:r w:rsidR="009F5D76">
        <w:t>.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C172F" w14:paraId="78E4C5F3" w14:textId="77777777" w:rsidTr="000D2D3E">
        <w:trPr>
          <w:trHeight w:val="567"/>
        </w:trPr>
        <w:tc>
          <w:tcPr>
            <w:tcW w:w="5000" w:type="pct"/>
            <w:hideMark/>
          </w:tcPr>
          <w:p w14:paraId="697998B8" w14:textId="77777777" w:rsidR="005C172F" w:rsidRDefault="005C172F" w:rsidP="002C68EC">
            <w:pPr>
              <w:keepNext/>
              <w:spacing w:beforeLines="60" w:before="144" w:after="60"/>
            </w:pPr>
            <w:r>
              <w:t>V __________ dne __. __. 20</w:t>
            </w:r>
            <w:r w:rsidR="00E91EC0">
              <w:t>__</w:t>
            </w:r>
          </w:p>
        </w:tc>
      </w:tr>
      <w:tr w:rsidR="005C172F" w14:paraId="7BEB04DC" w14:textId="77777777" w:rsidTr="000D2D3E">
        <w:trPr>
          <w:trHeight w:val="1701"/>
        </w:trPr>
        <w:tc>
          <w:tcPr>
            <w:tcW w:w="5000" w:type="pct"/>
            <w:vAlign w:val="bottom"/>
            <w:hideMark/>
          </w:tcPr>
          <w:p w14:paraId="7B8AE5D2" w14:textId="77777777" w:rsidR="005C172F" w:rsidRDefault="005C172F" w:rsidP="000D2D3E">
            <w:pPr>
              <w:keepNext/>
              <w:spacing w:before="60" w:after="60"/>
            </w:pPr>
            <w:r>
              <w:t>______________________</w:t>
            </w:r>
          </w:p>
          <w:p w14:paraId="1A9FB4E2" w14:textId="77777777" w:rsidR="005C172F" w:rsidRDefault="005C172F" w:rsidP="000D2D3E">
            <w:pPr>
              <w:keepNext/>
              <w:spacing w:beforeLines="60" w:before="144" w:after="60"/>
            </w:pPr>
            <w:r>
              <w:t>účastník</w:t>
            </w:r>
          </w:p>
        </w:tc>
      </w:tr>
    </w:tbl>
    <w:p w14:paraId="0226660F" w14:textId="77777777" w:rsidR="00334798" w:rsidRPr="00E12D7E" w:rsidRDefault="00334798" w:rsidP="00E12D7E">
      <w:pPr>
        <w:pStyle w:val="Tloslovan"/>
        <w:numPr>
          <w:ilvl w:val="0"/>
          <w:numId w:val="0"/>
        </w:numPr>
        <w:ind w:left="851" w:hanging="851"/>
      </w:pPr>
    </w:p>
    <w:sectPr w:rsidR="00334798" w:rsidRPr="00E12D7E" w:rsidSect="000B43AD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70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CD2CF" w14:textId="77777777" w:rsidR="00874CA1" w:rsidRDefault="00874CA1" w:rsidP="005066D2">
      <w:r>
        <w:separator/>
      </w:r>
    </w:p>
  </w:endnote>
  <w:endnote w:type="continuationSeparator" w:id="0">
    <w:p w14:paraId="3AFAA73F" w14:textId="77777777" w:rsidR="00874CA1" w:rsidRDefault="00874CA1" w:rsidP="0050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0FC7B" w14:textId="77777777" w:rsidR="00D962D6" w:rsidRPr="00933444" w:rsidRDefault="004F74DE" w:rsidP="00E3536F">
    <w:pPr>
      <w:tabs>
        <w:tab w:val="center" w:pos="8931"/>
      </w:tabs>
      <w:spacing w:before="0" w:after="0" w:line="240" w:lineRule="auto"/>
      <w:rPr>
        <w:sz w:val="20"/>
        <w:szCs w:val="20"/>
      </w:rPr>
    </w:pPr>
    <w:sdt>
      <w:sdtPr>
        <w:rPr>
          <w:sz w:val="20"/>
          <w:szCs w:val="20"/>
        </w:rPr>
        <w:id w:val="-1450394796"/>
        <w:docPartObj>
          <w:docPartGallery w:val="Page Numbers (Bottom of Page)"/>
          <w:docPartUnique/>
        </w:docPartObj>
      </w:sdtPr>
      <w:sdtEndPr/>
      <w:sdtContent/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DCAFF" w14:textId="77777777" w:rsidR="00D962D6" w:rsidRPr="00515259" w:rsidRDefault="004F74DE" w:rsidP="0007295B">
    <w:pPr>
      <w:pStyle w:val="Zpat"/>
      <w:jc w:val="righ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-170729202"/>
        <w:docPartObj>
          <w:docPartGallery w:val="Page Numbers (Bottom of Page)"/>
          <w:docPartUnique/>
        </w:docPartObj>
      </w:sdtPr>
      <w:sdtEndPr/>
      <w:sdtContent/>
    </w:sdt>
    <w:r w:rsidR="00D962D6" w:rsidRPr="00515259">
      <w:rPr>
        <w:rStyle w:val="ZpatslastrnekChar"/>
        <w:sz w:val="20"/>
        <w:szCs w:val="20"/>
      </w:rPr>
      <w:t xml:space="preserve"> </w:t>
    </w:r>
    <w:sdt>
      <w:sdtPr>
        <w:rPr>
          <w:rStyle w:val="ZpatslastrnekChar"/>
          <w:sz w:val="20"/>
          <w:szCs w:val="20"/>
        </w:rPr>
        <w:id w:val="2147161028"/>
        <w:docPartObj>
          <w:docPartGallery w:val="Page Numbers (Bottom of Page)"/>
          <w:docPartUnique/>
        </w:docPartObj>
      </w:sdtPr>
      <w:sdtEndPr>
        <w:rPr>
          <w:rStyle w:val="ZpatslastrnekChar"/>
        </w:rPr>
      </w:sdtEndPr>
      <w:sdtContent>
        <w:r w:rsidR="00D962D6" w:rsidRPr="00515259">
          <w:rPr>
            <w:rStyle w:val="ZpatslastrnekChar"/>
            <w:sz w:val="20"/>
            <w:szCs w:val="20"/>
          </w:rPr>
          <w:t xml:space="preserve">str. </w:t>
        </w:r>
        <w:r w:rsidR="00D962D6" w:rsidRPr="00515259">
          <w:rPr>
            <w:rStyle w:val="ZpatslastrnekChar"/>
            <w:sz w:val="20"/>
            <w:szCs w:val="20"/>
          </w:rPr>
          <w:fldChar w:fldCharType="begin"/>
        </w:r>
        <w:r w:rsidR="00D962D6" w:rsidRPr="00515259">
          <w:rPr>
            <w:rStyle w:val="ZpatslastrnekChar"/>
            <w:sz w:val="20"/>
            <w:szCs w:val="20"/>
          </w:rPr>
          <w:instrText>PAGE   \* MERGEFORMAT</w:instrText>
        </w:r>
        <w:r w:rsidR="00D962D6" w:rsidRPr="00515259">
          <w:rPr>
            <w:rStyle w:val="ZpatslastrnekChar"/>
            <w:sz w:val="20"/>
            <w:szCs w:val="20"/>
          </w:rPr>
          <w:fldChar w:fldCharType="separate"/>
        </w:r>
        <w:r w:rsidR="00D962D6" w:rsidRPr="00515259">
          <w:rPr>
            <w:rStyle w:val="ZpatslastrnekChar"/>
            <w:sz w:val="20"/>
            <w:szCs w:val="20"/>
          </w:rPr>
          <w:t>1</w:t>
        </w:r>
        <w:r w:rsidR="00D962D6" w:rsidRPr="00515259">
          <w:rPr>
            <w:rStyle w:val="ZpatslastrnekChar"/>
            <w:sz w:val="20"/>
            <w:szCs w:val="20"/>
          </w:rPr>
          <w:fldChar w:fldCharType="end"/>
        </w:r>
        <w:r w:rsidR="009920D7">
          <w:rPr>
            <w:rStyle w:val="ZpatslastrnekChar"/>
            <w:sz w:val="20"/>
            <w:szCs w:val="20"/>
          </w:rPr>
          <w:t xml:space="preserve"> z </w:t>
        </w:r>
      </w:sdtContent>
    </w:sdt>
    <w:r w:rsidR="00D962D6" w:rsidRPr="00515259">
      <w:rPr>
        <w:rStyle w:val="ZpatslastrnekChar"/>
        <w:sz w:val="20"/>
        <w:szCs w:val="20"/>
      </w:rPr>
      <w:fldChar w:fldCharType="begin"/>
    </w:r>
    <w:r w:rsidR="00D962D6" w:rsidRPr="00515259">
      <w:rPr>
        <w:rStyle w:val="ZpatslastrnekChar"/>
        <w:sz w:val="20"/>
        <w:szCs w:val="20"/>
      </w:rPr>
      <w:instrText xml:space="preserve"> NUMPAGES   \* MERGEFORMAT </w:instrText>
    </w:r>
    <w:r w:rsidR="00D962D6" w:rsidRPr="00515259">
      <w:rPr>
        <w:rStyle w:val="ZpatslastrnekChar"/>
        <w:sz w:val="20"/>
        <w:szCs w:val="20"/>
      </w:rPr>
      <w:fldChar w:fldCharType="separate"/>
    </w:r>
    <w:r w:rsidR="00D962D6" w:rsidRPr="00515259">
      <w:rPr>
        <w:rStyle w:val="ZpatslastrnekChar"/>
        <w:sz w:val="20"/>
        <w:szCs w:val="20"/>
      </w:rPr>
      <w:t>4</w:t>
    </w:r>
    <w:r w:rsidR="00D962D6" w:rsidRPr="00515259">
      <w:rPr>
        <w:rStyle w:val="ZpatslastrnekChar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618DE" w14:textId="77777777" w:rsidR="00E3536F" w:rsidRPr="00933444" w:rsidRDefault="00E3536F" w:rsidP="00E3536F">
    <w:pPr>
      <w:tabs>
        <w:tab w:val="center" w:pos="8931"/>
      </w:tabs>
      <w:spacing w:before="0" w:after="0" w:line="240" w:lineRule="auto"/>
      <w:jc w:val="right"/>
      <w:rPr>
        <w:sz w:val="20"/>
        <w:szCs w:val="20"/>
      </w:rPr>
    </w:pPr>
    <w:r w:rsidRPr="00CD6AC4">
      <w:rPr>
        <w:rFonts w:eastAsia="Calibri"/>
        <w:sz w:val="20"/>
        <w:szCs w:val="20"/>
        <w:lang w:val="en-US"/>
      </w:rPr>
      <w:t xml:space="preserve">str. </w:t>
    </w:r>
    <w:r w:rsidRPr="00CD6AC4">
      <w:rPr>
        <w:rFonts w:eastAsia="Calibri"/>
        <w:sz w:val="20"/>
        <w:szCs w:val="20"/>
        <w:lang w:val="en-US"/>
      </w:rPr>
      <w:fldChar w:fldCharType="begin"/>
    </w:r>
    <w:r w:rsidRPr="00CD6AC4">
      <w:rPr>
        <w:rFonts w:eastAsia="Calibri"/>
        <w:sz w:val="20"/>
        <w:szCs w:val="20"/>
        <w:lang w:val="en-US"/>
      </w:rPr>
      <w:instrText xml:space="preserve"> PAGE   \* MERGEFORMAT </w:instrText>
    </w:r>
    <w:r w:rsidRPr="00CD6AC4">
      <w:rPr>
        <w:rFonts w:eastAsia="Calibri"/>
        <w:sz w:val="20"/>
        <w:szCs w:val="20"/>
        <w:lang w:val="en-US"/>
      </w:rPr>
      <w:fldChar w:fldCharType="separate"/>
    </w:r>
    <w:r>
      <w:rPr>
        <w:rFonts w:eastAsia="Calibri"/>
        <w:sz w:val="20"/>
        <w:szCs w:val="20"/>
        <w:lang w:val="en-US"/>
      </w:rPr>
      <w:t>3</w:t>
    </w:r>
    <w:r w:rsidRPr="00CD6AC4">
      <w:rPr>
        <w:rFonts w:eastAsia="Calibri"/>
        <w:sz w:val="20"/>
        <w:szCs w:val="20"/>
        <w:lang w:val="en-US"/>
      </w:rPr>
      <w:fldChar w:fldCharType="end"/>
    </w:r>
    <w:r w:rsidR="009920D7">
      <w:rPr>
        <w:rFonts w:eastAsia="Calibri"/>
        <w:sz w:val="20"/>
        <w:szCs w:val="20"/>
        <w:lang w:val="en-US"/>
      </w:rPr>
      <w:t xml:space="preserve"> z </w:t>
    </w:r>
    <w:r w:rsidRPr="00CD6AC4">
      <w:rPr>
        <w:rFonts w:eastAsia="Calibri"/>
        <w:noProof/>
        <w:sz w:val="20"/>
        <w:szCs w:val="20"/>
        <w:lang w:val="en-US"/>
      </w:rPr>
      <w:fldChar w:fldCharType="begin"/>
    </w:r>
    <w:r w:rsidRPr="00CD6AC4">
      <w:rPr>
        <w:rFonts w:eastAsia="Calibri"/>
        <w:noProof/>
        <w:sz w:val="20"/>
        <w:szCs w:val="20"/>
        <w:lang w:val="en-US"/>
      </w:rPr>
      <w:instrText xml:space="preserve"> NUMPAGES   \* MERGEFORMAT </w:instrText>
    </w:r>
    <w:r w:rsidRPr="00CD6AC4">
      <w:rPr>
        <w:rFonts w:eastAsia="Calibri"/>
        <w:noProof/>
        <w:sz w:val="20"/>
        <w:szCs w:val="20"/>
        <w:lang w:val="en-US"/>
      </w:rPr>
      <w:fldChar w:fldCharType="separate"/>
    </w:r>
    <w:r>
      <w:rPr>
        <w:rFonts w:eastAsia="Calibri"/>
        <w:noProof/>
        <w:sz w:val="20"/>
        <w:szCs w:val="20"/>
        <w:lang w:val="en-US"/>
      </w:rPr>
      <w:t>25</w:t>
    </w:r>
    <w:r w:rsidRPr="00CD6AC4">
      <w:rPr>
        <w:rFonts w:eastAsia="Calibri"/>
        <w:noProof/>
        <w:sz w:val="20"/>
        <w:szCs w:val="20"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40D8D" w14:textId="77777777" w:rsidR="00D962D6" w:rsidRPr="00515259" w:rsidRDefault="004F74DE" w:rsidP="00393585">
    <w:pPr>
      <w:pStyle w:val="Zpa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934395851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D7EEC" w14:textId="77777777" w:rsidR="00874CA1" w:rsidRDefault="00874CA1" w:rsidP="005066D2">
      <w:r>
        <w:separator/>
      </w:r>
    </w:p>
  </w:footnote>
  <w:footnote w:type="continuationSeparator" w:id="0">
    <w:p w14:paraId="5DECA50C" w14:textId="77777777" w:rsidR="00874CA1" w:rsidRDefault="00874CA1" w:rsidP="005066D2">
      <w:r>
        <w:continuationSeparator/>
      </w:r>
    </w:p>
  </w:footnote>
  <w:footnote w:id="1">
    <w:p w14:paraId="61DDB2BF" w14:textId="77777777" w:rsidR="00521F89" w:rsidRDefault="00521F89" w:rsidP="00521F8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Účastník je povinen k prokázání základní způsobilosti vedle tohoto čestného prohlášení doložit i doklady podle § 75 ZZVZ. Prokazuje-li účastník kvalifikaci jinou osobou, je povinen doklady podle § 75 ZZVZ doložit i za jinou osobu (srov. § 83 ZZVZ).</w:t>
      </w:r>
    </w:p>
    <w:p w14:paraId="111F380F" w14:textId="77777777" w:rsidR="00521F89" w:rsidRDefault="00521F89" w:rsidP="00521F89">
      <w:pPr>
        <w:pStyle w:val="Textpoznpodarou"/>
        <w:jc w:val="both"/>
      </w:pPr>
      <w:r>
        <w:t>Účastník je dále povinen k prokázání kvalifikace vedle tohoto čestného prohlášení doložit i další doklady podle zadávací dokumentace a ZZVZ.</w:t>
      </w:r>
    </w:p>
  </w:footnote>
  <w:footnote w:id="2">
    <w:p w14:paraId="22B97787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hodlá plnit části veřejné zakázky prostřednictvím poddodavatelů a poddodavatelé jsou účastníku známi, účastník uvede toto prohlášení spolu s označením těch částí veřejné zakázky, které budou plnit poddodavatelé, a seznamem těchto poddodavatelů.</w:t>
      </w:r>
    </w:p>
  </w:footnote>
  <w:footnote w:id="3">
    <w:p w14:paraId="402B4385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nehodlá plnit části veřejné zakázky prostřednictvím poddodavatelů, nebo poddodavatelé nejsou účastníku známi, účastník uvede toto prohlášení.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D0E84" w14:textId="2C4B4315" w:rsidR="00D962D6" w:rsidRPr="00515259" w:rsidRDefault="00D962D6" w:rsidP="000A4276">
    <w:pPr>
      <w:pStyle w:val="Zhlav"/>
      <w:tabs>
        <w:tab w:val="clear" w:pos="4536"/>
        <w:tab w:val="clear" w:pos="9072"/>
      </w:tabs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C624" w14:textId="77777777" w:rsidR="00D962D6" w:rsidRPr="00BA50CE" w:rsidRDefault="004F74DE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18961845"/>
        <w:placeholder>
          <w:docPart w:val="00C59C39A9974F23ABF415FAA32E427F"/>
        </w:placeholder>
        <w:showingPlcHdr/>
        <w:text/>
      </w:sdtPr>
      <w:sdtEndPr/>
      <w:sdtContent>
        <w:r w:rsidR="00D962D6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4ADD" w14:textId="4ECEFBB5" w:rsidR="00D962D6" w:rsidRPr="008030A6" w:rsidRDefault="004F74DE" w:rsidP="007B24DC">
    <w:pPr>
      <w:pStyle w:val="ZhlavsnzvemVZ"/>
      <w:tabs>
        <w:tab w:val="clear" w:pos="4536"/>
        <w:tab w:val="clear" w:pos="9072"/>
      </w:tabs>
      <w:jc w:val="both"/>
      <w:rPr>
        <w:sz w:val="20"/>
        <w:szCs w:val="20"/>
      </w:rPr>
    </w:pPr>
    <w:sdt>
      <w:sdtPr>
        <w:rPr>
          <w:sz w:val="20"/>
          <w:szCs w:val="20"/>
        </w:rPr>
        <w:id w:val="-1760361252"/>
        <w:text/>
      </w:sdtPr>
      <w:sdtEndPr/>
      <w:sdtContent>
        <w:r w:rsidR="002B63EA">
          <w:rPr>
            <w:sz w:val="20"/>
            <w:szCs w:val="20"/>
          </w:rPr>
          <w:t>Formulář nabídky</w:t>
        </w:r>
      </w:sdtContent>
    </w:sdt>
    <w:r w:rsidR="00D962D6">
      <w:rPr>
        <w:sz w:val="20"/>
        <w:szCs w:val="20"/>
      </w:rPr>
      <w:t xml:space="preserve"> </w:t>
    </w:r>
    <w:r w:rsidR="00D962D6" w:rsidRPr="005C056F">
      <w:rPr>
        <w:sz w:val="20"/>
        <w:szCs w:val="20"/>
      </w:rPr>
      <w:t xml:space="preserve">– </w:t>
    </w:r>
    <w:r w:rsidR="00D962D6" w:rsidRPr="008030A6">
      <w:rPr>
        <w:sz w:val="20"/>
        <w:szCs w:val="20"/>
      </w:rPr>
      <w:t>„</w:t>
    </w:r>
    <w:sdt>
      <w:sdtPr>
        <w:rPr>
          <w:bCs/>
          <w:sz w:val="20"/>
          <w:szCs w:val="20"/>
        </w:rPr>
        <w:id w:val="-1306230791"/>
        <w:placeholder>
          <w:docPart w:val="C4A476BBFFF24B4EB5A4E620D753F591"/>
        </w:placeholder>
        <w:text/>
      </w:sdtPr>
      <w:sdtEndPr/>
      <w:sdtContent>
        <w:r w:rsidR="00874CA1" w:rsidRPr="00874CA1">
          <w:rPr>
            <w:bCs/>
            <w:sz w:val="20"/>
            <w:szCs w:val="20"/>
          </w:rPr>
          <w:t>Provádění úklidových prací na území Prahy 6</w:t>
        </w:r>
      </w:sdtContent>
    </w:sdt>
    <w:r w:rsidR="00D962D6" w:rsidRPr="008030A6">
      <w:rPr>
        <w:sz w:val="20"/>
        <w:szCs w:val="20"/>
      </w:rPr>
      <w:t>“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94F39" w14:textId="77777777" w:rsidR="00D962D6" w:rsidRPr="00BA50CE" w:rsidRDefault="004F74DE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073482752"/>
        <w:placeholder>
          <w:docPart w:val="86A3490891DA49008189415CEF86B6EF"/>
        </w:placeholder>
        <w:showingPlcHdr/>
        <w:text/>
      </w:sdtPr>
      <w:sdtEndPr/>
      <w:sdtContent>
        <w:r w:rsidR="00393585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E1C3E"/>
    <w:multiLevelType w:val="hybridMultilevel"/>
    <w:tmpl w:val="C43A57DA"/>
    <w:lvl w:ilvl="0" w:tplc="C56AFE16">
      <w:start w:val="4"/>
      <w:numFmt w:val="bullet"/>
      <w:lvlText w:val="-"/>
      <w:lvlJc w:val="left"/>
      <w:pPr>
        <w:ind w:left="425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14" w:hanging="360"/>
      </w:pPr>
      <w:rPr>
        <w:rFonts w:ascii="Wingdings" w:hAnsi="Wingdings" w:hint="default"/>
      </w:rPr>
    </w:lvl>
  </w:abstractNum>
  <w:abstractNum w:abstractNumId="1" w15:restartNumberingAfterBreak="0">
    <w:nsid w:val="17D15F8D"/>
    <w:multiLevelType w:val="multilevel"/>
    <w:tmpl w:val="B15484C8"/>
    <w:lvl w:ilvl="0">
      <w:start w:val="1"/>
      <w:numFmt w:val="decimal"/>
      <w:lvlText w:val="%1."/>
      <w:lvlJc w:val="left"/>
      <w:pPr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808080" w:themeColor="background1" w:themeShade="8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1419" w:hanging="851"/>
      </w:pPr>
      <w:rPr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Theme="minorHAnsi" w:hAnsiTheme="min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lvlText w:val="%4)"/>
      <w:lvlJc w:val="left"/>
      <w:pPr>
        <w:ind w:left="851" w:hanging="28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A20ED4"/>
    <w:multiLevelType w:val="hybridMultilevel"/>
    <w:tmpl w:val="258CDB04"/>
    <w:lvl w:ilvl="0" w:tplc="04050017">
      <w:start w:val="1"/>
      <w:numFmt w:val="lowerLetter"/>
      <w:lvlText w:val="%1)"/>
      <w:lvlJc w:val="left"/>
      <w:pPr>
        <w:ind w:left="356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A3699"/>
    <w:multiLevelType w:val="hybridMultilevel"/>
    <w:tmpl w:val="97FAF9DE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32342EE5"/>
    <w:multiLevelType w:val="multilevel"/>
    <w:tmpl w:val="A37681C8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5" w15:restartNumberingAfterBreak="0">
    <w:nsid w:val="37644120"/>
    <w:multiLevelType w:val="multilevel"/>
    <w:tmpl w:val="81287F9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hanging="851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Restart w:val="3"/>
      <w:lvlText w:val="Příloha č. %7 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6" w15:restartNumberingAfterBreak="0">
    <w:nsid w:val="399A1A2D"/>
    <w:multiLevelType w:val="multilevel"/>
    <w:tmpl w:val="4BE27C3A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Restart w:val="0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45714E56"/>
    <w:multiLevelType w:val="hybridMultilevel"/>
    <w:tmpl w:val="0BB8ECA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49E64E9E"/>
    <w:multiLevelType w:val="hybridMultilevel"/>
    <w:tmpl w:val="4D4CEFDA"/>
    <w:lvl w:ilvl="0" w:tplc="AE6AAF2C">
      <w:start w:val="7"/>
      <w:numFmt w:val="bullet"/>
      <w:lvlText w:val="-"/>
      <w:lvlJc w:val="left"/>
      <w:pPr>
        <w:ind w:left="1571" w:hanging="360"/>
      </w:pPr>
      <w:rPr>
        <w:rFonts w:ascii="Arial" w:eastAsia="Calibri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54B30E46"/>
    <w:multiLevelType w:val="multilevel"/>
    <w:tmpl w:val="7DF473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91F48E9"/>
    <w:multiLevelType w:val="hybridMultilevel"/>
    <w:tmpl w:val="9DCE5E3A"/>
    <w:lvl w:ilvl="0" w:tplc="15BAD11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D4C022F"/>
    <w:multiLevelType w:val="hybridMultilevel"/>
    <w:tmpl w:val="4F607FA6"/>
    <w:lvl w:ilvl="0" w:tplc="AB8A5732">
      <w:start w:val="4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FFC1E6F"/>
    <w:multiLevelType w:val="hybridMultilevel"/>
    <w:tmpl w:val="873C960E"/>
    <w:lvl w:ilvl="0" w:tplc="0405001B">
      <w:start w:val="1"/>
      <w:numFmt w:val="lowerRoman"/>
      <w:lvlText w:val="%1."/>
      <w:lvlJc w:val="righ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0A13F1E"/>
    <w:multiLevelType w:val="multilevel"/>
    <w:tmpl w:val="0B866CA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lvlText w:val="-"/>
      <w:lvlJc w:val="left"/>
      <w:pPr>
        <w:ind w:left="567" w:hanging="283"/>
      </w:pPr>
      <w:rPr>
        <w:rFonts w:ascii="Calibri" w:eastAsia="Times New Roman" w:hAnsi="Calibr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8BC5201"/>
    <w:multiLevelType w:val="hybridMultilevel"/>
    <w:tmpl w:val="189A28FE"/>
    <w:lvl w:ilvl="0" w:tplc="1E90DE3C">
      <w:start w:val="1"/>
      <w:numFmt w:val="lowerLetter"/>
      <w:lvlText w:val="%1)"/>
      <w:lvlJc w:val="left"/>
      <w:pPr>
        <w:tabs>
          <w:tab w:val="num" w:pos="680"/>
        </w:tabs>
        <w:ind w:left="680" w:hanging="396"/>
      </w:pPr>
      <w:rPr>
        <w:b w:val="0"/>
        <w:i w:val="0"/>
        <w:sz w:val="22"/>
        <w:szCs w:val="2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756C98"/>
    <w:multiLevelType w:val="hybridMultilevel"/>
    <w:tmpl w:val="8DAEBFB6"/>
    <w:lvl w:ilvl="0" w:tplc="FFFFFFFF">
      <w:start w:val="1"/>
      <w:numFmt w:val="decimal"/>
      <w:lvlText w:val="%1."/>
      <w:lvlJc w:val="left"/>
      <w:pPr>
        <w:ind w:left="2844" w:hanging="360"/>
      </w:pPr>
    </w:lvl>
    <w:lvl w:ilvl="1" w:tplc="04050017">
      <w:start w:val="1"/>
      <w:numFmt w:val="lowerLetter"/>
      <w:lvlText w:val="%2)"/>
      <w:lvlJc w:val="left"/>
      <w:pPr>
        <w:ind w:left="2136" w:hanging="360"/>
      </w:pPr>
    </w:lvl>
    <w:lvl w:ilvl="2" w:tplc="FFFFFFFF" w:tentative="1">
      <w:start w:val="1"/>
      <w:numFmt w:val="lowerRoman"/>
      <w:lvlText w:val="%3."/>
      <w:lvlJc w:val="right"/>
      <w:pPr>
        <w:ind w:left="4284" w:hanging="180"/>
      </w:pPr>
    </w:lvl>
    <w:lvl w:ilvl="3" w:tplc="FFFFFFFF">
      <w:start w:val="1"/>
      <w:numFmt w:val="decimal"/>
      <w:lvlText w:val="%4."/>
      <w:lvlJc w:val="left"/>
      <w:pPr>
        <w:ind w:left="5004" w:hanging="360"/>
      </w:pPr>
    </w:lvl>
    <w:lvl w:ilvl="4" w:tplc="FFFFFFFF" w:tentative="1">
      <w:start w:val="1"/>
      <w:numFmt w:val="lowerLetter"/>
      <w:lvlText w:val="%5."/>
      <w:lvlJc w:val="left"/>
      <w:pPr>
        <w:ind w:left="5724" w:hanging="360"/>
      </w:pPr>
    </w:lvl>
    <w:lvl w:ilvl="5" w:tplc="FFFFFFFF" w:tentative="1">
      <w:start w:val="1"/>
      <w:numFmt w:val="lowerRoman"/>
      <w:lvlText w:val="%6."/>
      <w:lvlJc w:val="right"/>
      <w:pPr>
        <w:ind w:left="6444" w:hanging="180"/>
      </w:pPr>
    </w:lvl>
    <w:lvl w:ilvl="6" w:tplc="FFFFFFFF" w:tentative="1">
      <w:start w:val="1"/>
      <w:numFmt w:val="decimal"/>
      <w:lvlText w:val="%7."/>
      <w:lvlJc w:val="left"/>
      <w:pPr>
        <w:ind w:left="7164" w:hanging="360"/>
      </w:pPr>
    </w:lvl>
    <w:lvl w:ilvl="7" w:tplc="FFFFFFFF" w:tentative="1">
      <w:start w:val="1"/>
      <w:numFmt w:val="lowerLetter"/>
      <w:lvlText w:val="%8."/>
      <w:lvlJc w:val="left"/>
      <w:pPr>
        <w:ind w:left="7884" w:hanging="360"/>
      </w:pPr>
    </w:lvl>
    <w:lvl w:ilvl="8" w:tplc="FFFFFFFF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6" w15:restartNumberingAfterBreak="0">
    <w:nsid w:val="709F6498"/>
    <w:multiLevelType w:val="multilevel"/>
    <w:tmpl w:val="E76E26EA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7" w15:restartNumberingAfterBreak="0">
    <w:nsid w:val="7D4D4052"/>
    <w:multiLevelType w:val="multilevel"/>
    <w:tmpl w:val="D2D4BC84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Tloslovan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8" w15:restartNumberingAfterBreak="0">
    <w:nsid w:val="7EC52A9C"/>
    <w:multiLevelType w:val="hybridMultilevel"/>
    <w:tmpl w:val="FFE0EC8C"/>
    <w:lvl w:ilvl="0" w:tplc="79A2D01A">
      <w:start w:val="1"/>
      <w:numFmt w:val="decimal"/>
      <w:pStyle w:val="Odstavecseseznamem"/>
      <w:lvlText w:val="Příloha č. %1  –"/>
      <w:lvlJc w:val="left"/>
      <w:pPr>
        <w:ind w:left="142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765146693">
    <w:abstractNumId w:val="9"/>
  </w:num>
  <w:num w:numId="2" w16cid:durableId="705299156">
    <w:abstractNumId w:val="19"/>
  </w:num>
  <w:num w:numId="3" w16cid:durableId="410547219">
    <w:abstractNumId w:val="5"/>
  </w:num>
  <w:num w:numId="4" w16cid:durableId="1779719456">
    <w:abstractNumId w:val="12"/>
  </w:num>
  <w:num w:numId="5" w16cid:durableId="1346830378">
    <w:abstractNumId w:val="8"/>
  </w:num>
  <w:num w:numId="6" w16cid:durableId="1931426999">
    <w:abstractNumId w:val="11"/>
  </w:num>
  <w:num w:numId="7" w16cid:durableId="276303499">
    <w:abstractNumId w:val="0"/>
  </w:num>
  <w:num w:numId="8" w16cid:durableId="1647394798">
    <w:abstractNumId w:val="6"/>
  </w:num>
  <w:num w:numId="9" w16cid:durableId="1433357786">
    <w:abstractNumId w:val="19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1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0" w16cid:durableId="13612007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1819770">
    <w:abstractNumId w:val="19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2" w16cid:durableId="17572895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8691676">
    <w:abstractNumId w:val="19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4" w16cid:durableId="1278101137">
    <w:abstractNumId w:val="19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5" w16cid:durableId="16727519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32086392">
    <w:abstractNumId w:val="17"/>
  </w:num>
  <w:num w:numId="17" w16cid:durableId="1331182178">
    <w:abstractNumId w:val="10"/>
  </w:num>
  <w:num w:numId="18" w16cid:durableId="539054718">
    <w:abstractNumId w:val="17"/>
    <w:lvlOverride w:ilvl="0">
      <w:lvl w:ilvl="0">
        <w:start w:val="1"/>
        <w:numFmt w:val="decimal"/>
        <w:pStyle w:val="Nadpis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Tloslovan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1134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4. 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lvlText w:val="–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9" w16cid:durableId="31807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62282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5323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32609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6371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8811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09700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39569624">
    <w:abstractNumId w:val="1"/>
  </w:num>
  <w:num w:numId="27" w16cid:durableId="11015297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06572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667319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78868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43287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994633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25596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90597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6705540">
    <w:abstractNumId w:val="7"/>
  </w:num>
  <w:num w:numId="36" w16cid:durableId="76826619">
    <w:abstractNumId w:val="3"/>
  </w:num>
  <w:num w:numId="37" w16cid:durableId="2064982064">
    <w:abstractNumId w:val="15"/>
  </w:num>
  <w:num w:numId="38" w16cid:durableId="39405925">
    <w:abstractNumId w:val="2"/>
  </w:num>
  <w:num w:numId="39" w16cid:durableId="1479151489">
    <w:abstractNumId w:val="16"/>
  </w:num>
  <w:num w:numId="40" w16cid:durableId="14103515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CA1"/>
    <w:rsid w:val="00006266"/>
    <w:rsid w:val="00007F4B"/>
    <w:rsid w:val="00024F36"/>
    <w:rsid w:val="00037A3B"/>
    <w:rsid w:val="00046F11"/>
    <w:rsid w:val="000531DC"/>
    <w:rsid w:val="00067828"/>
    <w:rsid w:val="0007295B"/>
    <w:rsid w:val="00074933"/>
    <w:rsid w:val="00084321"/>
    <w:rsid w:val="00091F3F"/>
    <w:rsid w:val="0009732E"/>
    <w:rsid w:val="00097BC6"/>
    <w:rsid w:val="000A4276"/>
    <w:rsid w:val="000B0C97"/>
    <w:rsid w:val="000B43AD"/>
    <w:rsid w:val="000C3224"/>
    <w:rsid w:val="000D2D3E"/>
    <w:rsid w:val="000E6D6E"/>
    <w:rsid w:val="000F3CED"/>
    <w:rsid w:val="00104227"/>
    <w:rsid w:val="00110CA5"/>
    <w:rsid w:val="00110D35"/>
    <w:rsid w:val="00130941"/>
    <w:rsid w:val="001361BA"/>
    <w:rsid w:val="0014017E"/>
    <w:rsid w:val="00147C12"/>
    <w:rsid w:val="00154D8B"/>
    <w:rsid w:val="00165C44"/>
    <w:rsid w:val="001742E3"/>
    <w:rsid w:val="00191EB0"/>
    <w:rsid w:val="001964F7"/>
    <w:rsid w:val="001A433A"/>
    <w:rsid w:val="001B3AD5"/>
    <w:rsid w:val="001C6974"/>
    <w:rsid w:val="001D0797"/>
    <w:rsid w:val="001D10F8"/>
    <w:rsid w:val="001D138F"/>
    <w:rsid w:val="001D468C"/>
    <w:rsid w:val="001D4C2C"/>
    <w:rsid w:val="001E29C4"/>
    <w:rsid w:val="001E78AD"/>
    <w:rsid w:val="001F1203"/>
    <w:rsid w:val="001F594B"/>
    <w:rsid w:val="002068DE"/>
    <w:rsid w:val="00206A50"/>
    <w:rsid w:val="002137A2"/>
    <w:rsid w:val="00214512"/>
    <w:rsid w:val="0021622E"/>
    <w:rsid w:val="00222517"/>
    <w:rsid w:val="00222832"/>
    <w:rsid w:val="002260D6"/>
    <w:rsid w:val="0022725A"/>
    <w:rsid w:val="0022762B"/>
    <w:rsid w:val="00276A68"/>
    <w:rsid w:val="00276E18"/>
    <w:rsid w:val="00280415"/>
    <w:rsid w:val="00280CBC"/>
    <w:rsid w:val="002905A3"/>
    <w:rsid w:val="002975C9"/>
    <w:rsid w:val="00297665"/>
    <w:rsid w:val="002A3542"/>
    <w:rsid w:val="002B63EA"/>
    <w:rsid w:val="002C27F1"/>
    <w:rsid w:val="002C68EC"/>
    <w:rsid w:val="002D3242"/>
    <w:rsid w:val="002D60B6"/>
    <w:rsid w:val="002D6626"/>
    <w:rsid w:val="002E74F7"/>
    <w:rsid w:val="002E79D6"/>
    <w:rsid w:val="00303D43"/>
    <w:rsid w:val="0030491F"/>
    <w:rsid w:val="00306A11"/>
    <w:rsid w:val="00317CA2"/>
    <w:rsid w:val="00334798"/>
    <w:rsid w:val="00334CC2"/>
    <w:rsid w:val="00341DE1"/>
    <w:rsid w:val="00352E80"/>
    <w:rsid w:val="00357B7E"/>
    <w:rsid w:val="00357F72"/>
    <w:rsid w:val="00370681"/>
    <w:rsid w:val="00393585"/>
    <w:rsid w:val="003A6773"/>
    <w:rsid w:val="003B0D07"/>
    <w:rsid w:val="003B1ACB"/>
    <w:rsid w:val="003B34AC"/>
    <w:rsid w:val="003B36EC"/>
    <w:rsid w:val="003B48D0"/>
    <w:rsid w:val="003B766D"/>
    <w:rsid w:val="003D480F"/>
    <w:rsid w:val="003E4608"/>
    <w:rsid w:val="003E658D"/>
    <w:rsid w:val="003F2EA2"/>
    <w:rsid w:val="004135BA"/>
    <w:rsid w:val="004337CB"/>
    <w:rsid w:val="004359E0"/>
    <w:rsid w:val="00435CAD"/>
    <w:rsid w:val="00437142"/>
    <w:rsid w:val="0044776C"/>
    <w:rsid w:val="0047394E"/>
    <w:rsid w:val="004806F6"/>
    <w:rsid w:val="00493A1A"/>
    <w:rsid w:val="00496FC9"/>
    <w:rsid w:val="004A6A9A"/>
    <w:rsid w:val="004B6CC6"/>
    <w:rsid w:val="004B78DA"/>
    <w:rsid w:val="004D1E5C"/>
    <w:rsid w:val="004E274D"/>
    <w:rsid w:val="004E31E7"/>
    <w:rsid w:val="004E4A05"/>
    <w:rsid w:val="004F74DE"/>
    <w:rsid w:val="00504371"/>
    <w:rsid w:val="005066D2"/>
    <w:rsid w:val="00506E80"/>
    <w:rsid w:val="00515259"/>
    <w:rsid w:val="00515522"/>
    <w:rsid w:val="00521F89"/>
    <w:rsid w:val="00521FC9"/>
    <w:rsid w:val="005227BD"/>
    <w:rsid w:val="00525895"/>
    <w:rsid w:val="00536151"/>
    <w:rsid w:val="005369D8"/>
    <w:rsid w:val="0056241F"/>
    <w:rsid w:val="00566DB5"/>
    <w:rsid w:val="00571D80"/>
    <w:rsid w:val="005816E4"/>
    <w:rsid w:val="005958EF"/>
    <w:rsid w:val="005A00F6"/>
    <w:rsid w:val="005A0EC7"/>
    <w:rsid w:val="005A5802"/>
    <w:rsid w:val="005C0F6D"/>
    <w:rsid w:val="005C172F"/>
    <w:rsid w:val="005C3F2B"/>
    <w:rsid w:val="005F2092"/>
    <w:rsid w:val="006256BA"/>
    <w:rsid w:val="006331DC"/>
    <w:rsid w:val="006617D8"/>
    <w:rsid w:val="006704DC"/>
    <w:rsid w:val="00672AAE"/>
    <w:rsid w:val="006941C1"/>
    <w:rsid w:val="00695C78"/>
    <w:rsid w:val="006A0B54"/>
    <w:rsid w:val="006D03E5"/>
    <w:rsid w:val="006D46E3"/>
    <w:rsid w:val="006E660C"/>
    <w:rsid w:val="006F0773"/>
    <w:rsid w:val="006F197A"/>
    <w:rsid w:val="006F599E"/>
    <w:rsid w:val="006F676B"/>
    <w:rsid w:val="00700C97"/>
    <w:rsid w:val="00713986"/>
    <w:rsid w:val="00761177"/>
    <w:rsid w:val="00762919"/>
    <w:rsid w:val="00780C8A"/>
    <w:rsid w:val="0078499B"/>
    <w:rsid w:val="00794F87"/>
    <w:rsid w:val="00797F5A"/>
    <w:rsid w:val="007A0CE4"/>
    <w:rsid w:val="007A176D"/>
    <w:rsid w:val="007B24DC"/>
    <w:rsid w:val="007C48FA"/>
    <w:rsid w:val="007C7FE3"/>
    <w:rsid w:val="007D07BE"/>
    <w:rsid w:val="00800C18"/>
    <w:rsid w:val="008030A6"/>
    <w:rsid w:val="00806110"/>
    <w:rsid w:val="00811A7C"/>
    <w:rsid w:val="00811E38"/>
    <w:rsid w:val="00813D66"/>
    <w:rsid w:val="0081752B"/>
    <w:rsid w:val="008433BA"/>
    <w:rsid w:val="00845F4F"/>
    <w:rsid w:val="0085118A"/>
    <w:rsid w:val="008546AF"/>
    <w:rsid w:val="0086303A"/>
    <w:rsid w:val="00866F0F"/>
    <w:rsid w:val="00871C9A"/>
    <w:rsid w:val="00874555"/>
    <w:rsid w:val="00874CA1"/>
    <w:rsid w:val="00875395"/>
    <w:rsid w:val="0088125A"/>
    <w:rsid w:val="00882BF6"/>
    <w:rsid w:val="00884643"/>
    <w:rsid w:val="00885F81"/>
    <w:rsid w:val="0089476F"/>
    <w:rsid w:val="008A72AF"/>
    <w:rsid w:val="008B64F9"/>
    <w:rsid w:val="008C74B5"/>
    <w:rsid w:val="008C7DE0"/>
    <w:rsid w:val="008D1E08"/>
    <w:rsid w:val="008E17B9"/>
    <w:rsid w:val="008E4ECD"/>
    <w:rsid w:val="008E74B5"/>
    <w:rsid w:val="00902243"/>
    <w:rsid w:val="00902DE2"/>
    <w:rsid w:val="00907B1E"/>
    <w:rsid w:val="009165A5"/>
    <w:rsid w:val="00921C04"/>
    <w:rsid w:val="00933444"/>
    <w:rsid w:val="00940795"/>
    <w:rsid w:val="0096548E"/>
    <w:rsid w:val="0097478D"/>
    <w:rsid w:val="00980075"/>
    <w:rsid w:val="00982E0B"/>
    <w:rsid w:val="00990FFA"/>
    <w:rsid w:val="009920D7"/>
    <w:rsid w:val="00992C64"/>
    <w:rsid w:val="009B0028"/>
    <w:rsid w:val="009C5570"/>
    <w:rsid w:val="009D14EC"/>
    <w:rsid w:val="009D38B9"/>
    <w:rsid w:val="009F5D76"/>
    <w:rsid w:val="00A138FD"/>
    <w:rsid w:val="00A13E73"/>
    <w:rsid w:val="00A173CF"/>
    <w:rsid w:val="00A31C63"/>
    <w:rsid w:val="00A32A19"/>
    <w:rsid w:val="00A3397A"/>
    <w:rsid w:val="00A33BB2"/>
    <w:rsid w:val="00A3513F"/>
    <w:rsid w:val="00A3730D"/>
    <w:rsid w:val="00A41623"/>
    <w:rsid w:val="00A531DE"/>
    <w:rsid w:val="00A57C4D"/>
    <w:rsid w:val="00A61E27"/>
    <w:rsid w:val="00A76359"/>
    <w:rsid w:val="00A83716"/>
    <w:rsid w:val="00A92BFB"/>
    <w:rsid w:val="00A96912"/>
    <w:rsid w:val="00AC5DC2"/>
    <w:rsid w:val="00AD728B"/>
    <w:rsid w:val="00AF2F6F"/>
    <w:rsid w:val="00AF7411"/>
    <w:rsid w:val="00B37533"/>
    <w:rsid w:val="00B40775"/>
    <w:rsid w:val="00B42723"/>
    <w:rsid w:val="00B553C7"/>
    <w:rsid w:val="00B5718A"/>
    <w:rsid w:val="00B66A17"/>
    <w:rsid w:val="00B73DA0"/>
    <w:rsid w:val="00B74A58"/>
    <w:rsid w:val="00B81A5C"/>
    <w:rsid w:val="00B83C99"/>
    <w:rsid w:val="00B9678B"/>
    <w:rsid w:val="00BA50CE"/>
    <w:rsid w:val="00BB4B04"/>
    <w:rsid w:val="00BD565E"/>
    <w:rsid w:val="00BD62C1"/>
    <w:rsid w:val="00BF0B4A"/>
    <w:rsid w:val="00C03DAD"/>
    <w:rsid w:val="00C07D79"/>
    <w:rsid w:val="00C20440"/>
    <w:rsid w:val="00C46C13"/>
    <w:rsid w:val="00C76D5E"/>
    <w:rsid w:val="00C96C2E"/>
    <w:rsid w:val="00CA4A7B"/>
    <w:rsid w:val="00CA5290"/>
    <w:rsid w:val="00CC1818"/>
    <w:rsid w:val="00CD23A3"/>
    <w:rsid w:val="00CD67A5"/>
    <w:rsid w:val="00CE329E"/>
    <w:rsid w:val="00CE431E"/>
    <w:rsid w:val="00CE5FF7"/>
    <w:rsid w:val="00CF7913"/>
    <w:rsid w:val="00D0079D"/>
    <w:rsid w:val="00D01114"/>
    <w:rsid w:val="00D04678"/>
    <w:rsid w:val="00D05791"/>
    <w:rsid w:val="00D410A1"/>
    <w:rsid w:val="00D44314"/>
    <w:rsid w:val="00D47760"/>
    <w:rsid w:val="00D5576E"/>
    <w:rsid w:val="00D55AF9"/>
    <w:rsid w:val="00D61864"/>
    <w:rsid w:val="00D623AD"/>
    <w:rsid w:val="00D675AD"/>
    <w:rsid w:val="00D71017"/>
    <w:rsid w:val="00D764A4"/>
    <w:rsid w:val="00D80BDC"/>
    <w:rsid w:val="00D81F98"/>
    <w:rsid w:val="00D8739D"/>
    <w:rsid w:val="00D962D6"/>
    <w:rsid w:val="00DA6DD1"/>
    <w:rsid w:val="00DB236E"/>
    <w:rsid w:val="00DB7522"/>
    <w:rsid w:val="00DB7EAA"/>
    <w:rsid w:val="00DC7B69"/>
    <w:rsid w:val="00DF2477"/>
    <w:rsid w:val="00DF6FD2"/>
    <w:rsid w:val="00E03796"/>
    <w:rsid w:val="00E11725"/>
    <w:rsid w:val="00E12D7E"/>
    <w:rsid w:val="00E15988"/>
    <w:rsid w:val="00E15D79"/>
    <w:rsid w:val="00E16E81"/>
    <w:rsid w:val="00E17012"/>
    <w:rsid w:val="00E307AC"/>
    <w:rsid w:val="00E3536F"/>
    <w:rsid w:val="00E506CC"/>
    <w:rsid w:val="00E50BC5"/>
    <w:rsid w:val="00E54DCB"/>
    <w:rsid w:val="00E61748"/>
    <w:rsid w:val="00E65CDC"/>
    <w:rsid w:val="00E7252E"/>
    <w:rsid w:val="00E91EC0"/>
    <w:rsid w:val="00E9457E"/>
    <w:rsid w:val="00E94914"/>
    <w:rsid w:val="00EB3453"/>
    <w:rsid w:val="00EB3A44"/>
    <w:rsid w:val="00EB7CBD"/>
    <w:rsid w:val="00EC2D40"/>
    <w:rsid w:val="00ED60DA"/>
    <w:rsid w:val="00ED6E7B"/>
    <w:rsid w:val="00EE1B79"/>
    <w:rsid w:val="00EE7543"/>
    <w:rsid w:val="00EF419D"/>
    <w:rsid w:val="00F14730"/>
    <w:rsid w:val="00F21C38"/>
    <w:rsid w:val="00F31C3E"/>
    <w:rsid w:val="00F46FAE"/>
    <w:rsid w:val="00F54E71"/>
    <w:rsid w:val="00F74014"/>
    <w:rsid w:val="00F753AE"/>
    <w:rsid w:val="00F77C57"/>
    <w:rsid w:val="00F92449"/>
    <w:rsid w:val="00FA2B16"/>
    <w:rsid w:val="00FA7190"/>
    <w:rsid w:val="00FA731C"/>
    <w:rsid w:val="00FB0F6F"/>
    <w:rsid w:val="00FB34F1"/>
    <w:rsid w:val="00FB3704"/>
    <w:rsid w:val="00FC1237"/>
    <w:rsid w:val="00FC343B"/>
    <w:rsid w:val="00FC5C8F"/>
    <w:rsid w:val="00FD1280"/>
    <w:rsid w:val="00FD3438"/>
    <w:rsid w:val="00FE4E5B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4A98F"/>
  <w15:chartTrackingRefBased/>
  <w15:docId w15:val="{9AB09B5A-2855-4D3C-A27F-A0D7FB246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66D2"/>
    <w:pPr>
      <w:spacing w:before="120" w:after="120" w:line="276" w:lineRule="auto"/>
    </w:pPr>
    <w:rPr>
      <w:rFonts w:ascii="Arial" w:hAnsi="Arial" w:cs="Arial"/>
    </w:rPr>
  </w:style>
  <w:style w:type="paragraph" w:styleId="Nadpis1">
    <w:name w:val="heading 1"/>
    <w:aliases w:val="Kapitola,_Nadpis 1,H1"/>
    <w:basedOn w:val="Normln"/>
    <w:next w:val="Nadpis2"/>
    <w:link w:val="Nadpis1Char"/>
    <w:uiPriority w:val="9"/>
    <w:qFormat/>
    <w:rsid w:val="00B9678B"/>
    <w:pPr>
      <w:keepNext/>
      <w:keepLines/>
      <w:numPr>
        <w:numId w:val="16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/>
      <w:outlineLvl w:val="0"/>
    </w:pPr>
    <w:rPr>
      <w:rFonts w:eastAsiaTheme="majorEastAsia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aliases w:val="Podkapitola"/>
    <w:basedOn w:val="Normln"/>
    <w:next w:val="Tloslovan"/>
    <w:link w:val="Nadpis2Char"/>
    <w:uiPriority w:val="9"/>
    <w:unhideWhenUsed/>
    <w:qFormat/>
    <w:rsid w:val="00DA6DD1"/>
    <w:pPr>
      <w:keepNext/>
      <w:keepLines/>
      <w:outlineLvl w:val="1"/>
    </w:pPr>
    <w:rPr>
      <w:rFonts w:eastAsiaTheme="majorEastAsia"/>
      <w:b/>
      <w:smallCaps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5118A"/>
    <w:pPr>
      <w:keepNext/>
      <w:keepLines/>
      <w:spacing w:before="40" w:after="0"/>
      <w:outlineLvl w:val="2"/>
    </w:pPr>
    <w:rPr>
      <w:rFonts w:eastAsiaTheme="majorEastAsi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C12"/>
  </w:style>
  <w:style w:type="paragraph" w:styleId="Zpat">
    <w:name w:val="footer"/>
    <w:basedOn w:val="Normln"/>
    <w:link w:val="Zpat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C12"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B9678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aliases w:val="Podkapitola Char"/>
    <w:basedOn w:val="Standardnpsmoodstavce"/>
    <w:link w:val="Nadpis2"/>
    <w:uiPriority w:val="9"/>
    <w:rsid w:val="00DA6DD1"/>
    <w:rPr>
      <w:rFonts w:ascii="Arial" w:eastAsiaTheme="majorEastAsia" w:hAnsi="Arial" w:cs="Arial"/>
      <w:b/>
      <w:smallCaps/>
    </w:rPr>
  </w:style>
  <w:style w:type="character" w:customStyle="1" w:styleId="Nadpis3Char">
    <w:name w:val="Nadpis 3 Char"/>
    <w:basedOn w:val="Standardnpsmoodstavce"/>
    <w:link w:val="Nadpis3"/>
    <w:uiPriority w:val="9"/>
    <w:rsid w:val="0085118A"/>
    <w:rPr>
      <w:rFonts w:ascii="Arial" w:eastAsiaTheme="majorEastAsia" w:hAnsi="Arial" w:cs="Arial"/>
      <w:sz w:val="24"/>
      <w:szCs w:val="24"/>
    </w:rPr>
  </w:style>
  <w:style w:type="paragraph" w:styleId="Podnadpis">
    <w:name w:val="Subtitle"/>
    <w:aliases w:val="Podstyl"/>
    <w:basedOn w:val="Normln"/>
    <w:next w:val="Tloneslovan"/>
    <w:link w:val="PodnadpisChar"/>
    <w:uiPriority w:val="11"/>
    <w:qFormat/>
    <w:rsid w:val="006256BA"/>
    <w:pPr>
      <w:ind w:left="851"/>
      <w:jc w:val="both"/>
    </w:pPr>
    <w:rPr>
      <w:b/>
      <w:bCs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6256BA"/>
    <w:rPr>
      <w:rFonts w:ascii="Arial" w:hAnsi="Arial" w:cs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5066D2"/>
    <w:pPr>
      <w:ind w:left="851" w:hanging="851"/>
    </w:pPr>
  </w:style>
  <w:style w:type="character" w:customStyle="1" w:styleId="NzevChar">
    <w:name w:val="Název Char"/>
    <w:basedOn w:val="Standardnpsmoodstavce"/>
    <w:link w:val="Nzev"/>
    <w:uiPriority w:val="10"/>
    <w:rsid w:val="005066D2"/>
    <w:rPr>
      <w:rFonts w:ascii="Arial" w:hAnsi="Arial" w:cs="Arial"/>
    </w:rPr>
  </w:style>
  <w:style w:type="paragraph" w:customStyle="1" w:styleId="Tloslovan">
    <w:name w:val="Tělo číslované"/>
    <w:basedOn w:val="Normln"/>
    <w:link w:val="TloslovanChar"/>
    <w:qFormat/>
    <w:rsid w:val="006256BA"/>
    <w:pPr>
      <w:numPr>
        <w:ilvl w:val="1"/>
        <w:numId w:val="16"/>
      </w:numPr>
      <w:jc w:val="both"/>
    </w:pPr>
  </w:style>
  <w:style w:type="paragraph" w:customStyle="1" w:styleId="Tloneslovan">
    <w:name w:val="Tělo nečíslované"/>
    <w:basedOn w:val="Odrky"/>
    <w:link w:val="TloneslovanChar"/>
    <w:qFormat/>
    <w:rsid w:val="0097478D"/>
    <w:pPr>
      <w:numPr>
        <w:ilvl w:val="6"/>
      </w:numPr>
    </w:pPr>
  </w:style>
  <w:style w:type="character" w:customStyle="1" w:styleId="TloslovanChar">
    <w:name w:val="Tělo číslované Char"/>
    <w:basedOn w:val="Standardnpsmoodstavce"/>
    <w:link w:val="Tloslovan"/>
    <w:rsid w:val="006256BA"/>
    <w:rPr>
      <w:rFonts w:ascii="Arial" w:hAnsi="Arial" w:cs="Arial"/>
    </w:rPr>
  </w:style>
  <w:style w:type="paragraph" w:customStyle="1" w:styleId="Psmena">
    <w:name w:val="Písmena"/>
    <w:basedOn w:val="Normln"/>
    <w:link w:val="PsmenaChar"/>
    <w:qFormat/>
    <w:rsid w:val="006256BA"/>
    <w:pPr>
      <w:numPr>
        <w:ilvl w:val="2"/>
        <w:numId w:val="2"/>
      </w:numPr>
      <w:jc w:val="both"/>
    </w:pPr>
  </w:style>
  <w:style w:type="character" w:customStyle="1" w:styleId="TloneslovanChar">
    <w:name w:val="Tělo nečíslované Char"/>
    <w:basedOn w:val="Standardnpsmoodstavce"/>
    <w:link w:val="Tloneslovan"/>
    <w:rsid w:val="0097478D"/>
    <w:rPr>
      <w:rFonts w:ascii="Arial" w:hAnsi="Arial" w:cs="Arial"/>
    </w:rPr>
  </w:style>
  <w:style w:type="paragraph" w:customStyle="1" w:styleId="Plohy">
    <w:name w:val="Přílohy"/>
    <w:basedOn w:val="Tloneslovan"/>
    <w:link w:val="PlohyChar"/>
    <w:qFormat/>
    <w:rsid w:val="00B37533"/>
    <w:pPr>
      <w:numPr>
        <w:ilvl w:val="7"/>
      </w:numPr>
      <w:ind w:left="3686"/>
    </w:pPr>
  </w:style>
  <w:style w:type="character" w:customStyle="1" w:styleId="PsmenaChar">
    <w:name w:val="Písmena Char"/>
    <w:basedOn w:val="Standardnpsmoodstavce"/>
    <w:link w:val="Psmena"/>
    <w:rsid w:val="006256BA"/>
    <w:rPr>
      <w:rFonts w:ascii="Arial" w:hAnsi="Arial" w:cs="Arial"/>
    </w:rPr>
  </w:style>
  <w:style w:type="character" w:styleId="Zdraznnjemn">
    <w:name w:val="Subtle Emphasis"/>
    <w:basedOn w:val="TloslovanChar"/>
    <w:uiPriority w:val="19"/>
    <w:qFormat/>
    <w:rsid w:val="00357F72"/>
    <w:rPr>
      <w:rFonts w:ascii="Arial" w:hAnsi="Arial" w:cs="Arial"/>
      <w:i/>
      <w:iCs/>
      <w:color w:val="404040" w:themeColor="text1" w:themeTint="BF"/>
    </w:rPr>
  </w:style>
  <w:style w:type="character" w:customStyle="1" w:styleId="PlohyChar">
    <w:name w:val="Přílohy Char"/>
    <w:basedOn w:val="TloneslovanChar"/>
    <w:link w:val="Plohy"/>
    <w:rsid w:val="00B37533"/>
    <w:rPr>
      <w:rFonts w:ascii="Arial" w:hAnsi="Arial" w:cs="Arial"/>
    </w:rPr>
  </w:style>
  <w:style w:type="character" w:styleId="Siln">
    <w:name w:val="Strong"/>
    <w:basedOn w:val="TloslovanChar"/>
    <w:uiPriority w:val="22"/>
    <w:qFormat/>
    <w:rsid w:val="00357F72"/>
    <w:rPr>
      <w:rFonts w:ascii="Arial" w:hAnsi="Arial" w:cs="Arial"/>
      <w:b/>
      <w:bCs/>
    </w:rPr>
  </w:style>
  <w:style w:type="paragraph" w:customStyle="1" w:styleId="Nzevdokumentu">
    <w:name w:val="Název dokumentu"/>
    <w:basedOn w:val="Normln"/>
    <w:link w:val="NzevdokumentuChar"/>
    <w:qFormat/>
    <w:rsid w:val="00357F72"/>
    <w:pPr>
      <w:spacing w:before="4000" w:after="480"/>
      <w:jc w:val="center"/>
    </w:pPr>
    <w:rPr>
      <w:b/>
      <w:bCs/>
      <w:sz w:val="32"/>
      <w:szCs w:val="32"/>
    </w:rPr>
  </w:style>
  <w:style w:type="paragraph" w:customStyle="1" w:styleId="Nzevveejnzakzky">
    <w:name w:val="Název veřejné zakázky"/>
    <w:basedOn w:val="Normln"/>
    <w:link w:val="NzevveejnzakzkyChar"/>
    <w:qFormat/>
    <w:rsid w:val="00A61E27"/>
    <w:pPr>
      <w:spacing w:before="480" w:after="4800"/>
      <w:jc w:val="center"/>
    </w:pPr>
    <w:rPr>
      <w:b/>
      <w:bCs/>
      <w:smallCaps/>
      <w:sz w:val="32"/>
      <w:szCs w:val="32"/>
    </w:rPr>
  </w:style>
  <w:style w:type="character" w:customStyle="1" w:styleId="NzevdokumentuChar">
    <w:name w:val="Název dokumentu Char"/>
    <w:basedOn w:val="Standardnpsmoodstavce"/>
    <w:link w:val="Nzevdokumentu"/>
    <w:rsid w:val="00357F72"/>
    <w:rPr>
      <w:rFonts w:ascii="Arial" w:hAnsi="Arial" w:cs="Arial"/>
      <w:b/>
      <w:bCs/>
      <w:sz w:val="32"/>
      <w:szCs w:val="32"/>
    </w:rPr>
  </w:style>
  <w:style w:type="paragraph" w:customStyle="1" w:styleId="Zkladnpopis">
    <w:name w:val="Základní popis"/>
    <w:basedOn w:val="Normln"/>
    <w:link w:val="ZkladnpopisChar"/>
    <w:qFormat/>
    <w:rsid w:val="00437142"/>
    <w:pPr>
      <w:spacing w:before="240"/>
      <w:jc w:val="both"/>
    </w:pPr>
  </w:style>
  <w:style w:type="character" w:customStyle="1" w:styleId="NzevveejnzakzkyChar">
    <w:name w:val="Název veřejné zakázky Char"/>
    <w:basedOn w:val="Standardnpsmoodstavce"/>
    <w:link w:val="Nzevveejnzakzky"/>
    <w:rsid w:val="00A61E27"/>
    <w:rPr>
      <w:rFonts w:ascii="Arial" w:hAnsi="Arial" w:cs="Arial"/>
      <w:b/>
      <w:bCs/>
      <w:smallCaps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437142"/>
    <w:pPr>
      <w:spacing w:before="60" w:after="60"/>
      <w:ind w:left="567"/>
    </w:pPr>
  </w:style>
  <w:style w:type="character" w:customStyle="1" w:styleId="ZkladnpopisChar">
    <w:name w:val="Základní popis Char"/>
    <w:basedOn w:val="Standardnpsmoodstavce"/>
    <w:link w:val="Zkladnpopis"/>
    <w:rsid w:val="00437142"/>
    <w:rPr>
      <w:rFonts w:ascii="Arial" w:hAnsi="Arial" w:cs="Arial"/>
    </w:rPr>
  </w:style>
  <w:style w:type="paragraph" w:styleId="Obsah1">
    <w:name w:val="toc 1"/>
    <w:basedOn w:val="Normln"/>
    <w:next w:val="Normln"/>
    <w:autoRedefine/>
    <w:uiPriority w:val="39"/>
    <w:unhideWhenUsed/>
    <w:rsid w:val="00B9678B"/>
    <w:pPr>
      <w:spacing w:before="60" w:after="60"/>
      <w:ind w:right="567"/>
    </w:pPr>
  </w:style>
  <w:style w:type="character" w:styleId="Hypertextovodkaz">
    <w:name w:val="Hyperlink"/>
    <w:basedOn w:val="Standardnpsmoodstavce"/>
    <w:uiPriority w:val="99"/>
    <w:unhideWhenUsed/>
    <w:rsid w:val="00B40775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B96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B9678B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z w:val="32"/>
      <w:szCs w:val="32"/>
      <w:lang w:eastAsia="cs-CZ"/>
    </w:rPr>
  </w:style>
  <w:style w:type="paragraph" w:customStyle="1" w:styleId="Obsah">
    <w:name w:val="Obsah"/>
    <w:basedOn w:val="Nzevdokumentu"/>
    <w:link w:val="ObsahChar"/>
    <w:qFormat/>
    <w:rsid w:val="00024F36"/>
    <w:p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 w:after="240"/>
      <w:jc w:val="left"/>
    </w:pPr>
    <w:rPr>
      <w:color w:val="808080" w:themeColor="background1" w:themeShade="80"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437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bsahChar">
    <w:name w:val="Obsah Char"/>
    <w:basedOn w:val="NzevdokumentuChar"/>
    <w:link w:val="Obsah"/>
    <w:rsid w:val="00024F36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paragraph" w:customStyle="1" w:styleId="Odrky">
    <w:name w:val="Odrážky"/>
    <w:basedOn w:val="Psmena"/>
    <w:link w:val="OdrkyChar"/>
    <w:qFormat/>
    <w:rsid w:val="00AF2F6F"/>
    <w:pPr>
      <w:numPr>
        <w:ilvl w:val="4"/>
      </w:numPr>
    </w:pPr>
  </w:style>
  <w:style w:type="character" w:styleId="Zstupntext">
    <w:name w:val="Placeholder Text"/>
    <w:basedOn w:val="Standardnpsmoodstavce"/>
    <w:uiPriority w:val="99"/>
    <w:semiHidden/>
    <w:rsid w:val="00FD3438"/>
    <w:rPr>
      <w:color w:val="808080"/>
    </w:rPr>
  </w:style>
  <w:style w:type="character" w:customStyle="1" w:styleId="OdrkyChar">
    <w:name w:val="Odrážky Char"/>
    <w:basedOn w:val="PsmenaChar"/>
    <w:link w:val="Odrky"/>
    <w:rsid w:val="00AF2F6F"/>
    <w:rPr>
      <w:rFonts w:ascii="Arial" w:hAnsi="Arial" w:cs="Arial"/>
    </w:rPr>
  </w:style>
  <w:style w:type="paragraph" w:customStyle="1" w:styleId="ZhlavsnzvemVZ">
    <w:name w:val="Záhlaví s názvem VZ"/>
    <w:basedOn w:val="Zhlav"/>
    <w:link w:val="ZhlavsnzvemVZChar"/>
    <w:qFormat/>
    <w:rsid w:val="00D44314"/>
    <w:rPr>
      <w:sz w:val="18"/>
      <w:szCs w:val="18"/>
    </w:rPr>
  </w:style>
  <w:style w:type="paragraph" w:customStyle="1" w:styleId="Zpatslastrnek">
    <w:name w:val="Zápatí čísla stránek"/>
    <w:basedOn w:val="Zpat"/>
    <w:link w:val="ZpatslastrnekChar"/>
    <w:qFormat/>
    <w:rsid w:val="00D44314"/>
    <w:pPr>
      <w:jc w:val="right"/>
    </w:pPr>
    <w:rPr>
      <w:sz w:val="18"/>
      <w:szCs w:val="18"/>
    </w:rPr>
  </w:style>
  <w:style w:type="character" w:customStyle="1" w:styleId="ZhlavsnzvemVZChar">
    <w:name w:val="Záhlaví s názvem VZ Char"/>
    <w:basedOn w:val="ZhlavChar"/>
    <w:link w:val="ZhlavsnzvemVZ"/>
    <w:rsid w:val="00D44314"/>
    <w:rPr>
      <w:rFonts w:ascii="Arial" w:hAnsi="Arial" w:cs="Arial"/>
      <w:sz w:val="18"/>
      <w:szCs w:val="18"/>
    </w:rPr>
  </w:style>
  <w:style w:type="character" w:customStyle="1" w:styleId="ZpatslastrnekChar">
    <w:name w:val="Zápatí čísla stránek Char"/>
    <w:basedOn w:val="ZpatChar"/>
    <w:link w:val="Zpatslastrnek"/>
    <w:rsid w:val="00D44314"/>
    <w:rPr>
      <w:rFonts w:ascii="Arial" w:hAnsi="Arial"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72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725"/>
    <w:rPr>
      <w:rFonts w:ascii="Segoe UI" w:hAnsi="Segoe UI" w:cs="Segoe UI"/>
      <w:sz w:val="18"/>
      <w:szCs w:val="18"/>
    </w:rPr>
  </w:style>
  <w:style w:type="paragraph" w:customStyle="1" w:styleId="Nzevsmlouvyodlo">
    <w:name w:val="Název smlouvy o dílo"/>
    <w:basedOn w:val="Obsah"/>
    <w:link w:val="NzevsmlouvyodloChar"/>
    <w:qFormat/>
    <w:rsid w:val="00E11725"/>
    <w:pPr>
      <w:jc w:val="center"/>
    </w:pPr>
  </w:style>
  <w:style w:type="paragraph" w:styleId="Odstavecseseznamem">
    <w:name w:val="List Paragraph"/>
    <w:basedOn w:val="Normln"/>
    <w:uiPriority w:val="34"/>
    <w:rsid w:val="00E11725"/>
    <w:pPr>
      <w:keepNext/>
      <w:numPr>
        <w:numId w:val="15"/>
      </w:numPr>
      <w:spacing w:before="0" w:after="0" w:line="240" w:lineRule="auto"/>
      <w:ind w:hanging="720"/>
      <w:contextualSpacing/>
    </w:pPr>
    <w:rPr>
      <w:rFonts w:asciiTheme="minorHAnsi" w:hAnsiTheme="minorHAnsi"/>
      <w:color w:val="000000"/>
    </w:rPr>
  </w:style>
  <w:style w:type="character" w:customStyle="1" w:styleId="NzevsmlouvyodloChar">
    <w:name w:val="Název smlouvy o dílo Char"/>
    <w:basedOn w:val="ObsahChar"/>
    <w:link w:val="Nzevsmlouvyodlo"/>
    <w:rsid w:val="00E11725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character" w:customStyle="1" w:styleId="ObyejnChar">
    <w:name w:val="Obyčejný Char"/>
    <w:basedOn w:val="Standardnpsmoodstavce"/>
    <w:link w:val="Obyejn"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Obyejn">
    <w:name w:val="Obyčejný"/>
    <w:basedOn w:val="Normln"/>
    <w:link w:val="ObyejnChar"/>
    <w:uiPriority w:val="99"/>
    <w:qFormat/>
    <w:rsid w:val="00E11725"/>
    <w:pPr>
      <w:spacing w:before="0" w:after="0" w:line="240" w:lineRule="auto"/>
    </w:pPr>
    <w:rPr>
      <w:rFonts w:eastAsia="Times New Roman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semiHidden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Vycentrovan">
    <w:name w:val="Vycentrovaný"/>
    <w:basedOn w:val="Obyejn"/>
    <w:link w:val="VycentrovanChar"/>
    <w:semiHidden/>
    <w:qFormat/>
    <w:rsid w:val="00E11725"/>
    <w:pPr>
      <w:jc w:val="center"/>
    </w:pPr>
  </w:style>
  <w:style w:type="paragraph" w:customStyle="1" w:styleId="Tabulka">
    <w:name w:val="Tabulka"/>
    <w:basedOn w:val="Obyejn"/>
    <w:link w:val="TabulkaChar"/>
    <w:qFormat/>
    <w:rsid w:val="00E11725"/>
    <w:rPr>
      <w:color w:val="auto"/>
      <w:sz w:val="22"/>
      <w:szCs w:val="22"/>
      <w:lang w:eastAsia="en-US"/>
    </w:rPr>
  </w:style>
  <w:style w:type="paragraph" w:customStyle="1" w:styleId="selnseznam">
    <w:name w:val="Číselný seznam"/>
    <w:basedOn w:val="Normln"/>
    <w:link w:val="selnseznamChar"/>
    <w:qFormat/>
    <w:rsid w:val="00E12D7E"/>
    <w:pPr>
      <w:ind w:left="1418" w:hanging="425"/>
    </w:pPr>
  </w:style>
  <w:style w:type="character" w:customStyle="1" w:styleId="TabulkaChar">
    <w:name w:val="Tabulka Char"/>
    <w:basedOn w:val="ObyejnChar"/>
    <w:link w:val="Tabulka"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Styl2">
    <w:name w:val="Styl2"/>
    <w:basedOn w:val="Bezmezer"/>
    <w:qFormat/>
    <w:rsid w:val="00E12D7E"/>
    <w:pPr>
      <w:tabs>
        <w:tab w:val="num" w:pos="360"/>
      </w:tabs>
      <w:spacing w:before="120" w:after="120" w:line="276" w:lineRule="auto"/>
      <w:ind w:left="709" w:hanging="709"/>
      <w:jc w:val="both"/>
    </w:pPr>
    <w:rPr>
      <w:rFonts w:asciiTheme="minorHAnsi" w:eastAsia="Calibri" w:hAnsiTheme="minorHAnsi"/>
      <w:lang w:eastAsia="cs-CZ"/>
    </w:rPr>
  </w:style>
  <w:style w:type="character" w:customStyle="1" w:styleId="selnseznamChar">
    <w:name w:val="Číselný seznam Char"/>
    <w:basedOn w:val="Standardnpsmoodstavce"/>
    <w:link w:val="selnseznam"/>
    <w:rsid w:val="00E12D7E"/>
    <w:rPr>
      <w:rFonts w:ascii="Arial" w:hAnsi="Arial" w:cs="Arial"/>
    </w:rPr>
  </w:style>
  <w:style w:type="character" w:customStyle="1" w:styleId="rovezanadpisChar">
    <w:name w:val="Úroveň za nadpis Char"/>
    <w:basedOn w:val="Standardnpsmoodstavce"/>
    <w:link w:val="rovezanadpis"/>
    <w:locked/>
    <w:rsid w:val="00E12D7E"/>
    <w:rPr>
      <w:rFonts w:ascii="Arial" w:eastAsia="Times New Roman" w:hAnsi="Arial" w:cs="Arial"/>
      <w:color w:val="000000" w:themeColor="text1"/>
      <w:lang w:eastAsia="cs-CZ"/>
    </w:rPr>
  </w:style>
  <w:style w:type="paragraph" w:customStyle="1" w:styleId="rovezanadpis">
    <w:name w:val="Úroveň za nadpis"/>
    <w:basedOn w:val="Normln"/>
    <w:link w:val="rovezanadpisChar"/>
    <w:qFormat/>
    <w:rsid w:val="00E12D7E"/>
    <w:pPr>
      <w:tabs>
        <w:tab w:val="left" w:pos="709"/>
      </w:tabs>
      <w:spacing w:before="60" w:after="60"/>
      <w:ind w:left="709" w:hanging="709"/>
      <w:jc w:val="both"/>
    </w:pPr>
    <w:rPr>
      <w:rFonts w:eastAsia="Times New Roman"/>
      <w:color w:val="000000" w:themeColor="text1"/>
      <w:lang w:eastAsia="cs-CZ"/>
    </w:rPr>
  </w:style>
  <w:style w:type="character" w:customStyle="1" w:styleId="apple-converted-space">
    <w:name w:val="apple-converted-space"/>
    <w:basedOn w:val="Standardnpsmoodstavce"/>
    <w:rsid w:val="00E12D7E"/>
  </w:style>
  <w:style w:type="paragraph" w:styleId="Bezmezer">
    <w:name w:val="No Spacing"/>
    <w:uiPriority w:val="1"/>
    <w:rsid w:val="00E12D7E"/>
    <w:pPr>
      <w:spacing w:after="0" w:line="240" w:lineRule="auto"/>
    </w:pPr>
    <w:rPr>
      <w:rFonts w:ascii="Arial" w:hAnsi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5A58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58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5802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8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5802"/>
    <w:rPr>
      <w:rFonts w:ascii="Arial" w:hAnsi="Arial" w:cs="Arial"/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61864"/>
    <w:rPr>
      <w:color w:val="605E5C"/>
      <w:shd w:val="clear" w:color="auto" w:fill="E1DFDD"/>
    </w:rPr>
  </w:style>
  <w:style w:type="character" w:customStyle="1" w:styleId="Styl1">
    <w:name w:val="Styl1"/>
    <w:basedOn w:val="Standardnpsmoodstavce"/>
    <w:uiPriority w:val="1"/>
    <w:rsid w:val="00370681"/>
    <w:rPr>
      <w:rFonts w:ascii="Arial" w:hAnsi="Arial"/>
      <w:b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1A5C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1A5C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1A5C"/>
    <w:rPr>
      <w:vertAlign w:val="superscript"/>
    </w:rPr>
  </w:style>
  <w:style w:type="paragraph" w:customStyle="1" w:styleId="Nadpisrove2">
    <w:name w:val="Nadpis úroveň 2"/>
    <w:basedOn w:val="Nadpis2"/>
    <w:next w:val="Styl2"/>
    <w:qFormat/>
    <w:rsid w:val="00091F3F"/>
    <w:pPr>
      <w:keepLines w:val="0"/>
      <w:spacing w:before="240"/>
      <w:ind w:left="851" w:hanging="851"/>
      <w:jc w:val="both"/>
    </w:pPr>
    <w:rPr>
      <w:rFonts w:eastAsia="Calibri"/>
      <w:color w:val="000000" w:themeColor="text1"/>
    </w:rPr>
  </w:style>
  <w:style w:type="paragraph" w:styleId="Revize">
    <w:name w:val="Revision"/>
    <w:hidden/>
    <w:uiPriority w:val="99"/>
    <w:semiHidden/>
    <w:rsid w:val="002D60B6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01_VZ\03_Vzory_sablony\01_Vzorove_dokumenty\01_ZD\06_OR_nadlimit_dodavky_sluzby\04_Formular_nabidky_OR_nadlimit_dodavky_sluzby_VZOR_po_novele_rezim_zm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B5462942A6F4CEAA53A7C12C4990C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8D6BA6-6656-4EB3-A83A-6671A58D051B}"/>
      </w:docPartPr>
      <w:docPartBody>
        <w:p w:rsidR="0036028C" w:rsidRDefault="0036028C">
          <w:pPr>
            <w:pStyle w:val="2B5462942A6F4CEAA53A7C12C4990C15"/>
          </w:pPr>
          <w:r>
            <w:rPr>
              <w:rStyle w:val="Zstupntext"/>
            </w:rPr>
            <w:t>Doplnit název VZ</w:t>
          </w:r>
        </w:p>
      </w:docPartBody>
    </w:docPart>
    <w:docPart>
      <w:docPartPr>
        <w:name w:val="00C59C39A9974F23ABF415FAA32E4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D287DF-12AA-4343-A3F7-D3E6D13A01C8}"/>
      </w:docPartPr>
      <w:docPartBody>
        <w:p w:rsidR="0036028C" w:rsidRDefault="0036028C">
          <w:pPr>
            <w:pStyle w:val="00C59C39A9974F23ABF415FAA32E427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4A476BBFFF24B4EB5A4E620D753F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83BA12-2F47-4476-BDE3-4FD9070202AA}"/>
      </w:docPartPr>
      <w:docPartBody>
        <w:p w:rsidR="0036028C" w:rsidRDefault="0036028C">
          <w:pPr>
            <w:pStyle w:val="C4A476BBFFF24B4EB5A4E620D753F591"/>
          </w:pPr>
          <w:r w:rsidRPr="006331DC">
            <w:rPr>
              <w:rStyle w:val="Zstupntext"/>
            </w:rPr>
            <w:t>Klikněte nebo klepněte sem a zadejte text.</w:t>
          </w:r>
        </w:p>
      </w:docPartBody>
    </w:docPart>
    <w:docPart>
      <w:docPartPr>
        <w:name w:val="86A3490891DA49008189415CEF86B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4185C9-8531-4C0C-920F-26699BB20D0F}"/>
      </w:docPartPr>
      <w:docPartBody>
        <w:p w:rsidR="0036028C" w:rsidRDefault="0036028C">
          <w:pPr>
            <w:pStyle w:val="86A3490891DA49008189415CEF86B6EF"/>
          </w:pPr>
          <w:r w:rsidRPr="006331DC">
            <w:rPr>
              <w:rStyle w:val="Zstupntext"/>
            </w:rPr>
            <w:t>Klikněte nebo klepněte sem a zadejte text.</w:t>
          </w:r>
        </w:p>
      </w:docPartBody>
    </w:docPart>
    <w:docPart>
      <w:docPartPr>
        <w:name w:val="479B5A013A764EFE9E061377A179E5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2A638A-5F5D-4BFE-B144-F98C08935BA0}"/>
      </w:docPartPr>
      <w:docPartBody>
        <w:p w:rsidR="0036028C" w:rsidRDefault="0036028C" w:rsidP="0036028C">
          <w:pPr>
            <w:pStyle w:val="479B5A013A764EFE9E061377A179E509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3920AD5E3A7F49728B2D29883D38AF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8C4CF-E2D1-48BE-8DBB-8D7D8D2D3D5F}"/>
      </w:docPartPr>
      <w:docPartBody>
        <w:p w:rsidR="0036028C" w:rsidRDefault="0036028C" w:rsidP="0036028C">
          <w:pPr>
            <w:pStyle w:val="3920AD5E3A7F49728B2D29883D38AF55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BF4E442831314EE9914977459B3E16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20E32B-0F0F-4CAF-A592-1AD10CDC6181}"/>
      </w:docPartPr>
      <w:docPartBody>
        <w:p w:rsidR="0036028C" w:rsidRDefault="0036028C" w:rsidP="0036028C">
          <w:pPr>
            <w:pStyle w:val="BF4E442831314EE9914977459B3E1629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15B8B44466E74BB18E579B41AC67BB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C8492B-CCCD-43D7-8763-232EBD448A57}"/>
      </w:docPartPr>
      <w:docPartBody>
        <w:p w:rsidR="0036028C" w:rsidRDefault="0036028C" w:rsidP="0036028C">
          <w:pPr>
            <w:pStyle w:val="15B8B44466E74BB18E579B41AC67BB05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931AB94F5BAD446BBFE6C62F4FD1A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1A9302-D637-4E61-B030-CB3C9C1C9D34}"/>
      </w:docPartPr>
      <w:docPartBody>
        <w:p w:rsidR="0036028C" w:rsidRDefault="0036028C" w:rsidP="0036028C">
          <w:pPr>
            <w:pStyle w:val="931AB94F5BAD446BBFE6C62F4FD1AB38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760A428094F8406E9F4EA9070E7EC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F58066-C32B-4D1D-80F0-C42BE3B8B830}"/>
      </w:docPartPr>
      <w:docPartBody>
        <w:p w:rsidR="0036028C" w:rsidRDefault="0036028C" w:rsidP="0036028C">
          <w:pPr>
            <w:pStyle w:val="760A428094F8406E9F4EA9070E7EC899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42C71AC25C9846A1AD0B67A9C57681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DAD07B-391D-46CD-B943-156A7C53E3A6}"/>
      </w:docPartPr>
      <w:docPartBody>
        <w:p w:rsidR="0036028C" w:rsidRDefault="0036028C" w:rsidP="0036028C">
          <w:pPr>
            <w:pStyle w:val="42C71AC25C9846A1AD0B67A9C57681CE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B4FD99BDA6FA4B36AF61BDE4418A7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5CD8AB-1D32-4892-8E55-495E3CD3FCF4}"/>
      </w:docPartPr>
      <w:docPartBody>
        <w:p w:rsidR="0036028C" w:rsidRDefault="0036028C" w:rsidP="0036028C">
          <w:pPr>
            <w:pStyle w:val="B4FD99BDA6FA4B36AF61BDE4418A733B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12A4640F349C40FE85E4F5A77DBE4C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40800C-A733-466F-BCA4-356B94D4335C}"/>
      </w:docPartPr>
      <w:docPartBody>
        <w:p w:rsidR="0036028C" w:rsidRDefault="0036028C" w:rsidP="0036028C">
          <w:pPr>
            <w:pStyle w:val="12A4640F349C40FE85E4F5A77DBE4C68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E2BCCDFE9510466D86156C595CA9CD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386672-58B2-4D2B-B8AB-241910542182}"/>
      </w:docPartPr>
      <w:docPartBody>
        <w:p w:rsidR="00A12001" w:rsidRDefault="00A12001" w:rsidP="00A12001">
          <w:pPr>
            <w:pStyle w:val="E2BCCDFE9510466D86156C595CA9CDF0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452D6D99948D4223806E3817829DD7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E90EAD-BFBB-4759-BC1D-470002B74DEC}"/>
      </w:docPartPr>
      <w:docPartBody>
        <w:p w:rsidR="00A12001" w:rsidRDefault="00A12001" w:rsidP="00A12001">
          <w:pPr>
            <w:pStyle w:val="452D6D99948D4223806E3817829DD7F2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491F91D7E31343D18A65314DC9ADAF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F80E25-45A9-4005-A2D9-4A3A86EBA294}"/>
      </w:docPartPr>
      <w:docPartBody>
        <w:p w:rsidR="00A12001" w:rsidRDefault="00A12001" w:rsidP="00A12001">
          <w:pPr>
            <w:pStyle w:val="491F91D7E31343D18A65314DC9ADAF63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FD7C73D671574E5B81363AA6DBCA9D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C86DD-C4CB-45DF-A52D-F8D61C8F419D}"/>
      </w:docPartPr>
      <w:docPartBody>
        <w:p w:rsidR="00A12001" w:rsidRDefault="00A12001" w:rsidP="00A12001">
          <w:pPr>
            <w:pStyle w:val="FD7C73D671574E5B81363AA6DBCA9D4E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21490AE9276A46F98EED37A7AD56F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15A5DC-BD6F-4F55-8933-925BF659BA14}"/>
      </w:docPartPr>
      <w:docPartBody>
        <w:p w:rsidR="00A12001" w:rsidRDefault="00A12001" w:rsidP="00A12001">
          <w:pPr>
            <w:pStyle w:val="21490AE9276A46F98EED37A7AD56F20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59ACD41C7A2F496788288E3FF03A95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23290-16FB-4839-97B9-1B676BC22127}"/>
      </w:docPartPr>
      <w:docPartBody>
        <w:p w:rsidR="00A12001" w:rsidRDefault="00A12001" w:rsidP="00A12001">
          <w:pPr>
            <w:pStyle w:val="59ACD41C7A2F496788288E3FF03A9562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5205E968CFB64547A9E3F834327761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015FC3-0D56-4ECA-B530-285919A16F22}"/>
      </w:docPartPr>
      <w:docPartBody>
        <w:p w:rsidR="00A12001" w:rsidRDefault="00A12001" w:rsidP="00A12001">
          <w:pPr>
            <w:pStyle w:val="5205E968CFB64547A9E3F8343277615A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B58B26DF29974654A3B09E4559E0D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8836A2-E0C6-4871-97F1-A02897591145}"/>
      </w:docPartPr>
      <w:docPartBody>
        <w:p w:rsidR="00A12001" w:rsidRDefault="00A12001" w:rsidP="00A12001">
          <w:pPr>
            <w:pStyle w:val="B58B26DF29974654A3B09E4559E0DC66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EB74B434C8A4CE58D5991FB5D516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0D1A5D-2CF7-4C15-B15C-744DF9BDF19C}"/>
      </w:docPartPr>
      <w:docPartBody>
        <w:p w:rsidR="00A12001" w:rsidRDefault="00A12001" w:rsidP="00A12001">
          <w:pPr>
            <w:pStyle w:val="CEB74B434C8A4CE58D5991FB5D516AE6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53712F33B6684C6FBD267C023CAA4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276B8-0E16-419A-AC59-2463936D7F53}"/>
      </w:docPartPr>
      <w:docPartBody>
        <w:p w:rsidR="00A12001" w:rsidRDefault="00A12001" w:rsidP="00A12001">
          <w:pPr>
            <w:pStyle w:val="53712F33B6684C6FBD267C023CAA4045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3B77E252F4AF4012BE3FE8BCDAD987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3642B9-2D43-45DA-B95D-4D6D85A92E39}"/>
      </w:docPartPr>
      <w:docPartBody>
        <w:p w:rsidR="00A12001" w:rsidRDefault="00A12001" w:rsidP="00A12001">
          <w:pPr>
            <w:pStyle w:val="3B77E252F4AF4012BE3FE8BCDAD98771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A41DF1FC53934384A39FAA51790AB0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D17705-380C-4870-BA49-98BD1FF014F9}"/>
      </w:docPartPr>
      <w:docPartBody>
        <w:p w:rsidR="00A12001" w:rsidRDefault="00A12001" w:rsidP="00A12001">
          <w:pPr>
            <w:pStyle w:val="A41DF1FC53934384A39FAA51790AB0AB"/>
          </w:pPr>
          <w:r>
            <w:rPr>
              <w:rStyle w:val="Zstupntext"/>
              <w:b/>
              <w:bCs/>
              <w:highlight w:val="yellow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8C"/>
    <w:rsid w:val="0036028C"/>
    <w:rsid w:val="00A12001"/>
    <w:rsid w:val="00B73DA0"/>
    <w:rsid w:val="00D71017"/>
    <w:rsid w:val="00E16E81"/>
    <w:rsid w:val="00FB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12001"/>
  </w:style>
  <w:style w:type="paragraph" w:customStyle="1" w:styleId="2B5462942A6F4CEAA53A7C12C4990C15">
    <w:name w:val="2B5462942A6F4CEAA53A7C12C4990C15"/>
  </w:style>
  <w:style w:type="paragraph" w:customStyle="1" w:styleId="00C59C39A9974F23ABF415FAA32E427F">
    <w:name w:val="00C59C39A9974F23ABF415FAA32E427F"/>
  </w:style>
  <w:style w:type="paragraph" w:customStyle="1" w:styleId="E2BCCDFE9510466D86156C595CA9CDF0">
    <w:name w:val="E2BCCDFE9510466D86156C595CA9CDF0"/>
    <w:rsid w:val="00A12001"/>
  </w:style>
  <w:style w:type="paragraph" w:customStyle="1" w:styleId="452D6D99948D4223806E3817829DD7F2">
    <w:name w:val="452D6D99948D4223806E3817829DD7F2"/>
    <w:rsid w:val="00A12001"/>
  </w:style>
  <w:style w:type="paragraph" w:customStyle="1" w:styleId="491F91D7E31343D18A65314DC9ADAF63">
    <w:name w:val="491F91D7E31343D18A65314DC9ADAF63"/>
    <w:rsid w:val="00A12001"/>
  </w:style>
  <w:style w:type="paragraph" w:customStyle="1" w:styleId="FD7C73D671574E5B81363AA6DBCA9D4E">
    <w:name w:val="FD7C73D671574E5B81363AA6DBCA9D4E"/>
    <w:rsid w:val="00A12001"/>
  </w:style>
  <w:style w:type="paragraph" w:customStyle="1" w:styleId="21490AE9276A46F98EED37A7AD56F20F">
    <w:name w:val="21490AE9276A46F98EED37A7AD56F20F"/>
    <w:rsid w:val="00A12001"/>
  </w:style>
  <w:style w:type="paragraph" w:customStyle="1" w:styleId="59ACD41C7A2F496788288E3FF03A9562">
    <w:name w:val="59ACD41C7A2F496788288E3FF03A9562"/>
    <w:rsid w:val="00A12001"/>
  </w:style>
  <w:style w:type="paragraph" w:customStyle="1" w:styleId="5205E968CFB64547A9E3F8343277615A">
    <w:name w:val="5205E968CFB64547A9E3F8343277615A"/>
    <w:rsid w:val="00A12001"/>
  </w:style>
  <w:style w:type="paragraph" w:customStyle="1" w:styleId="B58B26DF29974654A3B09E4559E0DC66">
    <w:name w:val="B58B26DF29974654A3B09E4559E0DC66"/>
    <w:rsid w:val="00A12001"/>
  </w:style>
  <w:style w:type="paragraph" w:customStyle="1" w:styleId="CEB74B434C8A4CE58D5991FB5D516AE6">
    <w:name w:val="CEB74B434C8A4CE58D5991FB5D516AE6"/>
    <w:rsid w:val="00A12001"/>
  </w:style>
  <w:style w:type="paragraph" w:customStyle="1" w:styleId="53712F33B6684C6FBD267C023CAA4045">
    <w:name w:val="53712F33B6684C6FBD267C023CAA4045"/>
    <w:rsid w:val="00A12001"/>
  </w:style>
  <w:style w:type="paragraph" w:customStyle="1" w:styleId="C4A476BBFFF24B4EB5A4E620D753F591">
    <w:name w:val="C4A476BBFFF24B4EB5A4E620D753F591"/>
  </w:style>
  <w:style w:type="paragraph" w:customStyle="1" w:styleId="3B77E252F4AF4012BE3FE8BCDAD98771">
    <w:name w:val="3B77E252F4AF4012BE3FE8BCDAD98771"/>
    <w:rsid w:val="00A12001"/>
  </w:style>
  <w:style w:type="paragraph" w:customStyle="1" w:styleId="86A3490891DA49008189415CEF86B6EF">
    <w:name w:val="86A3490891DA49008189415CEF86B6EF"/>
  </w:style>
  <w:style w:type="paragraph" w:customStyle="1" w:styleId="A41DF1FC53934384A39FAA51790AB0AB">
    <w:name w:val="A41DF1FC53934384A39FAA51790AB0AB"/>
    <w:rsid w:val="00A12001"/>
  </w:style>
  <w:style w:type="paragraph" w:customStyle="1" w:styleId="479B5A013A764EFE9E061377A179E509">
    <w:name w:val="479B5A013A764EFE9E061377A179E509"/>
    <w:rsid w:val="0036028C"/>
  </w:style>
  <w:style w:type="paragraph" w:customStyle="1" w:styleId="3920AD5E3A7F49728B2D29883D38AF55">
    <w:name w:val="3920AD5E3A7F49728B2D29883D38AF55"/>
    <w:rsid w:val="0036028C"/>
  </w:style>
  <w:style w:type="paragraph" w:customStyle="1" w:styleId="BF4E442831314EE9914977459B3E1629">
    <w:name w:val="BF4E442831314EE9914977459B3E1629"/>
    <w:rsid w:val="0036028C"/>
  </w:style>
  <w:style w:type="paragraph" w:customStyle="1" w:styleId="15B8B44466E74BB18E579B41AC67BB05">
    <w:name w:val="15B8B44466E74BB18E579B41AC67BB05"/>
    <w:rsid w:val="0036028C"/>
  </w:style>
  <w:style w:type="paragraph" w:customStyle="1" w:styleId="931AB94F5BAD446BBFE6C62F4FD1AB38">
    <w:name w:val="931AB94F5BAD446BBFE6C62F4FD1AB38"/>
    <w:rsid w:val="0036028C"/>
  </w:style>
  <w:style w:type="paragraph" w:customStyle="1" w:styleId="760A428094F8406E9F4EA9070E7EC899">
    <w:name w:val="760A428094F8406E9F4EA9070E7EC899"/>
    <w:rsid w:val="0036028C"/>
  </w:style>
  <w:style w:type="paragraph" w:customStyle="1" w:styleId="42C71AC25C9846A1AD0B67A9C57681CE">
    <w:name w:val="42C71AC25C9846A1AD0B67A9C57681CE"/>
    <w:rsid w:val="0036028C"/>
  </w:style>
  <w:style w:type="paragraph" w:customStyle="1" w:styleId="B4FD99BDA6FA4B36AF61BDE4418A733B">
    <w:name w:val="B4FD99BDA6FA4B36AF61BDE4418A733B"/>
    <w:rsid w:val="0036028C"/>
  </w:style>
  <w:style w:type="paragraph" w:customStyle="1" w:styleId="12A4640F349C40FE85E4F5A77DBE4C68">
    <w:name w:val="12A4640F349C40FE85E4F5A77DBE4C68"/>
    <w:rsid w:val="003602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CE98B08582374DB59E58C1AF3D2354" ma:contentTypeVersion="13" ma:contentTypeDescription="Vytvoří nový dokument" ma:contentTypeScope="" ma:versionID="7c020ec73a78946df03213f843d1e123">
  <xsd:schema xmlns:xsd="http://www.w3.org/2001/XMLSchema" xmlns:xs="http://www.w3.org/2001/XMLSchema" xmlns:p="http://schemas.microsoft.com/office/2006/metadata/properties" xmlns:ns2="1458e101-07eb-4c76-b6de-328be0561166" xmlns:ns3="688b8007-ca21-4126-b2cf-3ee41b5594ab" targetNamespace="http://schemas.microsoft.com/office/2006/metadata/properties" ma:root="true" ma:fieldsID="bab93f72f2c0e8e96d063c6e3fd3c415" ns2:_="" ns3:_="">
    <xsd:import namespace="1458e101-07eb-4c76-b6de-328be0561166"/>
    <xsd:import namespace="688b8007-ca21-4126-b2cf-3ee41b5594a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8e101-07eb-4c76-b6de-328be056116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480fa5b-baca-4796-ad73-c3cccb8a16b0}" ma:internalName="TaxCatchAll" ma:showField="CatchAllData" ma:web="1458e101-07eb-4c76-b6de-328be05611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b8007-ca21-4126-b2cf-3ee41b559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33f5ac5a-1bec-4430-a46e-0199efa504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B3E547F-4F28-4ECA-9836-6116E5525A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1236AE-81A7-4E5C-8151-64A82794DC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E46C20-F2AD-4D92-9855-AD4426D32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8e101-07eb-4c76-b6de-328be0561166"/>
    <ds:schemaRef ds:uri="688b8007-ca21-4126-b2cf-3ee41b5594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8E0A04-CCF5-4600-82FB-57256B9AE39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04_Formular_nabidky_OR_nadlimit_dodavky_sluzby_VZOR_po_novele_rezim_zmen</Template>
  <TotalTime>43</TotalTime>
  <Pages>12</Pages>
  <Words>2466</Words>
  <Characters>14555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Vrbova</dc:creator>
  <cp:keywords/>
  <dc:description/>
  <cp:lastModifiedBy>Mgr. Markéta Vrbová</cp:lastModifiedBy>
  <cp:revision>6</cp:revision>
  <dcterms:created xsi:type="dcterms:W3CDTF">2024-08-13T10:37:00Z</dcterms:created>
  <dcterms:modified xsi:type="dcterms:W3CDTF">2024-11-04T16:51:00Z</dcterms:modified>
</cp:coreProperties>
</file>