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5D31" w14:textId="77777777" w:rsidR="00357F72" w:rsidRPr="00E506CC" w:rsidRDefault="00E11725" w:rsidP="00E506CC">
      <w:pPr>
        <w:pStyle w:val="Nzevdokumentu"/>
        <w:spacing w:before="3600"/>
      </w:pPr>
      <w:r>
        <w:rPr>
          <w:rStyle w:val="NzevdokumentuChar"/>
          <w:b/>
          <w:bCs/>
        </w:rPr>
        <w:t>Příloha č.</w:t>
      </w:r>
      <w:r w:rsidR="002D3242">
        <w:rPr>
          <w:rStyle w:val="NzevdokumentuChar"/>
          <w:b/>
          <w:bCs/>
        </w:rPr>
        <w:t> </w:t>
      </w:r>
      <w:r w:rsidR="00CD23A3" w:rsidRPr="00874CA1">
        <w:rPr>
          <w:rStyle w:val="NzevdokumentuChar"/>
          <w:b/>
          <w:bCs/>
        </w:rPr>
        <w:t>4</w:t>
      </w:r>
      <w:r>
        <w:rPr>
          <w:rStyle w:val="NzevdokumentuChar"/>
          <w:b/>
          <w:bCs/>
        </w:rPr>
        <w:t xml:space="preserve"> zadávací dokumentace </w:t>
      </w:r>
      <w:r w:rsidR="00E506CC">
        <w:rPr>
          <w:rStyle w:val="NzevdokumentuChar"/>
          <w:b/>
          <w:bCs/>
        </w:rPr>
        <w:t>–</w:t>
      </w:r>
      <w:r w:rsidR="009B0028">
        <w:rPr>
          <w:rStyle w:val="NzevdokumentuChar"/>
          <w:b/>
          <w:bCs/>
        </w:rPr>
        <w:br/>
        <w:t>F</w:t>
      </w:r>
      <w:r w:rsidR="00CD23A3">
        <w:rPr>
          <w:rStyle w:val="NzevdokumentuChar"/>
          <w:b/>
          <w:bCs/>
        </w:rPr>
        <w:t>ormulář nabídky</w:t>
      </w:r>
    </w:p>
    <w:p w14:paraId="5CD5FA0A" w14:textId="5A6B805E" w:rsidR="00357F72" w:rsidRPr="00A61E27" w:rsidRDefault="00384189" w:rsidP="001E78AD">
      <w:pPr>
        <w:pStyle w:val="Nzevveejnzakzky"/>
        <w:spacing w:after="3600"/>
      </w:pPr>
      <w:sdt>
        <w:sdtPr>
          <w:id w:val="-1729455402"/>
          <w:placeholder>
            <w:docPart w:val="2B5462942A6F4CEAA53A7C12C4990C15"/>
          </w:placeholder>
          <w:text/>
        </w:sdtPr>
        <w:sdtEndPr/>
        <w:sdtContent>
          <w:r w:rsidR="00874CA1">
            <w:t>PROVÁDĚNÍ ÚKLIDOVÝCH PRACÍ NA ÚZEMÍ PRAHY 6</w:t>
          </w:r>
        </w:sdtContent>
      </w:sdt>
      <w:r w:rsidR="004B78DA">
        <w:rPr>
          <w:noProof/>
        </w:rPr>
        <w:drawing>
          <wp:anchor distT="0" distB="0" distL="114300" distR="114300" simplePos="0" relativeHeight="251659264" behindDoc="1" locked="0" layoutInCell="1" allowOverlap="1" wp14:anchorId="162603ED" wp14:editId="4B715099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3196789" cy="1800000"/>
            <wp:effectExtent l="0" t="0" r="381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789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7E6384A" w14:textId="77777777" w:rsidR="00357F72" w:rsidRDefault="00357F72">
      <w:pPr>
        <w:spacing w:before="0" w:after="160" w:line="259" w:lineRule="auto"/>
      </w:pPr>
    </w:p>
    <w:p w14:paraId="760A1C83" w14:textId="77777777" w:rsidR="00357F72" w:rsidRDefault="00357F72">
      <w:pPr>
        <w:spacing w:before="0" w:after="160" w:line="259" w:lineRule="auto"/>
        <w:sectPr w:rsidR="00357F72" w:rsidSect="000B43AD">
          <w:headerReference w:type="default" r:id="rId12"/>
          <w:footerReference w:type="default" r:id="rId13"/>
          <w:headerReference w:type="first" r:id="rId14"/>
          <w:footerReference w:type="first" r:id="rId15"/>
          <w:type w:val="continuous"/>
          <w:pgSz w:w="11906" w:h="16838"/>
          <w:pgMar w:top="1701" w:right="1418" w:bottom="1418" w:left="1418" w:header="708" w:footer="708" w:gutter="0"/>
          <w:cols w:space="708"/>
          <w:docGrid w:linePitch="360"/>
        </w:sectPr>
      </w:pPr>
    </w:p>
    <w:p w14:paraId="7CF4BF2E" w14:textId="77777777" w:rsidR="00E12D7E" w:rsidRPr="00E12D7E" w:rsidRDefault="00571D80" w:rsidP="00496FC9">
      <w:pPr>
        <w:pStyle w:val="Nadpis1"/>
        <w:keepLines w:val="0"/>
        <w:pageBreakBefore/>
      </w:pPr>
      <w:bookmarkStart w:id="0" w:name="_Toc47040551"/>
      <w:bookmarkStart w:id="1" w:name="_Toc47040577"/>
      <w:bookmarkStart w:id="2" w:name="_Toc51576320"/>
      <w:bookmarkStart w:id="3" w:name="_Toc56196925"/>
      <w:r>
        <w:lastRenderedPageBreak/>
        <w:t>Základní informace</w:t>
      </w:r>
      <w:r w:rsidR="009920D7">
        <w:t xml:space="preserve"> o </w:t>
      </w:r>
      <w:r>
        <w:t>veřejné zakázce</w:t>
      </w:r>
      <w:bookmarkEnd w:id="0"/>
      <w:bookmarkEnd w:id="1"/>
      <w:bookmarkEnd w:id="2"/>
      <w:bookmarkEnd w:id="3"/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5791"/>
      </w:tblGrid>
      <w:tr w:rsidR="00874CA1" w:rsidRPr="00874CA1" w14:paraId="60085F05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9EC0193" w14:textId="77777777" w:rsidR="00874CA1" w:rsidRPr="00874CA1" w:rsidRDefault="00874CA1" w:rsidP="00874CA1">
            <w:pPr>
              <w:spacing w:before="60" w:after="60"/>
              <w:jc w:val="both"/>
            </w:pPr>
            <w:bookmarkStart w:id="4" w:name="_Hlk60319099"/>
            <w:bookmarkStart w:id="5" w:name="_Hlk60066574"/>
            <w:r w:rsidRPr="00874CA1">
              <w:t>Název veřejné zakázky:</w:t>
            </w:r>
          </w:p>
        </w:tc>
        <w:sdt>
          <w:sdtPr>
            <w:rPr>
              <w:bCs/>
            </w:rPr>
            <w:id w:val="-1899048256"/>
            <w:placeholder>
              <w:docPart w:val="479B5A013A764EFE9E061377A179E509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6E056534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Provádění úklidových prací na území Prahy 6</w:t>
                </w:r>
              </w:p>
            </w:tc>
          </w:sdtContent>
        </w:sdt>
      </w:tr>
      <w:tr w:rsidR="00874CA1" w:rsidRPr="00874CA1" w14:paraId="44E10DCC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5EC8C9EC" w14:textId="69C12B3D" w:rsidR="00874CA1" w:rsidRPr="00874CA1" w:rsidRDefault="00874CA1" w:rsidP="00874CA1">
            <w:pPr>
              <w:spacing w:before="60" w:after="60"/>
              <w:jc w:val="both"/>
            </w:pPr>
            <w:r>
              <w:t>Účastník podává nabídku na:</w:t>
            </w:r>
          </w:p>
        </w:tc>
        <w:tc>
          <w:tcPr>
            <w:tcW w:w="5791" w:type="dxa"/>
            <w:vAlign w:val="center"/>
          </w:tcPr>
          <w:p w14:paraId="57F74A0F" w14:textId="7CAA4826" w:rsidR="00874CA1" w:rsidRPr="00384189" w:rsidRDefault="00B85AED" w:rsidP="00874CA1">
            <w:pPr>
              <w:spacing w:before="60" w:after="60"/>
              <w:jc w:val="both"/>
              <w:rPr>
                <w:b/>
                <w:bCs/>
              </w:rPr>
            </w:pPr>
            <w:r w:rsidRPr="00384189">
              <w:rPr>
                <w:b/>
                <w:bCs/>
              </w:rPr>
              <w:t xml:space="preserve">Část: </w:t>
            </w:r>
            <w:r w:rsidR="00231B37" w:rsidRPr="00384189">
              <w:rPr>
                <w:b/>
                <w:bCs/>
              </w:rPr>
              <w:t>4</w:t>
            </w:r>
          </w:p>
        </w:tc>
      </w:tr>
      <w:tr w:rsidR="00874CA1" w:rsidRPr="00874CA1" w14:paraId="2DAF434A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C3228A5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Evidenční číslo ve VVZ:</w:t>
            </w:r>
          </w:p>
        </w:tc>
        <w:tc>
          <w:tcPr>
            <w:tcW w:w="5791" w:type="dxa"/>
            <w:vAlign w:val="center"/>
          </w:tcPr>
          <w:p w14:paraId="6B4E1602" w14:textId="33DF161F" w:rsidR="00874CA1" w:rsidRPr="00874CA1" w:rsidRDefault="00384189" w:rsidP="00874CA1">
            <w:pPr>
              <w:spacing w:before="60" w:after="60"/>
              <w:jc w:val="both"/>
            </w:pPr>
            <w:sdt>
              <w:sdtPr>
                <w:rPr>
                  <w:bCs/>
                </w:rPr>
                <w:id w:val="-1146199976"/>
                <w:placeholder>
                  <w:docPart w:val="3920AD5E3A7F49728B2D29883D38AF55"/>
                </w:placeholder>
                <w:text/>
              </w:sdtPr>
              <w:sdtEndPr/>
              <w:sdtContent>
                <w:r w:rsidR="00E77D93" w:rsidRPr="00E77D93">
                  <w:rPr>
                    <w:bCs/>
                  </w:rPr>
                  <w:t>Z2024-055291</w:t>
                </w:r>
              </w:sdtContent>
            </w:sdt>
          </w:p>
        </w:tc>
      </w:tr>
      <w:tr w:rsidR="00874CA1" w:rsidRPr="00874CA1" w14:paraId="352C1775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7B52B66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Druh veřejné zakázky:</w:t>
            </w:r>
          </w:p>
        </w:tc>
        <w:tc>
          <w:tcPr>
            <w:tcW w:w="5791" w:type="dxa"/>
            <w:vAlign w:val="center"/>
          </w:tcPr>
          <w:p w14:paraId="3C4EC6C4" w14:textId="77777777" w:rsidR="00874CA1" w:rsidRPr="00874CA1" w:rsidRDefault="00384189" w:rsidP="00874CA1">
            <w:pPr>
              <w:spacing w:before="60" w:after="60"/>
              <w:jc w:val="both"/>
              <w:rPr>
                <w:bCs/>
              </w:rPr>
            </w:pPr>
            <w:sdt>
              <w:sdtPr>
                <w:rPr>
                  <w:bCs/>
                </w:rPr>
                <w:alias w:val="Druh VZ"/>
                <w:tag w:val="Druh VZ"/>
                <w:id w:val="93903769"/>
                <w:placeholder>
                  <w:docPart w:val="BF4E442831314EE9914977459B3E1629"/>
                </w:placeholder>
                <w:comboBox>
                  <w:listItem w:value="Zvolte položku."/>
                  <w:listItem w:displayText="Stavební práce" w:value="Stavební práce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="00874CA1" w:rsidRPr="00874CA1">
                  <w:rPr>
                    <w:bCs/>
                  </w:rPr>
                  <w:t>Služby</w:t>
                </w:r>
              </w:sdtContent>
            </w:sdt>
          </w:p>
        </w:tc>
      </w:tr>
      <w:tr w:rsidR="00874CA1" w:rsidRPr="00874CA1" w14:paraId="629A6CB6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78CBD91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Režim veřejné zakázky:</w:t>
            </w:r>
          </w:p>
        </w:tc>
        <w:tc>
          <w:tcPr>
            <w:tcW w:w="5791" w:type="dxa"/>
            <w:vAlign w:val="center"/>
          </w:tcPr>
          <w:p w14:paraId="6D514A40" w14:textId="77777777" w:rsidR="00874CA1" w:rsidRPr="00874CA1" w:rsidRDefault="00874CA1" w:rsidP="00874CA1">
            <w:pPr>
              <w:spacing w:before="60" w:after="60"/>
              <w:jc w:val="both"/>
              <w:rPr>
                <w:bCs/>
              </w:rPr>
            </w:pPr>
            <w:r w:rsidRPr="00874CA1">
              <w:rPr>
                <w:bCs/>
              </w:rPr>
              <w:t>Nadlimitní režim</w:t>
            </w:r>
          </w:p>
        </w:tc>
      </w:tr>
      <w:tr w:rsidR="00874CA1" w:rsidRPr="00874CA1" w14:paraId="3A496249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59497EDF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Druh zadávacího řízení:</w:t>
            </w:r>
          </w:p>
        </w:tc>
        <w:tc>
          <w:tcPr>
            <w:tcW w:w="5791" w:type="dxa"/>
            <w:vAlign w:val="center"/>
          </w:tcPr>
          <w:p w14:paraId="73951B68" w14:textId="77777777" w:rsidR="00874CA1" w:rsidRPr="00874CA1" w:rsidRDefault="00874CA1" w:rsidP="00874CA1">
            <w:pPr>
              <w:spacing w:before="60" w:after="60"/>
              <w:jc w:val="both"/>
              <w:rPr>
                <w:bCs/>
              </w:rPr>
            </w:pPr>
            <w:r w:rsidRPr="00874CA1">
              <w:rPr>
                <w:bCs/>
              </w:rPr>
              <w:t>Otevřené řízení</w:t>
            </w:r>
          </w:p>
        </w:tc>
      </w:tr>
      <w:tr w:rsidR="00874CA1" w:rsidRPr="00874CA1" w14:paraId="53C0371D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2C4C6DF3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Název zadavatele:</w:t>
            </w:r>
          </w:p>
        </w:tc>
        <w:sdt>
          <w:sdtPr>
            <w:rPr>
              <w:bCs/>
            </w:rPr>
            <w:id w:val="75796463"/>
            <w:placeholder>
              <w:docPart w:val="15B8B44466E74BB18E579B41AC67BB05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0B22DE8B" w14:textId="2AC06446" w:rsidR="00874CA1" w:rsidRPr="00874CA1" w:rsidRDefault="004840AF" w:rsidP="00874CA1">
                <w:pPr>
                  <w:spacing w:before="60" w:after="60"/>
                  <w:jc w:val="both"/>
                  <w:rPr>
                    <w:bCs/>
                  </w:rPr>
                </w:pPr>
                <w:r>
                  <w:rPr>
                    <w:bCs/>
                  </w:rPr>
                  <w:t>M</w:t>
                </w:r>
                <w:r w:rsidR="00874CA1" w:rsidRPr="00874CA1">
                  <w:rPr>
                    <w:bCs/>
                  </w:rPr>
                  <w:t>ěstská část Praha 6</w:t>
                </w:r>
              </w:p>
            </w:tc>
          </w:sdtContent>
        </w:sdt>
      </w:tr>
      <w:tr w:rsidR="00874CA1" w:rsidRPr="00874CA1" w14:paraId="3F71E234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100F2B5B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Sídlo zadavatele:</w:t>
            </w:r>
          </w:p>
        </w:tc>
        <w:sdt>
          <w:sdtPr>
            <w:rPr>
              <w:bCs/>
            </w:rPr>
            <w:id w:val="-1527255100"/>
            <w:placeholder>
              <w:docPart w:val="931AB94F5BAD446BBFE6C62F4FD1AB38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30FEF10A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Čs. armády 601/23, Bubeneč, 16000 Praha 6</w:t>
                </w:r>
              </w:p>
            </w:tc>
          </w:sdtContent>
        </w:sdt>
      </w:tr>
      <w:tr w:rsidR="00874CA1" w:rsidRPr="00874CA1" w14:paraId="75326867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0EFFA901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IČO zadavatele:</w:t>
            </w:r>
          </w:p>
        </w:tc>
        <w:sdt>
          <w:sdtPr>
            <w:rPr>
              <w:bCs/>
            </w:rPr>
            <w:id w:val="2089418562"/>
            <w:placeholder>
              <w:docPart w:val="760A428094F8406E9F4EA9070E7EC899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0103431D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00063703</w:t>
                </w:r>
              </w:p>
            </w:tc>
          </w:sdtContent>
        </w:sdt>
      </w:tr>
      <w:tr w:rsidR="00874CA1" w:rsidRPr="00874CA1" w14:paraId="2C2DBD58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29DC3274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Právní forma zadavatele:</w:t>
            </w:r>
          </w:p>
        </w:tc>
        <w:sdt>
          <w:sdtPr>
            <w:rPr>
              <w:bCs/>
            </w:rPr>
            <w:alias w:val="Právní forma"/>
            <w:tag w:val="Právní forma"/>
            <w:id w:val="-1536579702"/>
            <w:placeholder>
              <w:docPart w:val="42C71AC25C9846A1AD0B67A9C57681CE"/>
            </w:placeholder>
            <w:comboBox>
              <w:listItem w:value="Zvolte položku."/>
              <w:listItem w:displayText="801 - obec nebo městská část hlavního města Prahy" w:value="801 - obec nebo městská část hlavního města Prahy"/>
              <w:listItem w:displayText="121 - akciová společnost" w:value="121 - akciová společnost"/>
              <w:listItem w:displayText="331 - příspěvková organizace" w:value="331 - příspěvková organizace"/>
              <w:listItem w:displayText="112 - společnost s ručením omezeným" w:value="112 - společnost s ručením omezeným"/>
              <w:listItem w:displayText="325 - organizační složka státu" w:value="325 - organizační složka státu"/>
              <w:listItem w:displayText="721 - církevní organizace a náboženské společnosti" w:value="721 - církevní organizace a náboženské společnosti"/>
              <w:listItem w:displayText="804 - kraj a hl. m. Praha" w:value="804 - kraj a hl. m. Praha"/>
            </w:comboBox>
          </w:sdtPr>
          <w:sdtEndPr/>
          <w:sdtContent>
            <w:tc>
              <w:tcPr>
                <w:tcW w:w="5791" w:type="dxa"/>
                <w:vAlign w:val="center"/>
              </w:tcPr>
              <w:p w14:paraId="7F8854E4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801 - obec nebo městská část hlavního města Prahy</w:t>
                </w:r>
              </w:p>
            </w:tc>
          </w:sdtContent>
        </w:sdt>
      </w:tr>
      <w:tr w:rsidR="00874CA1" w:rsidRPr="00874CA1" w14:paraId="59E4916A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71C59F06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Zastoupení zadavatele:</w:t>
            </w:r>
          </w:p>
        </w:tc>
        <w:sdt>
          <w:sdtPr>
            <w:rPr>
              <w:bCs/>
            </w:rPr>
            <w:id w:val="166073737"/>
            <w:placeholder>
              <w:docPart w:val="B4FD99BDA6FA4B36AF61BDE4418A733B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4572A303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Mgr. Jakub Stárek, starosta</w:t>
                </w:r>
              </w:p>
            </w:tc>
          </w:sdtContent>
        </w:sdt>
      </w:tr>
      <w:tr w:rsidR="00874CA1" w:rsidRPr="00874CA1" w14:paraId="558823BF" w14:textId="77777777" w:rsidTr="00D33088">
        <w:trPr>
          <w:trHeight w:val="454"/>
        </w:trPr>
        <w:tc>
          <w:tcPr>
            <w:tcW w:w="3266" w:type="dxa"/>
            <w:vAlign w:val="center"/>
          </w:tcPr>
          <w:p w14:paraId="30AB7BDB" w14:textId="77777777" w:rsidR="00874CA1" w:rsidRPr="00874CA1" w:rsidRDefault="00874CA1" w:rsidP="00874CA1">
            <w:pPr>
              <w:spacing w:before="60" w:after="60"/>
              <w:jc w:val="both"/>
            </w:pPr>
            <w:r w:rsidRPr="00874CA1">
              <w:t>Adresa profilu zadavatele:</w:t>
            </w:r>
          </w:p>
        </w:tc>
        <w:sdt>
          <w:sdtPr>
            <w:rPr>
              <w:bCs/>
            </w:rPr>
            <w:id w:val="171997220"/>
            <w:placeholder>
              <w:docPart w:val="12A4640F349C40FE85E4F5A77DBE4C68"/>
            </w:placeholder>
            <w:text/>
          </w:sdtPr>
          <w:sdtEndPr/>
          <w:sdtContent>
            <w:tc>
              <w:tcPr>
                <w:tcW w:w="5791" w:type="dxa"/>
                <w:vAlign w:val="center"/>
              </w:tcPr>
              <w:p w14:paraId="3DBB4D10" w14:textId="77777777" w:rsidR="00874CA1" w:rsidRPr="00874CA1" w:rsidRDefault="00874CA1" w:rsidP="00874CA1">
                <w:pPr>
                  <w:spacing w:before="60" w:after="60"/>
                  <w:jc w:val="both"/>
                  <w:rPr>
                    <w:bCs/>
                  </w:rPr>
                </w:pPr>
                <w:r w:rsidRPr="00874CA1">
                  <w:rPr>
                    <w:bCs/>
                  </w:rPr>
                  <w:t>https://zakazky.praha6.cz/</w:t>
                </w:r>
              </w:p>
            </w:tc>
          </w:sdtContent>
        </w:sdt>
      </w:tr>
    </w:tbl>
    <w:p w14:paraId="2FCB57A8" w14:textId="7889EDFF" w:rsidR="00797F5A" w:rsidRDefault="00797F5A" w:rsidP="00797F5A">
      <w:pPr>
        <w:pStyle w:val="Tloslovan"/>
        <w:numPr>
          <w:ilvl w:val="0"/>
          <w:numId w:val="0"/>
        </w:numPr>
        <w:tabs>
          <w:tab w:val="left" w:pos="851"/>
        </w:tabs>
        <w:jc w:val="left"/>
      </w:pPr>
      <w:bookmarkStart w:id="6" w:name="_Hlk60322526"/>
      <w:bookmarkEnd w:id="4"/>
      <w:r>
        <w:t>(„</w:t>
      </w:r>
      <w:r w:rsidR="00104227">
        <w:rPr>
          <w:b/>
          <w:bCs/>
        </w:rPr>
        <w:t>veřejná zakázka</w:t>
      </w:r>
      <w:r>
        <w:t>“</w:t>
      </w:r>
      <w:r w:rsidR="002B63EA">
        <w:t>, „</w:t>
      </w:r>
      <w:r w:rsidR="002B63EA" w:rsidRPr="002B63EA">
        <w:rPr>
          <w:b/>
          <w:bCs/>
        </w:rPr>
        <w:t>zadavatel</w:t>
      </w:r>
      <w:r w:rsidR="002B63EA">
        <w:t>“</w:t>
      </w:r>
      <w:r>
        <w:t>)</w:t>
      </w:r>
      <w:bookmarkEnd w:id="5"/>
      <w:bookmarkEnd w:id="6"/>
    </w:p>
    <w:p w14:paraId="26EEA0E6" w14:textId="77777777" w:rsidR="00370681" w:rsidRPr="00E12D7E" w:rsidRDefault="00571D80" w:rsidP="00370681">
      <w:pPr>
        <w:pStyle w:val="Nadpis1"/>
        <w:keepLines w:val="0"/>
        <w:pageBreakBefore/>
      </w:pPr>
      <w:bookmarkStart w:id="7" w:name="_Toc56196926"/>
      <w:r>
        <w:lastRenderedPageBreak/>
        <w:t>Základní informace</w:t>
      </w:r>
      <w:r w:rsidR="009920D7">
        <w:t xml:space="preserve"> o </w:t>
      </w:r>
      <w:r>
        <w:t>dodavateli</w:t>
      </w:r>
      <w:bookmarkEnd w:id="7"/>
    </w:p>
    <w:tbl>
      <w:tblPr>
        <w:tblStyle w:val="Mkatabulky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6"/>
        <w:gridCol w:w="5791"/>
      </w:tblGrid>
      <w:tr w:rsidR="00104227" w14:paraId="3B398A5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2B9F5B5E" w14:textId="77777777" w:rsidR="00104227" w:rsidRPr="00CE431E" w:rsidRDefault="00104227" w:rsidP="006F0773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E431E">
              <w:t xml:space="preserve">Název </w:t>
            </w:r>
            <w:r w:rsidR="001D10F8" w:rsidRPr="00CE431E">
              <w:t>dodavatele</w:t>
            </w:r>
            <w:r w:rsidRPr="00CE431E">
              <w:rPr>
                <w:rStyle w:val="Siln"/>
                <w:b w:val="0"/>
                <w:bCs w:val="0"/>
              </w:rPr>
              <w:t>:</w:t>
            </w:r>
          </w:p>
        </w:tc>
        <w:tc>
          <w:tcPr>
            <w:tcW w:w="5791" w:type="dxa"/>
            <w:vAlign w:val="center"/>
          </w:tcPr>
          <w:p w14:paraId="1B80E763" w14:textId="77777777" w:rsidR="00104227" w:rsidRPr="00EE7658" w:rsidRDefault="00525895" w:rsidP="006F0773">
            <w:pPr>
              <w:spacing w:before="60" w:after="60"/>
              <w:rPr>
                <w:rStyle w:val="Siln"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6973450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297C3EF6" w14:textId="77777777" w:rsidR="00104227" w:rsidRPr="00EE7658" w:rsidRDefault="00104227" w:rsidP="006F0773">
            <w:pPr>
              <w:spacing w:before="60" w:after="60"/>
            </w:pPr>
            <w:r w:rsidRPr="00903708">
              <w:t>Sídlo</w:t>
            </w:r>
            <w:r w:rsidR="001D10F8">
              <w:rPr>
                <w:b/>
                <w:bCs/>
              </w:rPr>
              <w:t xml:space="preserve"> </w:t>
            </w:r>
            <w:r w:rsidR="001D10F8" w:rsidRPr="001D10F8">
              <w:t>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1E882EAC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116B646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062B7DB4" w14:textId="77777777" w:rsidR="00104227" w:rsidRPr="00EE7658" w:rsidRDefault="00104227" w:rsidP="006F0773">
            <w:pPr>
              <w:spacing w:before="60" w:after="60"/>
            </w:pPr>
            <w:r w:rsidRPr="00903708">
              <w:t>IČO</w:t>
            </w:r>
            <w:r w:rsidR="001D10F8" w:rsidRPr="001D10F8">
              <w:t xml:space="preserve"> 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4D820E4C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1B9F82AD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FF6D738" w14:textId="77777777" w:rsidR="00104227" w:rsidRPr="00EE7658" w:rsidRDefault="005A00F6" w:rsidP="006F0773">
            <w:pPr>
              <w:spacing w:before="60" w:after="60"/>
            </w:pPr>
            <w:r>
              <w:t>DIČ</w:t>
            </w:r>
            <w:r w:rsidR="001D10F8" w:rsidRPr="001D10F8">
              <w:t xml:space="preserve"> 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1BAB7476" w14:textId="77777777" w:rsidR="0010422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104227" w14:paraId="3A2C416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164D5FA" w14:textId="77777777" w:rsidR="00104227" w:rsidRPr="00CE431E" w:rsidRDefault="005A00F6" w:rsidP="006F0773">
            <w:pPr>
              <w:spacing w:before="60" w:after="60"/>
            </w:pPr>
            <w:r w:rsidRPr="00CE431E">
              <w:t>Zápis ve veřejném rejstříku:</w:t>
            </w:r>
          </w:p>
        </w:tc>
        <w:tc>
          <w:tcPr>
            <w:tcW w:w="5791" w:type="dxa"/>
            <w:vAlign w:val="center"/>
          </w:tcPr>
          <w:p w14:paraId="2471BB54" w14:textId="77777777" w:rsidR="00104227" w:rsidRPr="00EE7658" w:rsidRDefault="003B0D07" w:rsidP="006F0773">
            <w:pPr>
              <w:spacing w:before="60" w:after="60"/>
            </w:pPr>
            <w:r w:rsidRPr="00903708">
              <w:t>OR vedený</w:t>
            </w:r>
            <w:r w:rsidR="00525895">
              <w:t xml:space="preserve"> </w:t>
            </w:r>
            <w:r w:rsidR="00845F4F">
              <w:rPr>
                <w:bCs/>
                <w:highlight w:val="yellow"/>
              </w:rPr>
              <w:fldChar w:fldCharType="begin"/>
            </w:r>
            <w:r w:rsidR="00845F4F">
              <w:rPr>
                <w:bCs/>
                <w:highlight w:val="yellow"/>
              </w:rPr>
              <w:instrText xml:space="preserve"> MACROBUTTON  AcceptConflict "[Doplní účastník]" </w:instrText>
            </w:r>
            <w:r w:rsidR="00845F4F">
              <w:rPr>
                <w:bCs/>
                <w:highlight w:val="yellow"/>
              </w:rPr>
              <w:fldChar w:fldCharType="end"/>
            </w:r>
            <w:r>
              <w:t xml:space="preserve">, </w:t>
            </w:r>
            <w:proofErr w:type="spellStart"/>
            <w:r>
              <w:t>sp</w:t>
            </w:r>
            <w:proofErr w:type="spellEnd"/>
            <w:r>
              <w:t xml:space="preserve">. zn. </w:t>
            </w:r>
            <w:r w:rsidR="00845F4F">
              <w:rPr>
                <w:bCs/>
                <w:highlight w:val="yellow"/>
              </w:rPr>
              <w:fldChar w:fldCharType="begin"/>
            </w:r>
            <w:r w:rsidR="00845F4F">
              <w:rPr>
                <w:bCs/>
                <w:highlight w:val="yellow"/>
              </w:rPr>
              <w:instrText xml:space="preserve"> MACROBUTTON  AcceptConflict "[Doplní účastník]" </w:instrText>
            </w:r>
            <w:r w:rsidR="00845F4F">
              <w:rPr>
                <w:bCs/>
                <w:highlight w:val="yellow"/>
              </w:rPr>
              <w:fldChar w:fldCharType="end"/>
            </w:r>
          </w:p>
        </w:tc>
      </w:tr>
      <w:tr w:rsidR="003B0D07" w14:paraId="584DDF45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ED52B76" w14:textId="77777777" w:rsidR="003B0D07" w:rsidRPr="00EE7658" w:rsidRDefault="003B0D07" w:rsidP="006F0773">
            <w:pPr>
              <w:spacing w:before="60" w:after="60"/>
            </w:pPr>
            <w:r w:rsidRPr="00903708">
              <w:t>Zastoupen</w:t>
            </w:r>
            <w:r>
              <w:t>í</w:t>
            </w:r>
            <w:r w:rsidR="002B63EA" w:rsidRPr="001D10F8">
              <w:t xml:space="preserve"> dodavatele</w:t>
            </w:r>
            <w:r w:rsidRPr="00903708">
              <w:t>:</w:t>
            </w:r>
          </w:p>
        </w:tc>
        <w:tc>
          <w:tcPr>
            <w:tcW w:w="5791" w:type="dxa"/>
            <w:vAlign w:val="center"/>
          </w:tcPr>
          <w:p w14:paraId="62F1260E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257D0A5A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3E7B4165" w14:textId="77777777" w:rsidR="003B0D07" w:rsidRDefault="008E17B9" w:rsidP="006F0773">
            <w:pPr>
              <w:spacing w:before="60" w:after="60"/>
            </w:pPr>
            <w:r>
              <w:t>Telefon</w:t>
            </w:r>
            <w:r w:rsidR="002B63EA">
              <w:t xml:space="preserve"> </w:t>
            </w:r>
            <w:r w:rsidR="002B63EA" w:rsidRPr="001D10F8">
              <w:t>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198885AD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88125A" w14:paraId="47206DF2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902E3A1" w14:textId="77777777" w:rsidR="0088125A" w:rsidRDefault="0088125A" w:rsidP="006F0773">
            <w:pPr>
              <w:spacing w:before="60" w:after="60"/>
            </w:pPr>
            <w:r>
              <w:t xml:space="preserve">E-mail </w:t>
            </w:r>
            <w:r w:rsidRPr="001D10F8">
              <w:t>dodavatele</w:t>
            </w:r>
            <w:r>
              <w:t>:</w:t>
            </w:r>
          </w:p>
        </w:tc>
        <w:tc>
          <w:tcPr>
            <w:tcW w:w="5791" w:type="dxa"/>
            <w:vAlign w:val="center"/>
          </w:tcPr>
          <w:p w14:paraId="0EE37587" w14:textId="77777777" w:rsidR="0088125A" w:rsidRPr="009D4C0D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724BBCF0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4226B5B4" w14:textId="77777777" w:rsidR="003B0D07" w:rsidRDefault="0086303A" w:rsidP="006F0773">
            <w:pPr>
              <w:spacing w:before="60" w:after="60"/>
            </w:pPr>
            <w:r>
              <w:t xml:space="preserve">Webová adresa </w:t>
            </w:r>
            <w:r w:rsidR="002B63EA" w:rsidRPr="001D10F8">
              <w:t>dodavatele</w:t>
            </w:r>
            <w:r w:rsidR="008E17B9">
              <w:t>:</w:t>
            </w:r>
          </w:p>
        </w:tc>
        <w:tc>
          <w:tcPr>
            <w:tcW w:w="5791" w:type="dxa"/>
            <w:vAlign w:val="center"/>
          </w:tcPr>
          <w:p w14:paraId="62159D9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4C04F8BB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5E9C3288" w14:textId="77777777" w:rsidR="003B0D07" w:rsidRDefault="008E17B9" w:rsidP="006F0773">
            <w:pPr>
              <w:spacing w:before="60" w:after="60"/>
            </w:pPr>
            <w:r>
              <w:t>Kontaktní osoba – jméno:</w:t>
            </w:r>
          </w:p>
        </w:tc>
        <w:tc>
          <w:tcPr>
            <w:tcW w:w="5791" w:type="dxa"/>
            <w:vAlign w:val="center"/>
          </w:tcPr>
          <w:p w14:paraId="294B6240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52DCA95F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75C702B6" w14:textId="77777777" w:rsidR="003B0D07" w:rsidRDefault="008E17B9" w:rsidP="006F0773">
            <w:pPr>
              <w:spacing w:before="60" w:after="60"/>
            </w:pPr>
            <w:r>
              <w:t>Kontaktní osoba – telefon:</w:t>
            </w:r>
          </w:p>
        </w:tc>
        <w:tc>
          <w:tcPr>
            <w:tcW w:w="5791" w:type="dxa"/>
            <w:vAlign w:val="center"/>
          </w:tcPr>
          <w:p w14:paraId="6EBFE5B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6BB151B0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765A8025" w14:textId="77777777" w:rsidR="003B0D07" w:rsidRDefault="008E17B9" w:rsidP="006F0773">
            <w:pPr>
              <w:spacing w:before="60" w:after="60"/>
            </w:pPr>
            <w:r>
              <w:t>Kontaktní osoba – e-mail:</w:t>
            </w:r>
          </w:p>
        </w:tc>
        <w:tc>
          <w:tcPr>
            <w:tcW w:w="5791" w:type="dxa"/>
            <w:vAlign w:val="center"/>
          </w:tcPr>
          <w:p w14:paraId="08F2F518" w14:textId="77777777" w:rsidR="003B0D07" w:rsidRPr="00EE7658" w:rsidRDefault="00845F4F" w:rsidP="006F0773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3B0D07" w14:paraId="3311597C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0C97C114" w14:textId="77777777" w:rsidR="003B0D07" w:rsidRDefault="008E17B9" w:rsidP="006F0773">
            <w:pPr>
              <w:spacing w:before="60" w:after="60"/>
            </w:pPr>
            <w:r>
              <w:t>Dodavatel je malý nebo střední podnik</w:t>
            </w:r>
            <w:r w:rsidR="00357B7E">
              <w:t>:</w:t>
            </w:r>
          </w:p>
        </w:tc>
        <w:tc>
          <w:tcPr>
            <w:tcW w:w="5791" w:type="dxa"/>
            <w:vAlign w:val="center"/>
          </w:tcPr>
          <w:p w14:paraId="34D6E4B9" w14:textId="77777777" w:rsidR="003B0D07" w:rsidRPr="00EE7658" w:rsidRDefault="006F0773" w:rsidP="006F0773">
            <w:pPr>
              <w:spacing w:before="60" w:after="60"/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  <w:tr w:rsidR="0086303A" w14:paraId="17F4EA23" w14:textId="77777777" w:rsidTr="006F0773">
        <w:trPr>
          <w:trHeight w:val="454"/>
        </w:trPr>
        <w:tc>
          <w:tcPr>
            <w:tcW w:w="3266" w:type="dxa"/>
            <w:vAlign w:val="center"/>
          </w:tcPr>
          <w:p w14:paraId="3BA2C071" w14:textId="77777777" w:rsidR="0086303A" w:rsidRDefault="0086303A" w:rsidP="006F0773">
            <w:pPr>
              <w:spacing w:before="60" w:after="60"/>
            </w:pPr>
            <w:r>
              <w:t>Dodavatel je zapsán</w:t>
            </w:r>
            <w:r w:rsidR="009920D7">
              <w:t xml:space="preserve"> v </w:t>
            </w:r>
            <w:r>
              <w:t>evidenci skutečných majitelů</w:t>
            </w:r>
            <w:r w:rsidR="00357B7E">
              <w:t>:</w:t>
            </w:r>
          </w:p>
        </w:tc>
        <w:tc>
          <w:tcPr>
            <w:tcW w:w="5791" w:type="dxa"/>
            <w:vAlign w:val="center"/>
          </w:tcPr>
          <w:p w14:paraId="6DBD7315" w14:textId="77777777" w:rsidR="0086303A" w:rsidRDefault="006F0773" w:rsidP="006F0773">
            <w:pPr>
              <w:spacing w:before="60" w:after="60"/>
            </w:pPr>
            <w:r w:rsidRPr="006F0773">
              <w:rPr>
                <w:bCs/>
                <w:highlight w:val="yellow"/>
              </w:rPr>
              <w:t>ANO / NE</w:t>
            </w:r>
          </w:p>
        </w:tc>
      </w:tr>
    </w:tbl>
    <w:p w14:paraId="29C6FDC8" w14:textId="77777777" w:rsidR="00370681" w:rsidRDefault="00370681" w:rsidP="00370681">
      <w:pPr>
        <w:pStyle w:val="Tloslovan"/>
        <w:numPr>
          <w:ilvl w:val="0"/>
          <w:numId w:val="0"/>
        </w:numPr>
        <w:tabs>
          <w:tab w:val="left" w:pos="851"/>
        </w:tabs>
        <w:jc w:val="left"/>
      </w:pPr>
      <w:r>
        <w:t>(„</w:t>
      </w:r>
      <w:r w:rsidRPr="00797F5A">
        <w:rPr>
          <w:b/>
          <w:bCs/>
        </w:rPr>
        <w:t>účastník</w:t>
      </w:r>
      <w:r>
        <w:t>“)</w:t>
      </w:r>
    </w:p>
    <w:p w14:paraId="5202BCEB" w14:textId="77777777" w:rsidR="00E12D7E" w:rsidRPr="0030491F" w:rsidRDefault="00902243" w:rsidP="00496FC9">
      <w:pPr>
        <w:pStyle w:val="Nadpis1"/>
        <w:keepLines w:val="0"/>
        <w:pageBreakBefore/>
      </w:pPr>
      <w:bookmarkStart w:id="8" w:name="_Toc56196927"/>
      <w:r>
        <w:lastRenderedPageBreak/>
        <w:t>Kvalifikace</w:t>
      </w:r>
      <w:bookmarkEnd w:id="8"/>
    </w:p>
    <w:p w14:paraId="6A3874A1" w14:textId="77777777" w:rsidR="00231B37" w:rsidRPr="00521F89" w:rsidRDefault="00231B37" w:rsidP="00231B37">
      <w:pPr>
        <w:pStyle w:val="Tloslovan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Účastník čestně prohlašuje, že splňuje základní způsobilost požadovanou zákonem č. 134/2016 Sb., o zadávání veřejných zakázek, ve znění pozdějších předpisů, („</w:t>
      </w:r>
      <w:r w:rsidRPr="00521F89">
        <w:rPr>
          <w:rFonts w:eastAsia="Calibri"/>
          <w:b/>
          <w:bCs/>
          <w:lang w:eastAsia="cs-CZ"/>
        </w:rPr>
        <w:t>ZZVZ</w:t>
      </w:r>
      <w:r w:rsidRPr="00521F89">
        <w:rPr>
          <w:rFonts w:eastAsia="Calibri"/>
          <w:lang w:eastAsia="cs-CZ"/>
        </w:rPr>
        <w:t>“), a zadavatelem pro plnění veřejné zakázky, která je uvedena v textové části zadávací dokumentace („</w:t>
      </w:r>
      <w:r w:rsidRPr="00521F89">
        <w:rPr>
          <w:rFonts w:eastAsia="Calibri"/>
          <w:b/>
          <w:bCs/>
          <w:lang w:eastAsia="cs-CZ"/>
        </w:rPr>
        <w:t>zadávací dokumentace</w:t>
      </w:r>
      <w:r w:rsidRPr="00521F89">
        <w:rPr>
          <w:rFonts w:eastAsia="Calibri"/>
          <w:lang w:eastAsia="cs-CZ"/>
        </w:rPr>
        <w:t>“) na veřejnou zakázku, a to v následujícím rozsahu, tedy že je účastníkem, který</w:t>
      </w:r>
      <w:r w:rsidRPr="00521F89">
        <w:rPr>
          <w:rFonts w:eastAsia="Calibri"/>
          <w:vertAlign w:val="superscript"/>
          <w:lang w:eastAsia="cs-CZ"/>
        </w:rPr>
        <w:footnoteReference w:id="1"/>
      </w:r>
      <w:r w:rsidRPr="00521F89">
        <w:rPr>
          <w:rFonts w:eastAsia="Calibri"/>
          <w:lang w:eastAsia="cs-CZ"/>
        </w:rPr>
        <w:t>:</w:t>
      </w:r>
    </w:p>
    <w:p w14:paraId="12DF2B5E" w14:textId="77777777" w:rsidR="00231B37" w:rsidRPr="00521F89" w:rsidRDefault="00231B37" w:rsidP="00231B37">
      <w:pPr>
        <w:pStyle w:val="Tloslovan"/>
        <w:numPr>
          <w:ilvl w:val="1"/>
          <w:numId w:val="39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nemá v České republice nebo v zemi svého sídla v evidenci daní zachycen splatný daňový nedoplatek ve vztahu ke spotřební dani,</w:t>
      </w:r>
    </w:p>
    <w:p w14:paraId="168F77B0" w14:textId="77777777" w:rsidR="00231B37" w:rsidRPr="00521F89" w:rsidRDefault="00231B37" w:rsidP="00231B37">
      <w:pPr>
        <w:pStyle w:val="Tloslovan"/>
        <w:numPr>
          <w:ilvl w:val="1"/>
          <w:numId w:val="39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nemá v České republice nebo v zemi svého sídla splatný nedoplatek na pojistném nebo na penále na veřejné zdravotní pojištění,</w:t>
      </w:r>
    </w:p>
    <w:p w14:paraId="69F55144" w14:textId="7ADC9DB2" w:rsidR="00797F5A" w:rsidRPr="00231B37" w:rsidRDefault="00231B37" w:rsidP="00231B37">
      <w:pPr>
        <w:pStyle w:val="Tloslovan"/>
        <w:numPr>
          <w:ilvl w:val="1"/>
          <w:numId w:val="39"/>
        </w:numPr>
        <w:ind w:left="1276"/>
        <w:rPr>
          <w:rFonts w:eastAsia="Calibri"/>
          <w:lang w:eastAsia="cs-CZ"/>
        </w:rPr>
      </w:pPr>
      <w:r w:rsidRPr="00521F89">
        <w:rPr>
          <w:rFonts w:eastAsia="Calibri"/>
          <w:lang w:eastAsia="cs-CZ"/>
        </w:rPr>
        <w:t>v případě, že účastník není zapsán v obchodním rejstříku, není v likvidaci, nebylo proti němu vydáno rozhodnutí o úpadku, nebyla vůči němu nařízena nucená správa podle jiného právního předpisu nebo není v obdobné situaci podle právního řádu země svého sídla.</w:t>
      </w:r>
    </w:p>
    <w:p w14:paraId="4E2C4448" w14:textId="77777777" w:rsidR="00231B37" w:rsidRPr="00990FFA" w:rsidRDefault="00231B37" w:rsidP="00231B37">
      <w:pPr>
        <w:pStyle w:val="Tloslovan"/>
      </w:pPr>
      <w:r w:rsidRPr="00990FFA">
        <w:t xml:space="preserve">Účastník čestně prohlašuje, že splňuje technickou kvalifikaci požadovanou ZZVZ a zadavatelem pro plnění veřejné zakázky, která je uvedena v zadávací dokumentaci na veřejnou zakázku, tj. že poskytl požadované </w:t>
      </w:r>
      <w:sdt>
        <w:sdtPr>
          <w:rPr>
            <w:bCs/>
          </w:rPr>
          <w:alias w:val="Druh plnění"/>
          <w:tag w:val="Druh plnění"/>
          <w:id w:val="-1114212826"/>
          <w:placeholder>
            <w:docPart w:val="7A663A365940416484FCAB4FBB844462"/>
          </w:placeholder>
          <w:comboBox>
            <w:listItem w:value="Zvolte položku."/>
            <w:listItem w:displayText="dodávky" w:value="dodávky"/>
            <w:listItem w:displayText="služby" w:value="služby"/>
          </w:comboBox>
        </w:sdtPr>
        <w:sdtEndPr/>
        <w:sdtContent>
          <w:r w:rsidRPr="00990FFA">
            <w:rPr>
              <w:bCs/>
            </w:rPr>
            <w:t>služby</w:t>
          </w:r>
        </w:sdtContent>
      </w:sdt>
      <w:r w:rsidRPr="00990FFA">
        <w:rPr>
          <w:bCs/>
        </w:rPr>
        <w:t>,</w:t>
      </w:r>
      <w:r w:rsidRPr="00990FFA">
        <w:t xml:space="preserve"> a to v následujícím rozsahu</w:t>
      </w:r>
      <w:r w:rsidRPr="00990FFA">
        <w:rPr>
          <w:rFonts w:eastAsia="Calibri"/>
          <w:lang w:eastAsia="cs-CZ"/>
        </w:rPr>
        <w:t>:</w:t>
      </w:r>
    </w:p>
    <w:p w14:paraId="134454ED" w14:textId="77777777" w:rsidR="00231B37" w:rsidRPr="00990FFA" w:rsidRDefault="00231B37" w:rsidP="00231B37">
      <w:pPr>
        <w:pStyle w:val="Tloneslovan"/>
        <w:numPr>
          <w:ilvl w:val="6"/>
          <w:numId w:val="16"/>
        </w:numPr>
        <w:rPr>
          <w:b/>
          <w:bCs/>
          <w:i/>
          <w:iCs/>
        </w:rPr>
      </w:pPr>
      <w:bookmarkStart w:id="9" w:name="_Hlk87455254"/>
      <w:r w:rsidRPr="00990FFA">
        <w:rPr>
          <w:b/>
          <w:bCs/>
          <w:i/>
          <w:iCs/>
          <w:lang w:eastAsia="cs-CZ"/>
        </w:rPr>
        <w:t xml:space="preserve">Významná </w:t>
      </w:r>
      <w:sdt>
        <w:sdtPr>
          <w:rPr>
            <w:b/>
            <w:bCs/>
            <w:i/>
            <w:iCs/>
            <w:lang w:eastAsia="cs-CZ"/>
          </w:rPr>
          <w:alias w:val="Druh plnění"/>
          <w:tag w:val="Druh plnění"/>
          <w:id w:val="-763769815"/>
          <w:placeholder>
            <w:docPart w:val="B01D450B65F44F68AF5B1E47438BA43F"/>
          </w:placeholder>
          <w:comboBox>
            <w:listItem w:value="Zvolte položku."/>
            <w:listItem w:displayText="dodávka" w:value="dodávka"/>
            <w:listItem w:displayText="služba" w:value="služba"/>
          </w:comboBox>
        </w:sdtPr>
        <w:sdtEndPr/>
        <w:sdtContent>
          <w:r w:rsidRPr="00990FFA">
            <w:rPr>
              <w:b/>
              <w:bCs/>
              <w:i/>
              <w:iCs/>
              <w:lang w:eastAsia="cs-CZ"/>
            </w:rPr>
            <w:t>služba</w:t>
          </w:r>
        </w:sdtContent>
      </w:sdt>
      <w:r w:rsidRPr="00990FFA">
        <w:rPr>
          <w:b/>
          <w:bCs/>
          <w:i/>
          <w:iCs/>
          <w:lang w:eastAsia="cs-CZ"/>
        </w:rPr>
        <w:t xml:space="preserve"> č. 1*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231B37" w:rsidRPr="003012B7" w14:paraId="0F365345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3F7AC89C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Název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17053329"/>
                <w:placeholder>
                  <w:docPart w:val="4ED0D66A4C05455E9FC3B13C8F46608B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646EF192" w14:textId="77777777" w:rsidR="00231B37" w:rsidRPr="003012B7" w:rsidRDefault="00231B37" w:rsidP="00F7263C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4A2709D1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322540C1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Objednatel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884983047"/>
                <w:placeholder>
                  <w:docPart w:val="1A0AAB02C41E4C6DA3F79B941F21AE86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5A31F8EA" w14:textId="77777777" w:rsidR="00231B37" w:rsidRPr="003012B7" w:rsidRDefault="00231B37" w:rsidP="00F7263C">
            <w:pPr>
              <w:spacing w:before="60" w:after="60"/>
              <w:rPr>
                <w:rStyle w:val="Styl1"/>
                <w:b w:val="0"/>
                <w:bCs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7ABDF4B1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56B0647A" w14:textId="77777777" w:rsidR="00231B37" w:rsidRPr="00990FFA" w:rsidRDefault="00231B37" w:rsidP="00F7263C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990FFA">
              <w:t xml:space="preserve">Stručný popis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2070229382"/>
                <w:placeholder>
                  <w:docPart w:val="CD69AEE300754BFCB8AC2FC4D8C1DAB8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480B7616" w14:textId="77777777" w:rsidR="00231B37" w:rsidRPr="003012B7" w:rsidRDefault="00231B37" w:rsidP="00F7263C">
            <w:pPr>
              <w:spacing w:before="60" w:after="60"/>
              <w:rPr>
                <w:rStyle w:val="Siln"/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0354ACC8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6B363234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Cena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1130860108"/>
                <w:placeholder>
                  <w:docPart w:val="6CCE456A9C0E48C28140DBEA5612FEED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1930E1D7" w14:textId="77777777" w:rsidR="00231B37" w:rsidRPr="003012B7" w:rsidRDefault="00231B37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320990DF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6275268F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Doba realizace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319736888"/>
                <w:placeholder>
                  <w:docPart w:val="EF32EC544A4B45CCAAA26D6E42226D1B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435514BE" w14:textId="77777777" w:rsidR="00231B37" w:rsidRPr="003012B7" w:rsidRDefault="00231B37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7A87C5B1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3407784E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Místo realizace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853994523"/>
                <w:placeholder>
                  <w:docPart w:val="A3089EE647554BC2A0C949A27E09E007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>:</w:t>
            </w:r>
          </w:p>
        </w:tc>
        <w:tc>
          <w:tcPr>
            <w:tcW w:w="4647" w:type="dxa"/>
            <w:vAlign w:val="center"/>
          </w:tcPr>
          <w:p w14:paraId="1D9F1225" w14:textId="77777777" w:rsidR="00231B37" w:rsidRPr="003012B7" w:rsidRDefault="00231B37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  <w:tr w:rsidR="00231B37" w:rsidRPr="003012B7" w14:paraId="5FAE2757" w14:textId="77777777" w:rsidTr="00F7263C">
        <w:trPr>
          <w:trHeight w:val="454"/>
        </w:trPr>
        <w:tc>
          <w:tcPr>
            <w:tcW w:w="3544" w:type="dxa"/>
            <w:vAlign w:val="center"/>
          </w:tcPr>
          <w:p w14:paraId="45B8169B" w14:textId="77777777" w:rsidR="00231B37" w:rsidRPr="00990FFA" w:rsidRDefault="00231B37" w:rsidP="00F7263C">
            <w:pPr>
              <w:spacing w:before="60" w:after="60"/>
            </w:pPr>
            <w:r w:rsidRPr="00990FFA">
              <w:t xml:space="preserve">Kontaktní osoba objednatele poskytnuté </w:t>
            </w:r>
            <w:sdt>
              <w:sdtPr>
                <w:rPr>
                  <w:bCs/>
                </w:rPr>
                <w:alias w:val="Druh plnění"/>
                <w:tag w:val="Druh plnění"/>
                <w:id w:val="-135268015"/>
                <w:placeholder>
                  <w:docPart w:val="5A560A1EC7A946F99BECEDA37D9CFB19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</w:comboBox>
              </w:sdtPr>
              <w:sdtEndPr/>
              <w:sdtContent>
                <w:r w:rsidRPr="00990FFA">
                  <w:rPr>
                    <w:bCs/>
                  </w:rPr>
                  <w:t>služby</w:t>
                </w:r>
              </w:sdtContent>
            </w:sdt>
            <w:r w:rsidRPr="00990FFA">
              <w:t xml:space="preserve"> (jméno, tel., e-mail):</w:t>
            </w:r>
          </w:p>
        </w:tc>
        <w:tc>
          <w:tcPr>
            <w:tcW w:w="4647" w:type="dxa"/>
            <w:vAlign w:val="center"/>
          </w:tcPr>
          <w:p w14:paraId="4248032A" w14:textId="77777777" w:rsidR="00231B37" w:rsidRPr="003012B7" w:rsidRDefault="00231B37" w:rsidP="00F7263C">
            <w:pPr>
              <w:spacing w:before="60" w:after="60"/>
              <w:rPr>
                <w:highlight w:val="yellow"/>
              </w:rPr>
            </w:pPr>
            <w:r w:rsidRPr="003012B7">
              <w:rPr>
                <w:bCs/>
                <w:highlight w:val="yellow"/>
              </w:rPr>
              <w:fldChar w:fldCharType="begin"/>
            </w:r>
            <w:r w:rsidRPr="003012B7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3012B7">
              <w:rPr>
                <w:bCs/>
                <w:highlight w:val="yellow"/>
              </w:rPr>
              <w:fldChar w:fldCharType="end"/>
            </w:r>
          </w:p>
        </w:tc>
      </w:tr>
    </w:tbl>
    <w:bookmarkEnd w:id="9"/>
    <w:p w14:paraId="37282094" w14:textId="77777777" w:rsidR="00231B37" w:rsidRPr="003012B7" w:rsidRDefault="00231B37" w:rsidP="00231B37">
      <w:pPr>
        <w:pStyle w:val="Tloslovan"/>
        <w:numPr>
          <w:ilvl w:val="0"/>
          <w:numId w:val="0"/>
        </w:numPr>
        <w:ind w:left="851"/>
        <w:rPr>
          <w:rFonts w:eastAsia="Calibri"/>
          <w:i/>
          <w:highlight w:val="yellow"/>
          <w:lang w:eastAsia="cs-CZ"/>
        </w:rPr>
      </w:pPr>
      <w:r w:rsidRPr="003012B7">
        <w:rPr>
          <w:rFonts w:eastAsia="Calibri"/>
          <w:i/>
          <w:highlight w:val="yellow"/>
          <w:lang w:eastAsia="cs-CZ"/>
        </w:rPr>
        <w:t>* v </w:t>
      </w:r>
      <w:r w:rsidRPr="00990FFA">
        <w:rPr>
          <w:rFonts w:eastAsia="Calibri"/>
          <w:i/>
          <w:highlight w:val="yellow"/>
          <w:lang w:eastAsia="cs-CZ"/>
        </w:rPr>
        <w:t xml:space="preserve">případě více </w:t>
      </w:r>
      <w:bookmarkStart w:id="10" w:name="_Hlk61833739"/>
      <w:sdt>
        <w:sdtPr>
          <w:rPr>
            <w:rFonts w:eastAsia="Calibri"/>
            <w:bCs/>
            <w:i/>
            <w:highlight w:val="yellow"/>
            <w:lang w:eastAsia="cs-CZ"/>
          </w:rPr>
          <w:alias w:val="Druh plnění"/>
          <w:tag w:val="Druh plnění"/>
          <w:id w:val="96536342"/>
          <w:placeholder>
            <w:docPart w:val="C040CA86063D478B99961EE8344CABDF"/>
          </w:placeholder>
          <w:comboBox>
            <w:listItem w:value="Zvolte položku."/>
            <w:listItem w:displayText="dodávek" w:value="dodávek"/>
            <w:listItem w:displayText="služeb" w:value="služeb"/>
          </w:comboBox>
        </w:sdtPr>
        <w:sdtEndPr/>
        <w:sdtContent>
          <w:r w:rsidRPr="00990FFA">
            <w:rPr>
              <w:rFonts w:eastAsia="Calibri"/>
              <w:bCs/>
              <w:i/>
              <w:highlight w:val="yellow"/>
              <w:lang w:eastAsia="cs-CZ"/>
            </w:rPr>
            <w:t>služeb</w:t>
          </w:r>
        </w:sdtContent>
      </w:sdt>
      <w:bookmarkEnd w:id="10"/>
      <w:r w:rsidRPr="00990FFA">
        <w:rPr>
          <w:rFonts w:eastAsia="Calibri"/>
          <w:i/>
          <w:highlight w:val="yellow"/>
          <w:lang w:eastAsia="cs-CZ"/>
        </w:rPr>
        <w:t xml:space="preserve"> účastník tabulku </w:t>
      </w:r>
      <w:r w:rsidRPr="003012B7">
        <w:rPr>
          <w:rFonts w:eastAsia="Calibri"/>
          <w:i/>
          <w:highlight w:val="yellow"/>
          <w:lang w:eastAsia="cs-CZ"/>
        </w:rPr>
        <w:t>zkopíruje podle potřeby.</w:t>
      </w:r>
    </w:p>
    <w:p w14:paraId="19769DCB" w14:textId="77777777" w:rsidR="00231B37" w:rsidRPr="00990FFA" w:rsidRDefault="00231B37" w:rsidP="00231B37">
      <w:pPr>
        <w:pStyle w:val="Tloslovan"/>
        <w:numPr>
          <w:ilvl w:val="0"/>
          <w:numId w:val="0"/>
        </w:numPr>
        <w:ind w:left="851"/>
      </w:pPr>
      <w:bookmarkStart w:id="11" w:name="_Hlk61846023"/>
      <w:r w:rsidRPr="00990FFA">
        <w:t xml:space="preserve">Účastník čestně prohlašuje, že </w:t>
      </w:r>
      <w:r w:rsidRPr="00990FFA">
        <w:rPr>
          <w:rFonts w:eastAsia="Calibri"/>
        </w:rPr>
        <w:t xml:space="preserve">výše </w:t>
      </w:r>
      <w:bookmarkStart w:id="12" w:name="_Hlk39183420"/>
      <w:r w:rsidRPr="00990FFA">
        <w:rPr>
          <w:rFonts w:eastAsia="Calibri"/>
        </w:rPr>
        <w:t xml:space="preserve">uvedené </w:t>
      </w:r>
      <w:bookmarkEnd w:id="12"/>
      <w:sdt>
        <w:sdtPr>
          <w:rPr>
            <w:bCs/>
          </w:rPr>
          <w:alias w:val="Druh plnění"/>
          <w:tag w:val="Druh plnění"/>
          <w:id w:val="1857462655"/>
          <w:placeholder>
            <w:docPart w:val="EC4F0BA2893D4E0CBD116B0ED9B89046"/>
          </w:placeholder>
          <w:comboBox>
            <w:listItem w:value="Zvolte položku."/>
            <w:listItem w:displayText="dodávky" w:value="dodávky"/>
            <w:listItem w:displayText="služby" w:value="služby"/>
          </w:comboBox>
        </w:sdtPr>
        <w:sdtEndPr/>
        <w:sdtContent>
          <w:r w:rsidRPr="00990FFA">
            <w:rPr>
              <w:bCs/>
            </w:rPr>
            <w:t>služby</w:t>
          </w:r>
        </w:sdtContent>
      </w:sdt>
      <w:r w:rsidRPr="00990FFA">
        <w:rPr>
          <w:rFonts w:eastAsia="Calibri"/>
        </w:rPr>
        <w:t xml:space="preserve"> </w:t>
      </w:r>
      <w:bookmarkStart w:id="13" w:name="_Hlk39183444"/>
      <w:r w:rsidRPr="00990FFA">
        <w:rPr>
          <w:rFonts w:eastAsia="Calibri"/>
        </w:rPr>
        <w:t>poskytl řádně, odborně a vča</w:t>
      </w:r>
      <w:bookmarkEnd w:id="13"/>
      <w:r w:rsidRPr="00990FFA">
        <w:rPr>
          <w:rFonts w:eastAsia="Calibri"/>
        </w:rPr>
        <w:t>s.</w:t>
      </w:r>
    </w:p>
    <w:bookmarkEnd w:id="11"/>
    <w:p w14:paraId="033B8F1C" w14:textId="7C9AB484" w:rsidR="00A76359" w:rsidRDefault="00A76359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>na vědomí, že</w:t>
      </w:r>
      <w:r w:rsidRPr="00C96C2E">
        <w:t xml:space="preserve"> </w:t>
      </w:r>
      <w:r>
        <w:t>z</w:t>
      </w:r>
      <w:r w:rsidRPr="00C96C2E">
        <w:t xml:space="preserve">adavatel může </w:t>
      </w:r>
      <w:r w:rsidR="00037A3B">
        <w:t>postupem podle § 46 odst. 1 ZZVZ požadovat</w:t>
      </w:r>
      <w:r w:rsidRPr="00C96C2E">
        <w:t xml:space="preserve"> předložení originálů nebo úředně ověřených kopií dokladů</w:t>
      </w:r>
      <w:r w:rsidR="009920D7">
        <w:t xml:space="preserve"> o </w:t>
      </w:r>
      <w:r w:rsidRPr="00C96C2E">
        <w:t>kvalifikaci</w:t>
      </w:r>
      <w:r w:rsidRPr="00074933">
        <w:t xml:space="preserve"> </w:t>
      </w:r>
      <w:r>
        <w:t>uvedených</w:t>
      </w:r>
      <w:r w:rsidR="009920D7">
        <w:t xml:space="preserve"> v </w:t>
      </w:r>
      <w:r>
        <w:t xml:space="preserve">kapitole 7. </w:t>
      </w:r>
      <w:r w:rsidRPr="002068DE">
        <w:t>zadávací dokumentace</w:t>
      </w:r>
      <w:r>
        <w:t>, resp.</w:t>
      </w:r>
      <w:r w:rsidR="009920D7">
        <w:t xml:space="preserve"> v </w:t>
      </w:r>
      <w:r>
        <w:t>ZZVZ, přičemž nesplnění této povinnosti může být důvodem</w:t>
      </w:r>
      <w:r w:rsidR="009920D7">
        <w:t xml:space="preserve"> k </w:t>
      </w:r>
      <w:r>
        <w:t>vyloučení účastníka</w:t>
      </w:r>
      <w:r w:rsidR="009920D7">
        <w:t xml:space="preserve"> z </w:t>
      </w:r>
      <w:r>
        <w:t>účasti</w:t>
      </w:r>
      <w:r w:rsidR="009920D7">
        <w:t xml:space="preserve"> v </w:t>
      </w:r>
      <w:r>
        <w:t>zadávacím řízení.</w:t>
      </w:r>
    </w:p>
    <w:p w14:paraId="1EEDE876" w14:textId="77777777" w:rsidR="002D60B6" w:rsidRDefault="002D60B6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 xml:space="preserve">na vědomí, že bude-li zadavatelem vyzván k uzavření smlouvy na veřejnou zakázku, před uzavřením smlouvy si zadavatel </w:t>
      </w:r>
      <w:r w:rsidRPr="0007390E">
        <w:t>od vybraného dodavatele</w:t>
      </w:r>
      <w:r>
        <w:t xml:space="preserve"> v </w:t>
      </w:r>
      <w:r w:rsidRPr="0007390E">
        <w:t>souladu</w:t>
      </w:r>
      <w:r>
        <w:t xml:space="preserve"> s § 122 odst. 3 písm. a) ve spojení s § 122 odst. 4 písm. a) ZZVZ</w:t>
      </w:r>
      <w:r w:rsidRPr="0007390E">
        <w:t xml:space="preserve"> </w:t>
      </w:r>
      <w:r>
        <w:t xml:space="preserve">může </w:t>
      </w:r>
      <w:r w:rsidRPr="0007390E">
        <w:t>vyžád</w:t>
      </w:r>
      <w:r>
        <w:t>at</w:t>
      </w:r>
      <w:r w:rsidRPr="0007390E">
        <w:t xml:space="preserve"> předložení originálů nebo ověřených kopií dokladů</w:t>
      </w:r>
      <w:r>
        <w:t xml:space="preserve"> o jeho </w:t>
      </w:r>
      <w:r w:rsidRPr="0007390E">
        <w:t>kvalifikaci</w:t>
      </w:r>
      <w:r>
        <w:t xml:space="preserve"> uvedených v kapitole 7. </w:t>
      </w:r>
      <w:r w:rsidRPr="002068DE">
        <w:t>zadávací dokumentace</w:t>
      </w:r>
      <w:r>
        <w:t>, resp. v ZZVZ, které zadavatel požadoval a nemá je k dispozici, přičemž nesplnění této povinnosti může být důvodem k vyloučení účastníka z účasti v zadávacím řízení.</w:t>
      </w:r>
    </w:p>
    <w:p w14:paraId="27FBAEB1" w14:textId="77777777" w:rsidR="006D03E5" w:rsidRDefault="006D03E5" w:rsidP="00E12D7E">
      <w:pPr>
        <w:pStyle w:val="Tloslovan"/>
      </w:pPr>
      <w:r>
        <w:rPr>
          <w:rFonts w:eastAsia="Calibri"/>
          <w:lang w:eastAsia="cs-CZ"/>
        </w:rPr>
        <w:t xml:space="preserve">Účastník bere </w:t>
      </w:r>
      <w:r>
        <w:t>na vědomí, že doklady</w:t>
      </w:r>
      <w:r w:rsidR="009920D7">
        <w:t xml:space="preserve"> k </w:t>
      </w:r>
      <w:r>
        <w:t>prokázání základní způsobilosti</w:t>
      </w:r>
      <w:r w:rsidR="009D14EC">
        <w:t xml:space="preserve"> </w:t>
      </w:r>
      <w:r>
        <w:t xml:space="preserve">musí prokazovat splnění požadovaného kritéria způsobilosti </w:t>
      </w:r>
      <w:r w:rsidR="002E79D6">
        <w:t>nejpozději</w:t>
      </w:r>
      <w:r w:rsidR="009920D7">
        <w:t xml:space="preserve"> v </w:t>
      </w:r>
      <w:r w:rsidR="002E79D6">
        <w:t>době 3</w:t>
      </w:r>
      <w:r w:rsidR="002D60B6">
        <w:t> </w:t>
      </w:r>
      <w:r w:rsidR="002E79D6">
        <w:t>měsíců přede dnem zahájení zadávacího řízení</w:t>
      </w:r>
      <w:r>
        <w:t>.</w:t>
      </w:r>
    </w:p>
    <w:p w14:paraId="7D699324" w14:textId="77777777" w:rsidR="00E12D7E" w:rsidRPr="005E00E5" w:rsidRDefault="00496FC9" w:rsidP="00007F4B">
      <w:pPr>
        <w:pStyle w:val="Nadpis1"/>
        <w:keepLines w:val="0"/>
        <w:pageBreakBefore/>
      </w:pPr>
      <w:bookmarkStart w:id="14" w:name="_Toc56196928"/>
      <w:r>
        <w:t>Obchodní</w:t>
      </w:r>
      <w:r w:rsidR="00F74014">
        <w:t>,</w:t>
      </w:r>
      <w:r w:rsidR="00EB7CBD">
        <w:t xml:space="preserve"> pl</w:t>
      </w:r>
      <w:r w:rsidR="00AC5DC2">
        <w:t>a</w:t>
      </w:r>
      <w:r w:rsidR="00EB7CBD">
        <w:t>tební</w:t>
      </w:r>
      <w:r w:rsidR="009920D7">
        <w:t xml:space="preserve"> a </w:t>
      </w:r>
      <w:r w:rsidR="00F74014">
        <w:t xml:space="preserve">technické </w:t>
      </w:r>
      <w:r>
        <w:t>podmínky</w:t>
      </w:r>
      <w:bookmarkEnd w:id="14"/>
    </w:p>
    <w:p w14:paraId="563EB9EC" w14:textId="77777777" w:rsidR="00A138FD" w:rsidRDefault="00A138FD" w:rsidP="00496FC9">
      <w:pPr>
        <w:pStyle w:val="Tloslovan"/>
      </w:pPr>
      <w:r>
        <w:t>Zadavatel stanovil</w:t>
      </w:r>
      <w:r w:rsidR="00C20440" w:rsidRPr="00C20440">
        <w:t xml:space="preserve"> </w:t>
      </w:r>
      <w:r w:rsidR="00C20440">
        <w:t>obchodní, platební</w:t>
      </w:r>
      <w:r w:rsidR="009920D7">
        <w:t xml:space="preserve"> a </w:t>
      </w:r>
      <w:r w:rsidR="00C20440">
        <w:t>technické podmínky pro realizaci veřejné zakázky,</w:t>
      </w:r>
      <w:r w:rsidR="009920D7">
        <w:t xml:space="preserve"> a </w:t>
      </w:r>
      <w:r w:rsidR="00C20440">
        <w:t>to formou textu návrhu smlouvy</w:t>
      </w:r>
      <w:r w:rsidR="009920D7">
        <w:t xml:space="preserve"> </w:t>
      </w:r>
      <w:r w:rsidR="007A176D">
        <w:t>obligatorního charakteru</w:t>
      </w:r>
      <w:r w:rsidR="00C20440">
        <w:t>, jejíž nedílnou součástí jsou uvedené podmínky.</w:t>
      </w:r>
    </w:p>
    <w:p w14:paraId="3F6F77AA" w14:textId="77777777" w:rsidR="00CA5290" w:rsidRDefault="00CA5290" w:rsidP="00496FC9">
      <w:pPr>
        <w:pStyle w:val="Tloslovan"/>
      </w:pPr>
      <w:r>
        <w:t>Návrh smlouvy</w:t>
      </w:r>
      <w:r w:rsidR="009920D7">
        <w:t xml:space="preserve"> </w:t>
      </w:r>
      <w:r>
        <w:t>byl přílohou zadávací dokumentace.</w:t>
      </w:r>
    </w:p>
    <w:p w14:paraId="324E81EF" w14:textId="77777777" w:rsidR="007A176D" w:rsidRDefault="00A138FD" w:rsidP="00496FC9">
      <w:pPr>
        <w:pStyle w:val="Tloslovan"/>
      </w:pPr>
      <w:r>
        <w:t>Ú</w:t>
      </w:r>
      <w:r w:rsidRPr="00A138FD">
        <w:t xml:space="preserve">častník čestně prohlašuje, že akceptuje </w:t>
      </w:r>
      <w:r w:rsidR="00D80BDC">
        <w:t>obchodní, platební</w:t>
      </w:r>
      <w:r w:rsidR="009920D7">
        <w:t xml:space="preserve"> a </w:t>
      </w:r>
      <w:r w:rsidR="00D80BDC">
        <w:t>technické podmínky pro realizaci veřejné zakázky</w:t>
      </w:r>
      <w:r w:rsidR="007A176D">
        <w:t>.</w:t>
      </w:r>
    </w:p>
    <w:p w14:paraId="08DB8B1D" w14:textId="77777777" w:rsidR="00496FC9" w:rsidRDefault="007A176D" w:rsidP="00496FC9">
      <w:pPr>
        <w:pStyle w:val="Tloslovan"/>
      </w:pPr>
      <w:r>
        <w:t>Ú</w:t>
      </w:r>
      <w:r w:rsidRPr="00A138FD">
        <w:t xml:space="preserve">častník čestně prohlašuje, že </w:t>
      </w:r>
      <w:r>
        <w:t>je návrhem smlouvy</w:t>
      </w:r>
      <w:r w:rsidR="00D80BDC">
        <w:t>, včetně všech jejích příloh,</w:t>
      </w:r>
      <w:r>
        <w:t xml:space="preserve"> v</w:t>
      </w:r>
      <w:r w:rsidR="00A138FD" w:rsidRPr="00A138FD">
        <w:t>ázán.</w:t>
      </w:r>
    </w:p>
    <w:p w14:paraId="6974907A" w14:textId="77777777" w:rsidR="00C03DAD" w:rsidRDefault="00C03DAD" w:rsidP="00C03DAD">
      <w:pPr>
        <w:pStyle w:val="Tloslovan"/>
      </w:pPr>
      <w:r>
        <w:t>Údaje do smlouvy:</w:t>
      </w:r>
    </w:p>
    <w:tbl>
      <w:tblPr>
        <w:tblW w:w="8221" w:type="dxa"/>
        <w:tblInd w:w="83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  <w:insideH w:val="single" w:sz="12" w:space="0" w:color="808080"/>
          <w:insideV w:val="single" w:sz="12" w:space="0" w:color="808080"/>
        </w:tblBorders>
        <w:tblLook w:val="04A0" w:firstRow="1" w:lastRow="0" w:firstColumn="1" w:lastColumn="0" w:noHBand="0" w:noVBand="1"/>
      </w:tblPr>
      <w:tblGrid>
        <w:gridCol w:w="2268"/>
        <w:gridCol w:w="5953"/>
      </w:tblGrid>
      <w:tr w:rsidR="00276A68" w:rsidRPr="00D2105B" w14:paraId="1A4A2977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37D79A52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Zastoupení: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5481B3F" w14:textId="77777777" w:rsidR="00276A68" w:rsidRPr="000E126D" w:rsidRDefault="00276A68" w:rsidP="008A438F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5EA0D6D0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2A256B16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Bankovní spojení: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7889EEF3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5B2B1FA0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5B5DD130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Číslo účtu: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  <w:hideMark/>
          </w:tcPr>
          <w:p w14:paraId="392F004B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4F2B9625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206929EC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Oprávněný zástupce ve věcech obchodních a smluvních dodatků: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7D7A12AE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  <w:lang w:val="en-US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48028EC9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562BE9E0" w14:textId="77777777" w:rsidR="00276A68" w:rsidRPr="00B85F5B" w:rsidRDefault="00276A68" w:rsidP="008A438F">
            <w:pPr>
              <w:pStyle w:val="Obyejn"/>
              <w:rPr>
                <w:color w:val="auto"/>
                <w:sz w:val="22"/>
                <w:szCs w:val="22"/>
              </w:rPr>
            </w:pPr>
            <w:r w:rsidRPr="00B85F5B">
              <w:rPr>
                <w:color w:val="auto"/>
                <w:sz w:val="22"/>
                <w:szCs w:val="22"/>
              </w:rPr>
              <w:t>Oprávněný zástupce ve věcech technických: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6DB80772" w14:textId="77777777" w:rsidR="00276A68" w:rsidRPr="000E126D" w:rsidRDefault="00276A68" w:rsidP="008A438F">
            <w:pPr>
              <w:pStyle w:val="Obyejn"/>
              <w:rPr>
                <w:color w:val="auto"/>
                <w:sz w:val="22"/>
                <w:szCs w:val="22"/>
                <w:lang w:val="en-US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276A68" w:rsidRPr="00D2105B" w14:paraId="7343A851" w14:textId="77777777" w:rsidTr="008A438F">
        <w:trPr>
          <w:trHeight w:val="284"/>
        </w:trPr>
        <w:tc>
          <w:tcPr>
            <w:tcW w:w="2268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252C7DED" w14:textId="39460CF5" w:rsidR="00276A68" w:rsidRDefault="008A501C" w:rsidP="008A438F">
            <w:pPr>
              <w:pStyle w:val="Obyejn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Hlavní kontaktní osoba</w:t>
            </w:r>
            <w:r w:rsidR="00874CA1">
              <w:rPr>
                <w:color w:val="auto"/>
                <w:sz w:val="22"/>
                <w:szCs w:val="22"/>
              </w:rPr>
              <w:t>:</w:t>
            </w:r>
          </w:p>
        </w:tc>
        <w:tc>
          <w:tcPr>
            <w:tcW w:w="5953" w:type="dxa"/>
            <w:tcBorders>
              <w:top w:val="single" w:sz="12" w:space="0" w:color="808080"/>
              <w:left w:val="single" w:sz="12" w:space="0" w:color="808080"/>
              <w:bottom w:val="single" w:sz="12" w:space="0" w:color="808080"/>
              <w:right w:val="single" w:sz="12" w:space="0" w:color="808080"/>
            </w:tcBorders>
            <w:vAlign w:val="center"/>
          </w:tcPr>
          <w:p w14:paraId="36E7BCD2" w14:textId="77777777" w:rsidR="00276A68" w:rsidRPr="000E126D" w:rsidRDefault="00276A68" w:rsidP="008A438F">
            <w:pPr>
              <w:pStyle w:val="Obyejn"/>
              <w:rPr>
                <w:bCs/>
                <w:color w:val="auto"/>
                <w:sz w:val="22"/>
                <w:szCs w:val="22"/>
                <w:highlight w:val="yellow"/>
              </w:rPr>
            </w:pP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begin"/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instrText xml:space="preserve"> MACROBUTTON  AcceptConflict "[Doplní účastník]" </w:instrText>
            </w:r>
            <w:r w:rsidRPr="000E126D">
              <w:rPr>
                <w:bCs/>
                <w:color w:val="auto"/>
                <w:sz w:val="22"/>
                <w:szCs w:val="22"/>
                <w:highlight w:val="yellow"/>
              </w:rPr>
              <w:fldChar w:fldCharType="end"/>
            </w:r>
          </w:p>
        </w:tc>
      </w:tr>
    </w:tbl>
    <w:p w14:paraId="059D1813" w14:textId="77777777" w:rsidR="004E31E7" w:rsidRPr="003D5C26" w:rsidRDefault="004E31E7" w:rsidP="004E31E7">
      <w:pPr>
        <w:pStyle w:val="Nadpis1"/>
        <w:keepLines w:val="0"/>
        <w:pageBreakBefore/>
      </w:pPr>
      <w:bookmarkStart w:id="15" w:name="_Toc56196929"/>
      <w:bookmarkStart w:id="16" w:name="_Toc56196931"/>
      <w:r>
        <w:t>Kritéria hodnocení</w:t>
      </w:r>
      <w:bookmarkEnd w:id="15"/>
    </w:p>
    <w:p w14:paraId="76B15310" w14:textId="508E3DBE" w:rsidR="004E31E7" w:rsidRDefault="004E31E7" w:rsidP="004E31E7">
      <w:pPr>
        <w:pStyle w:val="Tloslovan"/>
        <w:numPr>
          <w:ilvl w:val="1"/>
          <w:numId w:val="32"/>
        </w:numPr>
      </w:pPr>
      <w:bookmarkStart w:id="17" w:name="_Toc56196930"/>
      <w:r>
        <w:t>Účastník čestně prohlašuje, že nabízí tuto hodnotu kritéria hodnocení:</w:t>
      </w:r>
    </w:p>
    <w:p w14:paraId="0BCC7591" w14:textId="1C096429" w:rsidR="004E31E7" w:rsidRPr="005369D8" w:rsidRDefault="004E31E7" w:rsidP="004E31E7">
      <w:pPr>
        <w:pStyle w:val="Tloneslovan"/>
        <w:rPr>
          <w:b/>
          <w:bCs/>
          <w:i/>
          <w:iCs/>
        </w:rPr>
      </w:pPr>
      <w:r w:rsidRPr="005369D8">
        <w:rPr>
          <w:b/>
          <w:bCs/>
          <w:i/>
          <w:iCs/>
        </w:rPr>
        <w:t>Nabídková cena</w:t>
      </w:r>
      <w:r w:rsidR="00DC7B69">
        <w:rPr>
          <w:b/>
          <w:bCs/>
          <w:i/>
          <w:iCs/>
        </w:rPr>
        <w:t xml:space="preserve"> (</w:t>
      </w:r>
      <w:r w:rsidR="00231B37">
        <w:rPr>
          <w:b/>
          <w:bCs/>
          <w:i/>
          <w:iCs/>
        </w:rPr>
        <w:t xml:space="preserve">za </w:t>
      </w:r>
      <w:r w:rsidR="00DC7B69" w:rsidRPr="00DC7B69">
        <w:rPr>
          <w:b/>
          <w:bCs/>
          <w:i/>
          <w:iCs/>
        </w:rPr>
        <w:t>kalkulační model</w:t>
      </w:r>
      <w:r w:rsidR="00DC7B69">
        <w:rPr>
          <w:b/>
          <w:bCs/>
          <w:i/>
          <w:iCs/>
        </w:rPr>
        <w:t>)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5"/>
        <w:gridCol w:w="4506"/>
      </w:tblGrid>
      <w:tr w:rsidR="004E31E7" w14:paraId="1DE1E0FF" w14:textId="77777777" w:rsidTr="00CA21F9">
        <w:trPr>
          <w:trHeight w:val="454"/>
        </w:trPr>
        <w:tc>
          <w:tcPr>
            <w:tcW w:w="3685" w:type="dxa"/>
          </w:tcPr>
          <w:p w14:paraId="3DC6ECC1" w14:textId="77777777" w:rsidR="004E31E7" w:rsidRPr="00CE431E" w:rsidRDefault="004E31E7" w:rsidP="00CA21F9">
            <w:pPr>
              <w:spacing w:before="60" w:after="60"/>
            </w:pPr>
            <w:r>
              <w:t>Nabídková cena v Kč bez DPH:</w:t>
            </w:r>
          </w:p>
        </w:tc>
        <w:tc>
          <w:tcPr>
            <w:tcW w:w="4506" w:type="dxa"/>
            <w:vAlign w:val="center"/>
          </w:tcPr>
          <w:p w14:paraId="137580FB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0CE1A32F" w14:textId="77777777" w:rsidTr="00CA21F9">
        <w:trPr>
          <w:trHeight w:val="454"/>
        </w:trPr>
        <w:tc>
          <w:tcPr>
            <w:tcW w:w="3685" w:type="dxa"/>
          </w:tcPr>
          <w:p w14:paraId="7D8158DF" w14:textId="77777777" w:rsidR="004E31E7" w:rsidRPr="00CE431E" w:rsidRDefault="004E31E7" w:rsidP="00CA21F9">
            <w:pPr>
              <w:spacing w:before="60" w:after="60"/>
            </w:pPr>
            <w:r>
              <w:t>Sazba DPH v %:</w:t>
            </w:r>
          </w:p>
        </w:tc>
        <w:tc>
          <w:tcPr>
            <w:tcW w:w="4506" w:type="dxa"/>
            <w:vAlign w:val="center"/>
          </w:tcPr>
          <w:p w14:paraId="663B52BA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772EAA9F" w14:textId="77777777" w:rsidTr="00CA21F9">
        <w:trPr>
          <w:trHeight w:val="454"/>
        </w:trPr>
        <w:tc>
          <w:tcPr>
            <w:tcW w:w="3685" w:type="dxa"/>
            <w:vAlign w:val="center"/>
          </w:tcPr>
          <w:p w14:paraId="473DEDFB" w14:textId="77777777" w:rsidR="004E31E7" w:rsidRPr="00EE7658" w:rsidRDefault="004E31E7" w:rsidP="00CA21F9">
            <w:pPr>
              <w:spacing w:before="60" w:after="60"/>
            </w:pPr>
            <w:r>
              <w:t>DPH v Kč:</w:t>
            </w:r>
          </w:p>
        </w:tc>
        <w:tc>
          <w:tcPr>
            <w:tcW w:w="4506" w:type="dxa"/>
            <w:vAlign w:val="center"/>
          </w:tcPr>
          <w:p w14:paraId="2DDFA0F5" w14:textId="77777777" w:rsidR="004E31E7" w:rsidRPr="00EE7658" w:rsidRDefault="004E31E7" w:rsidP="00CA21F9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  <w:tr w:rsidR="004E31E7" w14:paraId="748C4EDB" w14:textId="77777777" w:rsidTr="00CA21F9">
        <w:trPr>
          <w:trHeight w:val="454"/>
        </w:trPr>
        <w:tc>
          <w:tcPr>
            <w:tcW w:w="3685" w:type="dxa"/>
            <w:vAlign w:val="center"/>
          </w:tcPr>
          <w:p w14:paraId="54548AE0" w14:textId="77777777" w:rsidR="004E31E7" w:rsidRPr="00EE7658" w:rsidRDefault="004E31E7" w:rsidP="00CA21F9">
            <w:pPr>
              <w:spacing w:before="60" w:after="60"/>
            </w:pPr>
            <w:r>
              <w:t>Nabídková cena v Kč včetně DPH:</w:t>
            </w:r>
          </w:p>
        </w:tc>
        <w:tc>
          <w:tcPr>
            <w:tcW w:w="4506" w:type="dxa"/>
            <w:vAlign w:val="center"/>
          </w:tcPr>
          <w:p w14:paraId="4A60899E" w14:textId="77777777" w:rsidR="004E31E7" w:rsidRPr="00EE7658" w:rsidRDefault="004E31E7" w:rsidP="00CA21F9">
            <w:pPr>
              <w:spacing w:before="60" w:after="60"/>
            </w:pPr>
            <w:r>
              <w:rPr>
                <w:bCs/>
                <w:highlight w:val="yellow"/>
              </w:rPr>
              <w:fldChar w:fldCharType="begin"/>
            </w:r>
            <w:r>
              <w:rPr>
                <w:bCs/>
                <w:highlight w:val="yellow"/>
              </w:rPr>
              <w:instrText xml:space="preserve"> MACROBUTTON  AcceptConflict "[Doplní účastník]" </w:instrText>
            </w:r>
            <w:r>
              <w:rPr>
                <w:bCs/>
                <w:highlight w:val="yellow"/>
              </w:rPr>
              <w:fldChar w:fldCharType="end"/>
            </w:r>
          </w:p>
        </w:tc>
      </w:tr>
    </w:tbl>
    <w:p w14:paraId="3CBB5674" w14:textId="77777777" w:rsidR="004E31E7" w:rsidRPr="003D5C26" w:rsidRDefault="004E31E7" w:rsidP="004E31E7">
      <w:pPr>
        <w:pStyle w:val="Nadpis1"/>
        <w:keepLines w:val="0"/>
        <w:pageBreakBefore/>
      </w:pPr>
      <w:r>
        <w:t>Poddodavatelé</w:t>
      </w:r>
      <w:bookmarkEnd w:id="17"/>
    </w:p>
    <w:p w14:paraId="79F072C9" w14:textId="77777777" w:rsidR="004E31E7" w:rsidRPr="00ED6E7B" w:rsidRDefault="004E31E7" w:rsidP="004E31E7">
      <w:pPr>
        <w:pStyle w:val="Tloslovan"/>
      </w:pPr>
      <w:r>
        <w:t>Ú</w:t>
      </w:r>
      <w:r w:rsidRPr="00A138FD">
        <w:t>častník čestně prohlašuje, že</w:t>
      </w:r>
      <w:r>
        <w:t xml:space="preserve"> </w:t>
      </w:r>
      <w:r>
        <w:rPr>
          <w:rFonts w:eastAsia="Calibri"/>
          <w:lang w:eastAsia="cs-CZ"/>
        </w:rPr>
        <w:t>na plnění veřejné zakázky se budou podílet následující poddodavatelé:</w:t>
      </w:r>
      <w:r>
        <w:rPr>
          <w:rStyle w:val="Znakapoznpodarou"/>
          <w:rFonts w:eastAsia="Calibri"/>
          <w:lang w:eastAsia="cs-CZ"/>
        </w:rPr>
        <w:footnoteReference w:id="2"/>
      </w:r>
    </w:p>
    <w:p w14:paraId="18707046" w14:textId="77777777" w:rsidR="004E31E7" w:rsidRPr="0022725A" w:rsidRDefault="004E31E7" w:rsidP="004E31E7">
      <w:pPr>
        <w:pStyle w:val="Tloneslovan"/>
        <w:rPr>
          <w:b/>
          <w:bCs/>
          <w:i/>
          <w:iCs/>
        </w:rPr>
      </w:pPr>
      <w:r w:rsidRPr="0022725A">
        <w:rPr>
          <w:b/>
          <w:bCs/>
          <w:i/>
          <w:iCs/>
          <w:lang w:eastAsia="cs-CZ"/>
        </w:rPr>
        <w:t>Poddodavatel č. 1*</w:t>
      </w:r>
    </w:p>
    <w:tbl>
      <w:tblPr>
        <w:tblStyle w:val="Mkatabulky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4647"/>
      </w:tblGrid>
      <w:tr w:rsidR="004E31E7" w14:paraId="13D7F1FA" w14:textId="77777777" w:rsidTr="00CA21F9">
        <w:trPr>
          <w:trHeight w:val="454"/>
        </w:trPr>
        <w:tc>
          <w:tcPr>
            <w:tcW w:w="3544" w:type="dxa"/>
          </w:tcPr>
          <w:p w14:paraId="2C8FEC99" w14:textId="77777777" w:rsidR="004E31E7" w:rsidRPr="00CE431E" w:rsidRDefault="004E31E7" w:rsidP="00CA21F9">
            <w:pPr>
              <w:spacing w:before="60" w:after="60"/>
            </w:pPr>
            <w:r>
              <w:t>Předmět</w:t>
            </w:r>
            <w:r w:rsidRPr="00B25340">
              <w:t xml:space="preserve"> poddodávky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87461C8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2BBA5131" w14:textId="77777777" w:rsidTr="00CA21F9">
        <w:trPr>
          <w:trHeight w:val="454"/>
        </w:trPr>
        <w:tc>
          <w:tcPr>
            <w:tcW w:w="3544" w:type="dxa"/>
          </w:tcPr>
          <w:p w14:paraId="5E6ABFC3" w14:textId="77777777" w:rsidR="004E31E7" w:rsidRPr="00CE431E" w:rsidRDefault="004E31E7" w:rsidP="00CA21F9">
            <w:pPr>
              <w:spacing w:before="60" w:after="60"/>
            </w:pPr>
            <w:r>
              <w:t xml:space="preserve">Objem </w:t>
            </w:r>
            <w:r w:rsidRPr="00B25340">
              <w:t>poddodávky</w:t>
            </w:r>
            <w:r>
              <w:t xml:space="preserve"> v % (v Kč):</w:t>
            </w:r>
          </w:p>
        </w:tc>
        <w:tc>
          <w:tcPr>
            <w:tcW w:w="4647" w:type="dxa"/>
            <w:vAlign w:val="center"/>
          </w:tcPr>
          <w:p w14:paraId="404B81AB" w14:textId="77777777" w:rsidR="004E31E7" w:rsidRPr="00BD62C1" w:rsidRDefault="004E31E7" w:rsidP="00CA21F9">
            <w:pPr>
              <w:spacing w:before="60" w:after="60"/>
              <w:rPr>
                <w:rStyle w:val="Styl1"/>
                <w:b w:val="0"/>
                <w:bCs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7B8EFECA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25C99700" w14:textId="77777777" w:rsidR="004E31E7" w:rsidRPr="00CE431E" w:rsidRDefault="004E31E7" w:rsidP="00CA21F9">
            <w:pPr>
              <w:spacing w:before="60" w:after="60"/>
              <w:rPr>
                <w:rStyle w:val="Siln"/>
                <w:b w:val="0"/>
                <w:bCs w:val="0"/>
              </w:rPr>
            </w:pPr>
            <w:r w:rsidRPr="00CE431E">
              <w:t xml:space="preserve">Název </w:t>
            </w:r>
            <w:r>
              <w:t>pod</w:t>
            </w:r>
            <w:r w:rsidRPr="00CE431E">
              <w:t>dodavatele</w:t>
            </w:r>
            <w:r w:rsidRPr="00CE431E">
              <w:rPr>
                <w:rStyle w:val="Siln"/>
                <w:b w:val="0"/>
                <w:bCs w:val="0"/>
              </w:rPr>
              <w:t>:</w:t>
            </w:r>
          </w:p>
        </w:tc>
        <w:tc>
          <w:tcPr>
            <w:tcW w:w="4647" w:type="dxa"/>
            <w:vAlign w:val="center"/>
          </w:tcPr>
          <w:p w14:paraId="41B29871" w14:textId="77777777" w:rsidR="004E31E7" w:rsidRPr="00EE7658" w:rsidRDefault="004E31E7" w:rsidP="00CA21F9">
            <w:pPr>
              <w:spacing w:before="60" w:after="60"/>
              <w:rPr>
                <w:rStyle w:val="Siln"/>
              </w:rPr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08435A1F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37D1801F" w14:textId="77777777" w:rsidR="004E31E7" w:rsidRPr="00EE7658" w:rsidRDefault="004E31E7" w:rsidP="00CA21F9">
            <w:pPr>
              <w:spacing w:before="60" w:after="60"/>
            </w:pPr>
            <w:r w:rsidRPr="00903708">
              <w:t>Sídlo</w:t>
            </w:r>
            <w:r>
              <w:rPr>
                <w:b/>
                <w:bCs/>
              </w:rPr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7B2CFF19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0780DCB6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1AE50A71" w14:textId="77777777" w:rsidR="004E31E7" w:rsidRPr="00EE7658" w:rsidRDefault="004E31E7" w:rsidP="00CA21F9">
            <w:pPr>
              <w:spacing w:before="60" w:after="60"/>
            </w:pPr>
            <w:r w:rsidRPr="00903708">
              <w:t>IČO</w:t>
            </w:r>
            <w:r w:rsidRPr="001D10F8"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5FCE46D9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1F26A66E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759FD87A" w14:textId="77777777" w:rsidR="004E31E7" w:rsidRPr="00EE7658" w:rsidRDefault="004E31E7" w:rsidP="00CA21F9">
            <w:pPr>
              <w:spacing w:before="60" w:after="60"/>
            </w:pPr>
            <w:r w:rsidRPr="00903708">
              <w:t>Zastoupen</w:t>
            </w:r>
            <w:r>
              <w:t>í</w:t>
            </w:r>
            <w:r w:rsidRPr="001D10F8">
              <w:t xml:space="preserve"> </w:t>
            </w:r>
            <w:r>
              <w:t>pod</w:t>
            </w:r>
            <w:r w:rsidRPr="00CE431E">
              <w:t>dodavatele</w:t>
            </w:r>
            <w:r w:rsidRPr="00903708">
              <w:t>:</w:t>
            </w:r>
          </w:p>
        </w:tc>
        <w:tc>
          <w:tcPr>
            <w:tcW w:w="4647" w:type="dxa"/>
            <w:vAlign w:val="center"/>
          </w:tcPr>
          <w:p w14:paraId="1040C087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59B3B64C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28CB83F5" w14:textId="77777777" w:rsidR="004E31E7" w:rsidRDefault="004E31E7" w:rsidP="00CA21F9">
            <w:pPr>
              <w:spacing w:before="60" w:after="60"/>
            </w:pPr>
            <w:r>
              <w:t>Telefon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292181C" w14:textId="77777777" w:rsidR="004E31E7" w:rsidRPr="009D4C0D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5EBE128D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5E65706D" w14:textId="77777777" w:rsidR="004E31E7" w:rsidRDefault="004E31E7" w:rsidP="00CA21F9">
            <w:pPr>
              <w:spacing w:before="60" w:after="60"/>
            </w:pPr>
            <w:r>
              <w:t>E-mail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7496F83C" w14:textId="77777777" w:rsidR="004E31E7" w:rsidRPr="00EE7658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  <w:tr w:rsidR="004E31E7" w14:paraId="29A3AA2A" w14:textId="77777777" w:rsidTr="00CA21F9">
        <w:trPr>
          <w:trHeight w:val="454"/>
        </w:trPr>
        <w:tc>
          <w:tcPr>
            <w:tcW w:w="3544" w:type="dxa"/>
            <w:vAlign w:val="center"/>
          </w:tcPr>
          <w:p w14:paraId="3CDA95B2" w14:textId="77777777" w:rsidR="004E31E7" w:rsidRDefault="004E31E7" w:rsidP="00CA21F9">
            <w:pPr>
              <w:spacing w:before="60" w:after="60"/>
            </w:pPr>
            <w:r>
              <w:t>Webová adresa pod</w:t>
            </w:r>
            <w:r w:rsidRPr="001D10F8">
              <w:t>dodavatele</w:t>
            </w:r>
            <w:r>
              <w:t>:</w:t>
            </w:r>
          </w:p>
        </w:tc>
        <w:tc>
          <w:tcPr>
            <w:tcW w:w="4647" w:type="dxa"/>
            <w:vAlign w:val="center"/>
          </w:tcPr>
          <w:p w14:paraId="28ADABC7" w14:textId="77777777" w:rsidR="004E31E7" w:rsidRDefault="004E31E7" w:rsidP="00CA21F9">
            <w:pPr>
              <w:spacing w:before="60" w:after="60"/>
            </w:pPr>
            <w:r w:rsidRPr="0091351F">
              <w:rPr>
                <w:bCs/>
                <w:highlight w:val="yellow"/>
              </w:rPr>
              <w:fldChar w:fldCharType="begin"/>
            </w:r>
            <w:r w:rsidRPr="0091351F">
              <w:rPr>
                <w:bCs/>
                <w:highlight w:val="yellow"/>
              </w:rPr>
              <w:instrText xml:space="preserve"> MACROBUTTON  AcceptConflict "[Doplní účastník]" </w:instrText>
            </w:r>
            <w:r w:rsidRPr="0091351F">
              <w:rPr>
                <w:bCs/>
                <w:highlight w:val="yellow"/>
              </w:rPr>
              <w:fldChar w:fldCharType="end"/>
            </w:r>
          </w:p>
        </w:tc>
      </w:tr>
    </w:tbl>
    <w:p w14:paraId="06C3E1EE" w14:textId="77777777" w:rsidR="004E31E7" w:rsidRDefault="004E31E7" w:rsidP="004E31E7">
      <w:pPr>
        <w:pStyle w:val="Tloslovan"/>
        <w:numPr>
          <w:ilvl w:val="0"/>
          <w:numId w:val="0"/>
        </w:numPr>
        <w:ind w:left="851"/>
        <w:rPr>
          <w:rFonts w:eastAsia="Calibri"/>
          <w:i/>
          <w:lang w:eastAsia="cs-CZ"/>
        </w:rPr>
      </w:pPr>
      <w:r>
        <w:rPr>
          <w:rFonts w:eastAsia="Calibri"/>
          <w:i/>
          <w:lang w:eastAsia="cs-CZ"/>
        </w:rPr>
        <w:t>* v případě více poddodavatelů účastník tabulku zkopíruje podle potřeby.</w:t>
      </w:r>
    </w:p>
    <w:p w14:paraId="23BF24AE" w14:textId="77777777" w:rsidR="004E31E7" w:rsidRDefault="004E31E7" w:rsidP="004E31E7">
      <w:pPr>
        <w:pStyle w:val="Tloslovan"/>
        <w:numPr>
          <w:ilvl w:val="0"/>
          <w:numId w:val="0"/>
        </w:numPr>
      </w:pPr>
    </w:p>
    <w:p w14:paraId="76EEEA0B" w14:textId="77777777" w:rsidR="004E31E7" w:rsidRPr="00A13E73" w:rsidRDefault="004E31E7" w:rsidP="004E31E7">
      <w:pPr>
        <w:pStyle w:val="Tloneslovan"/>
        <w:rPr>
          <w:b/>
          <w:bCs/>
          <w:i/>
          <w:iCs/>
          <w:highlight w:val="yellow"/>
          <w:lang w:eastAsia="cs-CZ"/>
        </w:rPr>
      </w:pPr>
      <w:r w:rsidRPr="00A13E73">
        <w:rPr>
          <w:b/>
          <w:bCs/>
          <w:i/>
          <w:iCs/>
          <w:highlight w:val="yellow"/>
          <w:lang w:eastAsia="cs-CZ"/>
        </w:rPr>
        <w:t>Alternativně:</w:t>
      </w:r>
    </w:p>
    <w:p w14:paraId="4695A919" w14:textId="77777777" w:rsidR="004E31E7" w:rsidRPr="003D5C26" w:rsidRDefault="004E31E7" w:rsidP="004E31E7">
      <w:pPr>
        <w:pStyle w:val="Tloslovan"/>
        <w:numPr>
          <w:ilvl w:val="1"/>
          <w:numId w:val="32"/>
        </w:numPr>
      </w:pPr>
      <w:r>
        <w:t>Ú</w:t>
      </w:r>
      <w:r w:rsidRPr="00A138FD">
        <w:t xml:space="preserve">častník čestně prohlašuje, </w:t>
      </w:r>
      <w:r w:rsidRPr="003D480F">
        <w:rPr>
          <w:rFonts w:eastAsia="Calibri"/>
          <w:lang w:eastAsia="cs-CZ"/>
        </w:rPr>
        <w:t>že na plnění veřejné zakázky se nebudou podílet poddodavatelé</w:t>
      </w:r>
      <w:r>
        <w:rPr>
          <w:rFonts w:eastAsia="Calibri"/>
          <w:lang w:eastAsia="cs-CZ"/>
        </w:rPr>
        <w:t>, resp. mu nejsou známi</w:t>
      </w:r>
      <w:r>
        <w:t>.</w:t>
      </w:r>
      <w:r w:rsidRPr="000E6D6E">
        <w:rPr>
          <w:rStyle w:val="Znakapoznpodarou"/>
          <w:rFonts w:eastAsia="Calibri"/>
          <w:lang w:eastAsia="cs-CZ"/>
        </w:rPr>
        <w:t xml:space="preserve"> </w:t>
      </w:r>
      <w:r>
        <w:rPr>
          <w:rStyle w:val="Znakapoznpodarou"/>
          <w:rFonts w:eastAsia="Calibri"/>
          <w:lang w:eastAsia="cs-CZ"/>
        </w:rPr>
        <w:footnoteReference w:id="3"/>
      </w:r>
    </w:p>
    <w:p w14:paraId="7684FCB8" w14:textId="77777777" w:rsidR="00E12D7E" w:rsidRPr="003D5C26" w:rsidRDefault="00885F81" w:rsidP="005C172F">
      <w:pPr>
        <w:pStyle w:val="Nadpis1"/>
        <w:keepLines w:val="0"/>
        <w:pageBreakBefore/>
      </w:pPr>
      <w:r>
        <w:t>P</w:t>
      </w:r>
      <w:r w:rsidR="006A0B54">
        <w:t>rohlášení účastníka, p</w:t>
      </w:r>
      <w:r>
        <w:t>odpis</w:t>
      </w:r>
      <w:bookmarkEnd w:id="16"/>
    </w:p>
    <w:p w14:paraId="66E01A79" w14:textId="77777777" w:rsidR="00885F81" w:rsidRDefault="006A0B54" w:rsidP="00D04678">
      <w:pPr>
        <w:pStyle w:val="Tloslovan"/>
      </w:pPr>
      <w:r>
        <w:t>Účastník prohlašuje, že se seznámil se všemi zadávacími podmínkami</w:t>
      </w:r>
      <w:r w:rsidR="00A83716">
        <w:t xml:space="preserve"> </w:t>
      </w:r>
      <w:r w:rsidR="008B64F9">
        <w:t>veřejné zakázky</w:t>
      </w:r>
      <w:r w:rsidR="001D4C2C">
        <w:t>, zejména</w:t>
      </w:r>
      <w:r w:rsidR="009920D7">
        <w:t xml:space="preserve"> s </w:t>
      </w:r>
      <w:r w:rsidR="001D4C2C">
        <w:t xml:space="preserve">požadavky </w:t>
      </w:r>
      <w:r w:rsidR="00B5718A">
        <w:t xml:space="preserve">zadavatele </w:t>
      </w:r>
      <w:r w:rsidR="001D4C2C">
        <w:t>na předmět plnění veřejné zakázky, kvalifikaci</w:t>
      </w:r>
      <w:r w:rsidR="009920D7">
        <w:t xml:space="preserve"> a </w:t>
      </w:r>
      <w:r w:rsidR="001D4C2C">
        <w:t>obchodní</w:t>
      </w:r>
      <w:r w:rsidR="009920D7">
        <w:t xml:space="preserve"> a </w:t>
      </w:r>
      <w:r w:rsidR="001D4C2C">
        <w:t>platební podmínky,</w:t>
      </w:r>
      <w:r w:rsidR="009920D7">
        <w:t xml:space="preserve"> a </w:t>
      </w:r>
      <w:r w:rsidR="008B64F9">
        <w:t>že jim p</w:t>
      </w:r>
      <w:r w:rsidR="00A83716">
        <w:t>orozuměl</w:t>
      </w:r>
      <w:r>
        <w:t>.</w:t>
      </w:r>
    </w:p>
    <w:p w14:paraId="3E648912" w14:textId="77777777" w:rsidR="00884643" w:rsidRDefault="00884643" w:rsidP="00936AB3">
      <w:pPr>
        <w:pStyle w:val="Tloslovan"/>
      </w:pPr>
      <w:r>
        <w:t>Účastník prohlašuje, že</w:t>
      </w:r>
      <w:r w:rsidR="009920D7">
        <w:t xml:space="preserve"> v </w:t>
      </w:r>
      <w:r>
        <w:t xml:space="preserve">případě výběru účastníka jako dodavatele veřejné </w:t>
      </w:r>
      <w:r w:rsidR="005C3F2B">
        <w:t>zakázky poskytne zadavateli součinnost nezbytnou</w:t>
      </w:r>
      <w:r w:rsidR="009920D7">
        <w:t xml:space="preserve"> k </w:t>
      </w:r>
      <w:r w:rsidR="005C3F2B">
        <w:t>uzavření smlouvy</w:t>
      </w:r>
      <w:r w:rsidR="001742E3">
        <w:t xml:space="preserve"> na veřejnou zakázku</w:t>
      </w:r>
      <w:r w:rsidR="005C3F2B">
        <w:t>.</w:t>
      </w:r>
    </w:p>
    <w:p w14:paraId="31EB4DB5" w14:textId="77777777" w:rsidR="003A6773" w:rsidRDefault="003A6773" w:rsidP="003A6773">
      <w:pPr>
        <w:pStyle w:val="Tloslovan"/>
      </w:pPr>
      <w:r>
        <w:t>Účastník prohlašuje, že všechny údaje</w:t>
      </w:r>
      <w:r w:rsidR="009920D7">
        <w:t xml:space="preserve"> a </w:t>
      </w:r>
      <w:r>
        <w:t>informace, které uvedl ve formuláři nabídky</w:t>
      </w:r>
      <w:r w:rsidR="009920D7">
        <w:t xml:space="preserve"> a v </w:t>
      </w:r>
      <w:r>
        <w:t>nabídce</w:t>
      </w:r>
      <w:r w:rsidR="008D1E08">
        <w:t>,</w:t>
      </w:r>
      <w:r>
        <w:t xml:space="preserve"> jsou pravdivé</w:t>
      </w:r>
      <w:r w:rsidR="009920D7">
        <w:t xml:space="preserve"> a </w:t>
      </w:r>
      <w:r>
        <w:t>že</w:t>
      </w:r>
      <w:r w:rsidR="009920D7">
        <w:t xml:space="preserve"> v </w:t>
      </w:r>
      <w:r>
        <w:t>případě potřeby poskytne zadavateli součinnost nezbytnou</w:t>
      </w:r>
      <w:r w:rsidR="009920D7">
        <w:t xml:space="preserve"> k </w:t>
      </w:r>
      <w:r>
        <w:t>ověření údajů</w:t>
      </w:r>
      <w:r w:rsidR="009920D7">
        <w:t xml:space="preserve"> a </w:t>
      </w:r>
      <w:r>
        <w:t>informací obsažených ve formuláři nabídky</w:t>
      </w:r>
      <w:r w:rsidR="009920D7">
        <w:t xml:space="preserve"> a v </w:t>
      </w:r>
      <w:r>
        <w:t>nabídce</w:t>
      </w:r>
      <w:r w:rsidR="009920D7">
        <w:t xml:space="preserve"> u </w:t>
      </w:r>
      <w:r>
        <w:t>třetích osob.</w:t>
      </w:r>
    </w:p>
    <w:p w14:paraId="2B10EE40" w14:textId="77777777" w:rsidR="006F197A" w:rsidRDefault="006F197A" w:rsidP="006F197A">
      <w:pPr>
        <w:pStyle w:val="Tloslovan"/>
      </w:pPr>
      <w:r>
        <w:t>Účastník prohlašuje, že si je vědom, že u </w:t>
      </w:r>
      <w:r w:rsidRPr="000D3542">
        <w:t xml:space="preserve">vybraného dodavatele, je-li českou právnickou osobou, zadavatel zjistí údaje </w:t>
      </w:r>
      <w:r w:rsidRPr="005455B0">
        <w:t>o</w:t>
      </w:r>
      <w:r>
        <w:t> </w:t>
      </w:r>
      <w:r w:rsidRPr="005455B0">
        <w:t>jeho</w:t>
      </w:r>
      <w:r w:rsidRPr="000D3542">
        <w:t xml:space="preserve"> skutečném majiteli podle zákona upravujícího evidenci skutečných majitelů z</w:t>
      </w:r>
      <w:r>
        <w:t> </w:t>
      </w:r>
      <w:r w:rsidRPr="000D3542">
        <w:t>evidence skutečných majitelů podle téhož zákona</w:t>
      </w:r>
      <w:r>
        <w:t>. Účastník dále prohlašuje, že si je vědom, že zadavatel vyloučí vybraného dodavatele, je-li českou právnickou osobou, která má skutečného majitele, pokud nebylo možné zjistit údaje o jeho skutečném majiteli z evidence skutečných majitelů; k zápisu zpřístupněnému v evidenci skutečných majitelů po odeslání oznámení o vyloučení dodavatele se nepřihlíží.</w:t>
      </w:r>
    </w:p>
    <w:p w14:paraId="4390CA64" w14:textId="77777777" w:rsidR="006F197A" w:rsidRDefault="006F197A" w:rsidP="006F197A">
      <w:pPr>
        <w:pStyle w:val="Tloslovan"/>
        <w:numPr>
          <w:ilvl w:val="0"/>
          <w:numId w:val="0"/>
        </w:numPr>
        <w:ind w:left="851"/>
      </w:pPr>
      <w:r>
        <w:t>Účastník prohlašuje, že si je vědom, že u </w:t>
      </w:r>
      <w:r w:rsidRPr="000D3542">
        <w:t>vybraného</w:t>
      </w:r>
      <w:r>
        <w:t xml:space="preserve"> dodavatele, je-li zahraniční právnickou osobou, zadavatel ve výzvě podle § 122 odst. 3 ZZVZ vyzve rovněž k</w:t>
      </w:r>
      <w:r w:rsidR="004135BA">
        <w:t> </w:t>
      </w:r>
      <w:r>
        <w:t>předložení výpisu ze zahraniční evidence obdobné evidenci skutečných majitelů nebo, není-li takové evidence,</w:t>
      </w:r>
    </w:p>
    <w:p w14:paraId="24B14090" w14:textId="77777777" w:rsidR="006F197A" w:rsidRDefault="006F197A" w:rsidP="006F197A">
      <w:pPr>
        <w:pStyle w:val="Tloslovan"/>
        <w:numPr>
          <w:ilvl w:val="0"/>
          <w:numId w:val="35"/>
        </w:numPr>
        <w:ind w:left="1134" w:hanging="283"/>
      </w:pPr>
      <w:r>
        <w:t>ke sdělení identifikačních údajů všech osob, které jsou jeho skutečným majitelem, a</w:t>
      </w:r>
    </w:p>
    <w:p w14:paraId="3F068CCF" w14:textId="77777777" w:rsidR="006F197A" w:rsidRDefault="006F197A" w:rsidP="006F197A">
      <w:pPr>
        <w:pStyle w:val="Tloslovan"/>
        <w:numPr>
          <w:ilvl w:val="0"/>
          <w:numId w:val="35"/>
        </w:numPr>
        <w:ind w:left="1134" w:hanging="283"/>
      </w:pPr>
      <w:r>
        <w:t>k předložení dokladů, z nichž vyplývá vztah všech osob podle písmene a) k</w:t>
      </w:r>
      <w:r w:rsidR="004135BA">
        <w:t> </w:t>
      </w:r>
      <w:r>
        <w:t>dodavateli; těmito doklady jsou zejména</w:t>
      </w:r>
      <w:r w:rsidR="00AD728B">
        <w:t>:</w:t>
      </w:r>
    </w:p>
    <w:p w14:paraId="7954B963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výpis ze zahraniční evidence obdobné veřejnému rejstříku,</w:t>
      </w:r>
    </w:p>
    <w:p w14:paraId="42590326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seznam akcionářů,</w:t>
      </w:r>
    </w:p>
    <w:p w14:paraId="6BDAB021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rozhodnutí statutárního orgánu o vyplacení podílu na zisku,</w:t>
      </w:r>
    </w:p>
    <w:p w14:paraId="3FA3CE56" w14:textId="77777777" w:rsidR="006F197A" w:rsidRDefault="006F197A" w:rsidP="006F197A">
      <w:pPr>
        <w:pStyle w:val="Tloslovan"/>
        <w:numPr>
          <w:ilvl w:val="3"/>
          <w:numId w:val="36"/>
        </w:numPr>
        <w:ind w:left="1418" w:hanging="284"/>
      </w:pPr>
      <w:r>
        <w:t>společenská smlouva, zakladatelská listina nebo stanovy.</w:t>
      </w:r>
    </w:p>
    <w:p w14:paraId="0A2F85E6" w14:textId="52A08C2E" w:rsidR="006F197A" w:rsidRDefault="006F197A" w:rsidP="006F197A">
      <w:pPr>
        <w:pStyle w:val="Tloslovan"/>
        <w:numPr>
          <w:ilvl w:val="0"/>
          <w:numId w:val="0"/>
        </w:numPr>
        <w:ind w:left="851"/>
      </w:pPr>
      <w:r>
        <w:t>Účastník dále prohlašuje, že si je vědom, že zadavatel vyloučí vybraného dodavatele, je</w:t>
      </w:r>
      <w:r>
        <w:noBreakHyphen/>
        <w:t xml:space="preserve">li </w:t>
      </w:r>
      <w:r w:rsidRPr="004C1D60">
        <w:t>zahraniční</w:t>
      </w:r>
      <w:r>
        <w:t xml:space="preserve"> právnickou osobou, který nepředložil </w:t>
      </w:r>
      <w:r w:rsidR="004E4A05" w:rsidRPr="00E356EF">
        <w:t>údaje nebo doklady podle tohoto odstavce</w:t>
      </w:r>
      <w:r>
        <w:t>.</w:t>
      </w:r>
    </w:p>
    <w:p w14:paraId="5C307510" w14:textId="77777777" w:rsidR="00536151" w:rsidRDefault="00536151" w:rsidP="00936AB3">
      <w:pPr>
        <w:pStyle w:val="Tloslovan"/>
      </w:pPr>
      <w:r>
        <w:t xml:space="preserve">Účastník prohlašuje, že si je vědom, že </w:t>
      </w:r>
      <w:r w:rsidR="00875395">
        <w:t>je</w:t>
      </w:r>
      <w:r>
        <w:t xml:space="preserve"> </w:t>
      </w:r>
      <w:r w:rsidRPr="00536151">
        <w:t>osob</w:t>
      </w:r>
      <w:r>
        <w:t>ou</w:t>
      </w:r>
      <w:r w:rsidRPr="00536151">
        <w:t xml:space="preserve"> povinn</w:t>
      </w:r>
      <w:r>
        <w:t>ou</w:t>
      </w:r>
      <w:r w:rsidRPr="00536151">
        <w:t xml:space="preserve"> </w:t>
      </w:r>
      <w:r w:rsidR="00D47760">
        <w:t>poskytnout zadavateli či</w:t>
      </w:r>
      <w:r w:rsidR="006E660C">
        <w:t> </w:t>
      </w:r>
      <w:r w:rsidR="00D47760">
        <w:t>příslušnému kontrolnímu orgánu</w:t>
      </w:r>
      <w:r w:rsidR="00D47760" w:rsidRPr="00536151">
        <w:t xml:space="preserve"> </w:t>
      </w:r>
      <w:r w:rsidRPr="00536151">
        <w:t>součinnost při výkonu finanční kontroly (viz</w:t>
      </w:r>
      <w:r w:rsidR="006E660C">
        <w:t> </w:t>
      </w:r>
      <w:r w:rsidRPr="00536151">
        <w:t>§</w:t>
      </w:r>
      <w:r w:rsidR="006E660C">
        <w:t> </w:t>
      </w:r>
      <w:r w:rsidRPr="00536151">
        <w:t>2</w:t>
      </w:r>
      <w:r w:rsidR="006E660C">
        <w:t> </w:t>
      </w:r>
      <w:r w:rsidRPr="00536151">
        <w:t>písm.</w:t>
      </w:r>
      <w:r w:rsidR="006E660C">
        <w:t> </w:t>
      </w:r>
      <w:r w:rsidRPr="00536151">
        <w:t>e) zákona č. 320/2001 Sb.,</w:t>
      </w:r>
      <w:r w:rsidR="009920D7">
        <w:t xml:space="preserve"> o </w:t>
      </w:r>
      <w:r w:rsidRPr="00536151">
        <w:t>finanční kontrole</w:t>
      </w:r>
      <w:r w:rsidR="00D47760">
        <w:t>, ve znění pozdějších předpisů</w:t>
      </w:r>
      <w:r w:rsidRPr="00536151">
        <w:t>).</w:t>
      </w:r>
    </w:p>
    <w:p w14:paraId="4A07BC9B" w14:textId="77777777" w:rsidR="00780C8A" w:rsidRPr="00FC343B" w:rsidRDefault="00780C8A" w:rsidP="00936AB3">
      <w:pPr>
        <w:pStyle w:val="Tloslovan"/>
      </w:pPr>
      <w:bookmarkStart w:id="18" w:name="_Hlk57962842"/>
      <w:r w:rsidRPr="00FC343B">
        <w:t xml:space="preserve">Účastník prohlašuje, že </w:t>
      </w:r>
      <w:r w:rsidR="00B66A17" w:rsidRPr="00FC343B">
        <w:t>nenaplňuje podmínky zákazu účasti</w:t>
      </w:r>
      <w:r w:rsidR="009920D7">
        <w:t xml:space="preserve"> v </w:t>
      </w:r>
      <w:r w:rsidR="00B66A17" w:rsidRPr="00FC343B">
        <w:t>zadávacích řízeních ve</w:t>
      </w:r>
      <w:r w:rsidR="006E660C">
        <w:t> </w:t>
      </w:r>
      <w:r w:rsidR="00B66A17" w:rsidRPr="00FC343B">
        <w:t>smyslu § 4b zákona č. 159/2006 Sb.,</w:t>
      </w:r>
      <w:r w:rsidR="009920D7">
        <w:t xml:space="preserve"> o </w:t>
      </w:r>
      <w:r w:rsidR="00CF7913" w:rsidRPr="00FC343B">
        <w:t xml:space="preserve">střetu zájmů, ve znění pozdějších předpisů, </w:t>
      </w:r>
      <w:r w:rsidR="00D5576E" w:rsidRPr="00FC343B">
        <w:t>(„</w:t>
      </w:r>
      <w:r w:rsidR="00D5576E" w:rsidRPr="00FC343B">
        <w:rPr>
          <w:b/>
          <w:bCs/>
        </w:rPr>
        <w:t>ZSZ</w:t>
      </w:r>
      <w:r w:rsidR="00D5576E" w:rsidRPr="00FC343B">
        <w:t xml:space="preserve">“), </w:t>
      </w:r>
      <w:r w:rsidR="00CF7913" w:rsidRPr="00FC343B">
        <w:t>tj. že</w:t>
      </w:r>
      <w:r w:rsidR="009920D7">
        <w:t xml:space="preserve"> u </w:t>
      </w:r>
      <w:r w:rsidRPr="00FC343B">
        <w:t xml:space="preserve">účastníka, který je obchodní společností, </w:t>
      </w:r>
      <w:r w:rsidR="00C07D79" w:rsidRPr="00FC343B">
        <w:t>jakož</w:t>
      </w:r>
      <w:r w:rsidR="009920D7">
        <w:t xml:space="preserve"> i u </w:t>
      </w:r>
      <w:r w:rsidRPr="00FC343B">
        <w:t>poddodavatelů,</w:t>
      </w:r>
      <w:r w:rsidR="007A0CE4" w:rsidRPr="00FC343B">
        <w:t xml:space="preserve"> kteří jsou obchodní</w:t>
      </w:r>
      <w:r w:rsidR="00D5576E" w:rsidRPr="00FC343B">
        <w:t>mi</w:t>
      </w:r>
      <w:r w:rsidR="007A0CE4" w:rsidRPr="00FC343B">
        <w:t xml:space="preserve"> společnost</w:t>
      </w:r>
      <w:r w:rsidR="00D5576E" w:rsidRPr="00FC343B">
        <w:t>mi</w:t>
      </w:r>
      <w:r w:rsidR="007A0CE4" w:rsidRPr="00FC343B">
        <w:t>,</w:t>
      </w:r>
      <w:r w:rsidRPr="00FC343B">
        <w:t xml:space="preserve"> jejichž prostřednictvím účastník</w:t>
      </w:r>
      <w:r w:rsidR="009920D7">
        <w:t xml:space="preserve"> v </w:t>
      </w:r>
      <w:r w:rsidR="00A3397A" w:rsidRPr="00FC343B">
        <w:t xml:space="preserve">zadávacím řízení </w:t>
      </w:r>
      <w:r w:rsidRPr="00FC343B">
        <w:t>prokazuje kvalifikaci</w:t>
      </w:r>
      <w:r w:rsidR="00D5576E" w:rsidRPr="00FC343B">
        <w:t>,</w:t>
      </w:r>
      <w:r w:rsidRPr="00FC343B">
        <w:t xml:space="preserve"> platí, že</w:t>
      </w:r>
      <w:r w:rsidR="009920D7">
        <w:t xml:space="preserve"> v </w:t>
      </w:r>
      <w:r w:rsidRPr="00FC343B">
        <w:t>žádném</w:t>
      </w:r>
      <w:r w:rsidR="009920D7">
        <w:t xml:space="preserve"> z </w:t>
      </w:r>
      <w:r w:rsidRPr="00FC343B">
        <w:t>nich veřejný funkcionář uvedený</w:t>
      </w:r>
      <w:r w:rsidR="009920D7">
        <w:t xml:space="preserve"> v </w:t>
      </w:r>
      <w:r w:rsidRPr="00FC343B">
        <w:t>§</w:t>
      </w:r>
      <w:r w:rsidR="006E660C">
        <w:t> </w:t>
      </w:r>
      <w:r w:rsidRPr="00FC343B">
        <w:t>2</w:t>
      </w:r>
      <w:r w:rsidR="006E660C">
        <w:t> </w:t>
      </w:r>
      <w:r w:rsidRPr="00FC343B">
        <w:t>odst.</w:t>
      </w:r>
      <w:r w:rsidR="006E660C">
        <w:t> </w:t>
      </w:r>
      <w:r w:rsidRPr="00FC343B">
        <w:t>1</w:t>
      </w:r>
      <w:r w:rsidR="006E660C">
        <w:t> </w:t>
      </w:r>
      <w:r w:rsidRPr="00FC343B">
        <w:t>písm.</w:t>
      </w:r>
      <w:r w:rsidR="006E660C">
        <w:t> </w:t>
      </w:r>
      <w:r w:rsidRPr="00FC343B">
        <w:t xml:space="preserve">c) </w:t>
      </w:r>
      <w:r w:rsidR="00D5576E" w:rsidRPr="00FC343B">
        <w:t>ZSZ</w:t>
      </w:r>
      <w:r w:rsidRPr="00FC343B">
        <w:t>, nebo jím ovládaná osoba, nevlastní podíl představující alespoň 25</w:t>
      </w:r>
      <w:r w:rsidR="001F594B">
        <w:t> </w:t>
      </w:r>
      <w:r w:rsidRPr="00FC343B">
        <w:t>% účasti společníka</w:t>
      </w:r>
      <w:r w:rsidR="009920D7">
        <w:t xml:space="preserve"> v </w:t>
      </w:r>
      <w:r w:rsidRPr="00FC343B">
        <w:t>obchodní společnosti</w:t>
      </w:r>
      <w:bookmarkEnd w:id="18"/>
      <w:r w:rsidR="002E74F7" w:rsidRPr="00FC343B">
        <w:t>.</w:t>
      </w:r>
    </w:p>
    <w:p w14:paraId="25DB5F53" w14:textId="77777777" w:rsidR="00F77C57" w:rsidRPr="00FC343B" w:rsidRDefault="00F77C57" w:rsidP="00F77C57">
      <w:pPr>
        <w:pStyle w:val="Tloslovan"/>
      </w:pPr>
      <w:bookmarkStart w:id="19" w:name="_Hlk130390302"/>
      <w:r w:rsidRPr="00FC343B">
        <w:t xml:space="preserve">Účastník prohlašuje, že nenaplňuje podmínky zákazu </w:t>
      </w:r>
      <w:r>
        <w:t>zadání veřejné zakázky v</w:t>
      </w:r>
      <w:r w:rsidRPr="00FC343B">
        <w:t>e</w:t>
      </w:r>
      <w:r>
        <w:t> </w:t>
      </w:r>
      <w:r w:rsidRPr="00FC343B">
        <w:t>smyslu § 4</w:t>
      </w:r>
      <w:r>
        <w:t>8a</w:t>
      </w:r>
      <w:r w:rsidRPr="00FC343B">
        <w:t xml:space="preserve"> </w:t>
      </w:r>
      <w:r>
        <w:t>ZZVZ</w:t>
      </w:r>
      <w:r w:rsidRPr="00FC343B">
        <w:t>, tj. že</w:t>
      </w:r>
      <w:r>
        <w:t xml:space="preserve"> se na </w:t>
      </w:r>
      <w:r w:rsidRPr="00FC343B">
        <w:t>účastníka, jakož</w:t>
      </w:r>
      <w:r>
        <w:t xml:space="preserve"> i jeho </w:t>
      </w:r>
      <w:r w:rsidRPr="00FC343B">
        <w:t>poddodavatel</w:t>
      </w:r>
      <w:r>
        <w:t>e</w:t>
      </w:r>
      <w:r w:rsidRPr="00FC343B">
        <w:t xml:space="preserve">, </w:t>
      </w:r>
      <w:r>
        <w:t xml:space="preserve">nevztahují mezinárodní sankce </w:t>
      </w:r>
      <w:r>
        <w:rPr>
          <w:rFonts w:ascii="Helvetica" w:hAnsi="Helvetica" w:cs="Helvetica"/>
          <w:color w:val="232323"/>
          <w:shd w:val="clear" w:color="auto" w:fill="FFFFFF"/>
        </w:rPr>
        <w:t>podle zákona upravujícího provádění mezinárodních sankcí</w:t>
      </w:r>
      <w:r w:rsidRPr="00FC343B">
        <w:t>.</w:t>
      </w:r>
    </w:p>
    <w:p w14:paraId="6BE4C4E6" w14:textId="77777777" w:rsidR="00F77C57" w:rsidRPr="006E6931" w:rsidRDefault="00F77C57" w:rsidP="00F77C57">
      <w:pPr>
        <w:pStyle w:val="Tloslovan"/>
      </w:pPr>
      <w:r w:rsidRPr="006E6931">
        <w:t xml:space="preserve">Účastník </w:t>
      </w:r>
      <w:r w:rsidRPr="00FC343B">
        <w:t>prohlašuje</w:t>
      </w:r>
      <w:r w:rsidRPr="006E6931">
        <w:t xml:space="preserve">, že v případě uzavření smlouvy se zadavatelem platby poskytované zadavatelem v souvislosti s realizací veřejné zakázky nebudou přímo nebo nepřímo ani jen zčásti poskytnuty osobám, vůči kterým platí tzv. individuální finanční sankce ve smyslu </w:t>
      </w:r>
      <w:r w:rsidRPr="003968FA">
        <w:t>Nařízení Rady (EU) č. 208/2014 ze dne 5. března 2014 o</w:t>
      </w:r>
      <w:r>
        <w:t> </w:t>
      </w:r>
      <w:r w:rsidRPr="003968FA">
        <w:t>omezujících opatřeních vůči některým osobám, subjektům a orgánům vzhledem k</w:t>
      </w:r>
      <w:r>
        <w:t> </w:t>
      </w:r>
      <w:r w:rsidRPr="003968FA">
        <w:t>situaci na Ukrajině</w:t>
      </w:r>
      <w:r w:rsidRPr="006E6931">
        <w:t xml:space="preserve">, </w:t>
      </w:r>
      <w:r w:rsidRPr="00DB0C82">
        <w:t>Nařízení Rady (EU) č. 269/2014 ze dne 17. března 2014 o</w:t>
      </w:r>
      <w:r>
        <w:t> </w:t>
      </w:r>
      <w:r w:rsidRPr="00DB0C82">
        <w:t>omezujících opatřeních vzhledem k činnostem narušujícím nebo ohrožujícím územní celistvost, svrchovanost a nezávislost Ukrajiny</w:t>
      </w:r>
      <w:r w:rsidRPr="006E6931">
        <w:t xml:space="preserve"> a </w:t>
      </w:r>
      <w:r w:rsidRPr="0089355D">
        <w:t>Nařízení Rady (ES) č.</w:t>
      </w:r>
      <w:r>
        <w:t> </w:t>
      </w:r>
      <w:r w:rsidRPr="0089355D">
        <w:t>765/2006 ze dne 18. května 2006 o omezujících opatřeních vůči prezidentu Lukašenkovi a některým představitelům Běloruska</w:t>
      </w:r>
      <w:r w:rsidRPr="006E6931">
        <w:t>, a to bez ohledu na to, zda se jedná o osoby s přímou či nepřímou vazbou na účastníka či poddodavatele účastníka.</w:t>
      </w:r>
    </w:p>
    <w:p w14:paraId="42628BEA" w14:textId="77777777" w:rsidR="00F77C57" w:rsidRPr="00F26E8F" w:rsidRDefault="00F77C57" w:rsidP="00F77C57">
      <w:pPr>
        <w:pStyle w:val="Tloslovan"/>
      </w:pPr>
      <w:r w:rsidRPr="006E6931">
        <w:t xml:space="preserve">Účastník </w:t>
      </w:r>
      <w:r w:rsidRPr="00FC343B">
        <w:t>prohlašuje</w:t>
      </w:r>
      <w:r w:rsidRPr="006E6931">
        <w:t>, že nejsou naplněny podmínky uvedené v </w:t>
      </w:r>
      <w:r w:rsidRPr="0089355D">
        <w:t>Nařízení Rady (EU) č.</w:t>
      </w:r>
      <w:r>
        <w:t> </w:t>
      </w:r>
      <w:r w:rsidRPr="0089355D">
        <w:t>833/2014 ze dne 31. července 2014 o omezujících opatřeních vzhledem k</w:t>
      </w:r>
      <w:r>
        <w:t> </w:t>
      </w:r>
      <w:r w:rsidRPr="0089355D">
        <w:t>činnostem Ruska destabilizujícím situaci na Ukrajině</w:t>
      </w:r>
      <w:r w:rsidRPr="00F26E8F">
        <w:t xml:space="preserve"> a </w:t>
      </w:r>
      <w:r w:rsidRPr="007910CD">
        <w:t xml:space="preserve">Nařízení Rady (EU) </w:t>
      </w:r>
      <w:r w:rsidR="009D14EC">
        <w:t>č. </w:t>
      </w:r>
      <w:r w:rsidRPr="007910CD">
        <w:t>2022/576 ze dne 8. dubna 2022, kterým se mění nařízení (EU) č. 833/2014 o</w:t>
      </w:r>
      <w:r>
        <w:t> </w:t>
      </w:r>
      <w:r w:rsidRPr="007910CD">
        <w:t>omezujících opatřeních vzhledem k činnostem Ruska destabilizujícím situaci na Ukrajině</w:t>
      </w:r>
      <w:r w:rsidRPr="00F26E8F">
        <w:t>, tedy zejména, že se nejedná o dodavatele:</w:t>
      </w:r>
    </w:p>
    <w:p w14:paraId="599E5A43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ruského státního příslušníka, fyzickou nebo právnickou osobu se sídlem v Rusku,</w:t>
      </w:r>
    </w:p>
    <w:p w14:paraId="2AF99668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právnickou osobu, která je z více než 50 % přímo či nepřímo vlastněna některou z osob podle písm. a) tohoto odstavce, nebo</w:t>
      </w:r>
    </w:p>
    <w:p w14:paraId="440BD3FF" w14:textId="77777777" w:rsidR="00F77C57" w:rsidRPr="00F26E8F" w:rsidRDefault="00F77C57" w:rsidP="00F77C57">
      <w:pPr>
        <w:pStyle w:val="Tloslovan"/>
        <w:numPr>
          <w:ilvl w:val="1"/>
          <w:numId w:val="37"/>
        </w:numPr>
        <w:ind w:left="1134" w:hanging="283"/>
      </w:pPr>
      <w:r w:rsidRPr="00F26E8F">
        <w:t>fyzickou nebo právnickou osobu, která jedná jménem nebo na pokyn některé z osob uvedených v písm. a) nebo b) tohoto odstavce.</w:t>
      </w:r>
    </w:p>
    <w:p w14:paraId="14D0AAAA" w14:textId="77777777" w:rsidR="00F77C57" w:rsidRPr="00EF4CE2" w:rsidRDefault="00F77C57" w:rsidP="00F77C57">
      <w:pPr>
        <w:pStyle w:val="Tloslovan"/>
        <w:numPr>
          <w:ilvl w:val="0"/>
          <w:numId w:val="0"/>
        </w:numPr>
        <w:ind w:left="851"/>
      </w:pPr>
      <w:r w:rsidRPr="00F26E8F">
        <w:t xml:space="preserve">Uvedené platí v případě podání společné nabídky pro každého ze spojených dodavatelů, jakož i pro </w:t>
      </w:r>
      <w:r w:rsidRPr="00EF4CE2">
        <w:t>případ, kdy účastník hodlá využít poddodavatele při realizaci plnění veřejné zakázky, pro kterého platí některé ze shora uvedených písm. a který se bude na realizaci veřejné zakázky podílet z více jak 10 % hodnoty veřejné zakázky (podle výše nabídkové ceny v Kč bez DPH).</w:t>
      </w:r>
    </w:p>
    <w:p w14:paraId="24300B1C" w14:textId="77777777" w:rsidR="00F77C57" w:rsidRPr="00EF4CE2" w:rsidRDefault="00F77C57" w:rsidP="004E4A05">
      <w:pPr>
        <w:pStyle w:val="Tloslovan"/>
        <w:keepNext/>
      </w:pPr>
      <w:r w:rsidRPr="00EF4CE2">
        <w:t>Účastník prohlašuje, že se on ani jeho zaměstnanec či člen statutárního orgánu, statutární orgán či osoba jinak blízká:</w:t>
      </w:r>
    </w:p>
    <w:p w14:paraId="6226F25C" w14:textId="77777777" w:rsidR="00F77C57" w:rsidRPr="00EF4CE2" w:rsidRDefault="00F77C57" w:rsidP="00F77C57">
      <w:pPr>
        <w:pStyle w:val="Tloslovan"/>
        <w:numPr>
          <w:ilvl w:val="0"/>
          <w:numId w:val="38"/>
        </w:numPr>
        <w:ind w:left="1134" w:hanging="283"/>
      </w:pPr>
      <w:r w:rsidRPr="00EF4CE2">
        <w:t xml:space="preserve">nepodílela na přípravě nebo zadání veřejné zakázky, </w:t>
      </w:r>
    </w:p>
    <w:p w14:paraId="0B2C8E50" w14:textId="77777777" w:rsidR="00F77C57" w:rsidRPr="00EF4CE2" w:rsidRDefault="00F77C57" w:rsidP="00F77C57">
      <w:pPr>
        <w:pStyle w:val="Tloslovan"/>
        <w:numPr>
          <w:ilvl w:val="0"/>
          <w:numId w:val="38"/>
        </w:numPr>
        <w:ind w:left="1134" w:hanging="283"/>
      </w:pPr>
      <w:r w:rsidRPr="00EF4CE2">
        <w:t>neměla nebo nemohla mít vliv na výsledek zadávacího řízení,</w:t>
      </w:r>
    </w:p>
    <w:p w14:paraId="475C5333" w14:textId="77777777" w:rsidR="00F77C57" w:rsidRPr="00EF4CE2" w:rsidRDefault="00F77C57" w:rsidP="004E4A05">
      <w:pPr>
        <w:pStyle w:val="Tloslovan"/>
        <w:keepNext/>
        <w:numPr>
          <w:ilvl w:val="0"/>
          <w:numId w:val="38"/>
        </w:numPr>
        <w:ind w:left="1134" w:hanging="283"/>
      </w:pPr>
      <w:r w:rsidRPr="00EF4CE2">
        <w:t>není v pracovněprávním nebo obdobném poměru ve vztahu k zadavateli veřejné zakázky,</w:t>
      </w:r>
    </w:p>
    <w:p w14:paraId="3BF0B7F3" w14:textId="77777777" w:rsidR="00F77C57" w:rsidRDefault="00F77C57" w:rsidP="004E4A05">
      <w:pPr>
        <w:pStyle w:val="Tloslovan"/>
        <w:keepNext/>
        <w:numPr>
          <w:ilvl w:val="0"/>
          <w:numId w:val="0"/>
        </w:numPr>
        <w:ind w:left="851"/>
      </w:pPr>
      <w:r w:rsidRPr="00EF4CE2">
        <w:t>a to ani samostatně</w:t>
      </w:r>
      <w:r>
        <w:t>,</w:t>
      </w:r>
      <w:r w:rsidRPr="00EF4CE2">
        <w:t xml:space="preserve"> ani ve spojení s jiným (pod)dodavatelem.</w:t>
      </w:r>
    </w:p>
    <w:p w14:paraId="1CCDB8C0" w14:textId="77777777" w:rsidR="004E4A05" w:rsidRDefault="004E4A05" w:rsidP="00F77C57">
      <w:pPr>
        <w:pStyle w:val="Tloslovan"/>
        <w:numPr>
          <w:ilvl w:val="0"/>
          <w:numId w:val="0"/>
        </w:numPr>
        <w:ind w:left="851"/>
      </w:pPr>
      <w:r>
        <w:t>V případě, že výše uvedené neplatí, uvede účastník v nabídce seznam osob, které naplňují některou z výše uvedených podmínek, včetně popisu všech souvisejících relevantních okolností.</w:t>
      </w:r>
    </w:p>
    <w:bookmarkEnd w:id="19"/>
    <w:p w14:paraId="1B355E91" w14:textId="77777777" w:rsidR="006D03E5" w:rsidRDefault="006D03E5" w:rsidP="00936AB3">
      <w:pPr>
        <w:pStyle w:val="Tloslovan"/>
      </w:pPr>
      <w:r>
        <w:t>Účastník prohlašuje, že všechn</w:t>
      </w:r>
      <w:r w:rsidR="009F5D76">
        <w:t>a</w:t>
      </w:r>
      <w:r>
        <w:t xml:space="preserve"> prohlášení </w:t>
      </w:r>
      <w:r w:rsidR="00884643">
        <w:t xml:space="preserve">uvedená </w:t>
      </w:r>
      <w:r w:rsidR="009F5D76">
        <w:t xml:space="preserve">ve formuláři nabídky </w:t>
      </w:r>
      <w:r>
        <w:t>učinil na</w:t>
      </w:r>
      <w:r w:rsidR="006E660C">
        <w:t> </w:t>
      </w:r>
      <w:r>
        <w:t>základě své vážné</w:t>
      </w:r>
      <w:r w:rsidR="009F5D76">
        <w:t xml:space="preserve">, </w:t>
      </w:r>
      <w:r>
        <w:t>svobodné</w:t>
      </w:r>
      <w:r w:rsidR="009920D7">
        <w:t xml:space="preserve"> a </w:t>
      </w:r>
      <w:r w:rsidR="009F5D76">
        <w:t xml:space="preserve">omylu prosté </w:t>
      </w:r>
      <w:r>
        <w:t>vůle</w:t>
      </w:r>
      <w:r w:rsidR="009920D7">
        <w:t xml:space="preserve"> a </w:t>
      </w:r>
      <w:r>
        <w:t>je si vědom všech následků plynoucích</w:t>
      </w:r>
      <w:r w:rsidR="009920D7">
        <w:t xml:space="preserve"> z </w:t>
      </w:r>
      <w:r>
        <w:t>uvedení nepravdivých údajů</w:t>
      </w:r>
      <w:r w:rsidR="009920D7">
        <w:t xml:space="preserve"> a </w:t>
      </w:r>
      <w:r w:rsidR="001742E3">
        <w:t>informací</w:t>
      </w:r>
      <w:r w:rsidR="009F5D76">
        <w:t>.</w:t>
      </w:r>
    </w:p>
    <w:tbl>
      <w:tblPr>
        <w:tblStyle w:val="Mkatabulky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5C172F" w14:paraId="78E4C5F3" w14:textId="77777777" w:rsidTr="000D2D3E">
        <w:trPr>
          <w:trHeight w:val="567"/>
        </w:trPr>
        <w:tc>
          <w:tcPr>
            <w:tcW w:w="5000" w:type="pct"/>
            <w:hideMark/>
          </w:tcPr>
          <w:p w14:paraId="697998B8" w14:textId="77777777" w:rsidR="005C172F" w:rsidRDefault="005C172F" w:rsidP="002C68EC">
            <w:pPr>
              <w:keepNext/>
              <w:spacing w:beforeLines="60" w:before="144" w:after="60"/>
            </w:pPr>
            <w:r>
              <w:t>V __________ dne __. __. 20</w:t>
            </w:r>
            <w:r w:rsidR="00E91EC0">
              <w:t>__</w:t>
            </w:r>
          </w:p>
        </w:tc>
      </w:tr>
      <w:tr w:rsidR="005C172F" w14:paraId="7BEB04DC" w14:textId="77777777" w:rsidTr="000D2D3E">
        <w:trPr>
          <w:trHeight w:val="1701"/>
        </w:trPr>
        <w:tc>
          <w:tcPr>
            <w:tcW w:w="5000" w:type="pct"/>
            <w:vAlign w:val="bottom"/>
            <w:hideMark/>
          </w:tcPr>
          <w:p w14:paraId="7B8AE5D2" w14:textId="77777777" w:rsidR="005C172F" w:rsidRDefault="005C172F" w:rsidP="000D2D3E">
            <w:pPr>
              <w:keepNext/>
              <w:spacing w:before="60" w:after="60"/>
            </w:pPr>
            <w:r>
              <w:t>______________________</w:t>
            </w:r>
          </w:p>
          <w:p w14:paraId="1A9FB4E2" w14:textId="77777777" w:rsidR="005C172F" w:rsidRDefault="005C172F" w:rsidP="000D2D3E">
            <w:pPr>
              <w:keepNext/>
              <w:spacing w:beforeLines="60" w:before="144" w:after="60"/>
            </w:pPr>
            <w:r>
              <w:t>účastník</w:t>
            </w:r>
          </w:p>
        </w:tc>
      </w:tr>
    </w:tbl>
    <w:p w14:paraId="0226660F" w14:textId="77777777" w:rsidR="00334798" w:rsidRPr="00E12D7E" w:rsidRDefault="00334798" w:rsidP="00E12D7E">
      <w:pPr>
        <w:pStyle w:val="Tloslovan"/>
        <w:numPr>
          <w:ilvl w:val="0"/>
          <w:numId w:val="0"/>
        </w:numPr>
        <w:ind w:left="851" w:hanging="851"/>
      </w:pPr>
    </w:p>
    <w:sectPr w:rsidR="00334798" w:rsidRPr="00E12D7E" w:rsidSect="000B43AD">
      <w:headerReference w:type="default" r:id="rId16"/>
      <w:footerReference w:type="default" r:id="rId17"/>
      <w:headerReference w:type="first" r:id="rId18"/>
      <w:footerReference w:type="first" r:id="rId19"/>
      <w:pgSz w:w="11906" w:h="16838"/>
      <w:pgMar w:top="170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4CD2CF" w14:textId="77777777" w:rsidR="00874CA1" w:rsidRDefault="00874CA1" w:rsidP="005066D2">
      <w:r>
        <w:separator/>
      </w:r>
    </w:p>
  </w:endnote>
  <w:endnote w:type="continuationSeparator" w:id="0">
    <w:p w14:paraId="3AFAA73F" w14:textId="77777777" w:rsidR="00874CA1" w:rsidRDefault="00874CA1" w:rsidP="00506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90FC7B" w14:textId="77777777" w:rsidR="00D962D6" w:rsidRPr="00933444" w:rsidRDefault="00384189" w:rsidP="00E3536F">
    <w:pPr>
      <w:tabs>
        <w:tab w:val="center" w:pos="8931"/>
      </w:tabs>
      <w:spacing w:before="0" w:after="0" w:line="240" w:lineRule="auto"/>
      <w:rPr>
        <w:sz w:val="20"/>
        <w:szCs w:val="20"/>
      </w:rPr>
    </w:pPr>
    <w:sdt>
      <w:sdtPr>
        <w:rPr>
          <w:sz w:val="20"/>
          <w:szCs w:val="20"/>
        </w:rPr>
        <w:id w:val="-1450394796"/>
        <w:docPartObj>
          <w:docPartGallery w:val="Page Numbers (Bottom of Page)"/>
          <w:docPartUnique/>
        </w:docPartObj>
      </w:sdtPr>
      <w:sdtEndPr/>
      <w:sdtContent/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DCAFF" w14:textId="77777777" w:rsidR="00D962D6" w:rsidRPr="00515259" w:rsidRDefault="00384189" w:rsidP="0007295B">
    <w:pPr>
      <w:pStyle w:val="Zpat"/>
      <w:jc w:val="righ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-170729202"/>
        <w:docPartObj>
          <w:docPartGallery w:val="Page Numbers (Bottom of Page)"/>
          <w:docPartUnique/>
        </w:docPartObj>
      </w:sdtPr>
      <w:sdtEndPr/>
      <w:sdtContent/>
    </w:sdt>
    <w:r w:rsidR="00D962D6" w:rsidRPr="00515259">
      <w:rPr>
        <w:rStyle w:val="ZpatslastrnekChar"/>
        <w:sz w:val="20"/>
        <w:szCs w:val="20"/>
      </w:rPr>
      <w:t xml:space="preserve"> </w:t>
    </w:r>
    <w:sdt>
      <w:sdtPr>
        <w:rPr>
          <w:rStyle w:val="ZpatslastrnekChar"/>
          <w:sz w:val="20"/>
          <w:szCs w:val="20"/>
        </w:rPr>
        <w:id w:val="2147161028"/>
        <w:docPartObj>
          <w:docPartGallery w:val="Page Numbers (Bottom of Page)"/>
          <w:docPartUnique/>
        </w:docPartObj>
      </w:sdtPr>
      <w:sdtEndPr>
        <w:rPr>
          <w:rStyle w:val="ZpatslastrnekChar"/>
        </w:rPr>
      </w:sdtEndPr>
      <w:sdtContent>
        <w:r w:rsidR="00D962D6" w:rsidRPr="00515259">
          <w:rPr>
            <w:rStyle w:val="ZpatslastrnekChar"/>
            <w:sz w:val="20"/>
            <w:szCs w:val="20"/>
          </w:rPr>
          <w:t xml:space="preserve">str. </w:t>
        </w:r>
        <w:r w:rsidR="00D962D6" w:rsidRPr="00515259">
          <w:rPr>
            <w:rStyle w:val="ZpatslastrnekChar"/>
            <w:sz w:val="20"/>
            <w:szCs w:val="20"/>
          </w:rPr>
          <w:fldChar w:fldCharType="begin"/>
        </w:r>
        <w:r w:rsidR="00D962D6" w:rsidRPr="00515259">
          <w:rPr>
            <w:rStyle w:val="ZpatslastrnekChar"/>
            <w:sz w:val="20"/>
            <w:szCs w:val="20"/>
          </w:rPr>
          <w:instrText>PAGE   \* MERGEFORMAT</w:instrText>
        </w:r>
        <w:r w:rsidR="00D962D6" w:rsidRPr="00515259">
          <w:rPr>
            <w:rStyle w:val="ZpatslastrnekChar"/>
            <w:sz w:val="20"/>
            <w:szCs w:val="20"/>
          </w:rPr>
          <w:fldChar w:fldCharType="separate"/>
        </w:r>
        <w:r w:rsidR="00D962D6" w:rsidRPr="00515259">
          <w:rPr>
            <w:rStyle w:val="ZpatslastrnekChar"/>
            <w:sz w:val="20"/>
            <w:szCs w:val="20"/>
          </w:rPr>
          <w:t>1</w:t>
        </w:r>
        <w:r w:rsidR="00D962D6" w:rsidRPr="00515259">
          <w:rPr>
            <w:rStyle w:val="ZpatslastrnekChar"/>
            <w:sz w:val="20"/>
            <w:szCs w:val="20"/>
          </w:rPr>
          <w:fldChar w:fldCharType="end"/>
        </w:r>
        <w:r w:rsidR="009920D7">
          <w:rPr>
            <w:rStyle w:val="ZpatslastrnekChar"/>
            <w:sz w:val="20"/>
            <w:szCs w:val="20"/>
          </w:rPr>
          <w:t xml:space="preserve"> z </w:t>
        </w:r>
      </w:sdtContent>
    </w:sdt>
    <w:r w:rsidR="00D962D6" w:rsidRPr="00515259">
      <w:rPr>
        <w:rStyle w:val="ZpatslastrnekChar"/>
        <w:sz w:val="20"/>
        <w:szCs w:val="20"/>
      </w:rPr>
      <w:fldChar w:fldCharType="begin"/>
    </w:r>
    <w:r w:rsidR="00D962D6" w:rsidRPr="00515259">
      <w:rPr>
        <w:rStyle w:val="ZpatslastrnekChar"/>
        <w:sz w:val="20"/>
        <w:szCs w:val="20"/>
      </w:rPr>
      <w:instrText xml:space="preserve"> NUMPAGES   \* MERGEFORMAT </w:instrText>
    </w:r>
    <w:r w:rsidR="00D962D6" w:rsidRPr="00515259">
      <w:rPr>
        <w:rStyle w:val="ZpatslastrnekChar"/>
        <w:sz w:val="20"/>
        <w:szCs w:val="20"/>
      </w:rPr>
      <w:fldChar w:fldCharType="separate"/>
    </w:r>
    <w:r w:rsidR="00D962D6" w:rsidRPr="00515259">
      <w:rPr>
        <w:rStyle w:val="ZpatslastrnekChar"/>
        <w:sz w:val="20"/>
        <w:szCs w:val="20"/>
      </w:rPr>
      <w:t>4</w:t>
    </w:r>
    <w:r w:rsidR="00D962D6" w:rsidRPr="00515259">
      <w:rPr>
        <w:rStyle w:val="ZpatslastrnekChar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618DE" w14:textId="77777777" w:rsidR="00E3536F" w:rsidRPr="00933444" w:rsidRDefault="00E3536F" w:rsidP="00E3536F">
    <w:pPr>
      <w:tabs>
        <w:tab w:val="center" w:pos="8931"/>
      </w:tabs>
      <w:spacing w:before="0" w:after="0" w:line="240" w:lineRule="auto"/>
      <w:jc w:val="right"/>
      <w:rPr>
        <w:sz w:val="20"/>
        <w:szCs w:val="20"/>
      </w:rPr>
    </w:pPr>
    <w:r w:rsidRPr="00CD6AC4">
      <w:rPr>
        <w:rFonts w:eastAsia="Calibri"/>
        <w:sz w:val="20"/>
        <w:szCs w:val="20"/>
        <w:lang w:val="en-US"/>
      </w:rPr>
      <w:t xml:space="preserve">str. </w:t>
    </w:r>
    <w:r w:rsidRPr="00CD6AC4">
      <w:rPr>
        <w:rFonts w:eastAsia="Calibri"/>
        <w:sz w:val="20"/>
        <w:szCs w:val="20"/>
        <w:lang w:val="en-US"/>
      </w:rPr>
      <w:fldChar w:fldCharType="begin"/>
    </w:r>
    <w:r w:rsidRPr="00CD6AC4">
      <w:rPr>
        <w:rFonts w:eastAsia="Calibri"/>
        <w:sz w:val="20"/>
        <w:szCs w:val="20"/>
        <w:lang w:val="en-US"/>
      </w:rPr>
      <w:instrText xml:space="preserve"> PAGE   \* MERGEFORMAT </w:instrText>
    </w:r>
    <w:r w:rsidRPr="00CD6AC4">
      <w:rPr>
        <w:rFonts w:eastAsia="Calibri"/>
        <w:sz w:val="20"/>
        <w:szCs w:val="20"/>
        <w:lang w:val="en-US"/>
      </w:rPr>
      <w:fldChar w:fldCharType="separate"/>
    </w:r>
    <w:r>
      <w:rPr>
        <w:rFonts w:eastAsia="Calibri"/>
        <w:sz w:val="20"/>
        <w:szCs w:val="20"/>
        <w:lang w:val="en-US"/>
      </w:rPr>
      <w:t>3</w:t>
    </w:r>
    <w:r w:rsidRPr="00CD6AC4">
      <w:rPr>
        <w:rFonts w:eastAsia="Calibri"/>
        <w:sz w:val="20"/>
        <w:szCs w:val="20"/>
        <w:lang w:val="en-US"/>
      </w:rPr>
      <w:fldChar w:fldCharType="end"/>
    </w:r>
    <w:r w:rsidR="009920D7">
      <w:rPr>
        <w:rFonts w:eastAsia="Calibri"/>
        <w:sz w:val="20"/>
        <w:szCs w:val="20"/>
        <w:lang w:val="en-US"/>
      </w:rPr>
      <w:t xml:space="preserve"> z </w:t>
    </w:r>
    <w:r w:rsidRPr="00CD6AC4">
      <w:rPr>
        <w:rFonts w:eastAsia="Calibri"/>
        <w:noProof/>
        <w:sz w:val="20"/>
        <w:szCs w:val="20"/>
        <w:lang w:val="en-US"/>
      </w:rPr>
      <w:fldChar w:fldCharType="begin"/>
    </w:r>
    <w:r w:rsidRPr="00CD6AC4">
      <w:rPr>
        <w:rFonts w:eastAsia="Calibri"/>
        <w:noProof/>
        <w:sz w:val="20"/>
        <w:szCs w:val="20"/>
        <w:lang w:val="en-US"/>
      </w:rPr>
      <w:instrText xml:space="preserve"> NUMPAGES   \* MERGEFORMAT </w:instrText>
    </w:r>
    <w:r w:rsidRPr="00CD6AC4">
      <w:rPr>
        <w:rFonts w:eastAsia="Calibri"/>
        <w:noProof/>
        <w:sz w:val="20"/>
        <w:szCs w:val="20"/>
        <w:lang w:val="en-US"/>
      </w:rPr>
      <w:fldChar w:fldCharType="separate"/>
    </w:r>
    <w:r>
      <w:rPr>
        <w:rFonts w:eastAsia="Calibri"/>
        <w:noProof/>
        <w:sz w:val="20"/>
        <w:szCs w:val="20"/>
        <w:lang w:val="en-US"/>
      </w:rPr>
      <w:t>25</w:t>
    </w:r>
    <w:r w:rsidRPr="00CD6AC4">
      <w:rPr>
        <w:rFonts w:eastAsia="Calibri"/>
        <w:noProof/>
        <w:sz w:val="20"/>
        <w:szCs w:val="20"/>
        <w:lang w:val="en-US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40D8D" w14:textId="77777777" w:rsidR="00D962D6" w:rsidRPr="00515259" w:rsidRDefault="00384189" w:rsidP="00393585">
    <w:pPr>
      <w:pStyle w:val="Zpat"/>
      <w:rPr>
        <w:rStyle w:val="ZpatslastrnekChar"/>
        <w:sz w:val="20"/>
        <w:szCs w:val="20"/>
      </w:rPr>
    </w:pPr>
    <w:sdt>
      <w:sdtPr>
        <w:rPr>
          <w:sz w:val="20"/>
          <w:szCs w:val="20"/>
        </w:rPr>
        <w:id w:val="934395851"/>
        <w:docPartObj>
          <w:docPartGallery w:val="Page Numbers (Bottom of Page)"/>
          <w:docPartUnique/>
        </w:docPartObj>
      </w:sdtPr>
      <w:sdtEndPr/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D7EEC" w14:textId="77777777" w:rsidR="00874CA1" w:rsidRDefault="00874CA1" w:rsidP="005066D2">
      <w:r>
        <w:separator/>
      </w:r>
    </w:p>
  </w:footnote>
  <w:footnote w:type="continuationSeparator" w:id="0">
    <w:p w14:paraId="5DECA50C" w14:textId="77777777" w:rsidR="00874CA1" w:rsidRDefault="00874CA1" w:rsidP="005066D2">
      <w:r>
        <w:continuationSeparator/>
      </w:r>
    </w:p>
  </w:footnote>
  <w:footnote w:id="1">
    <w:p w14:paraId="3154F686" w14:textId="77777777" w:rsidR="00231B37" w:rsidRDefault="00231B37" w:rsidP="00231B3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Účastník je povinen k prokázání základní způsobilosti vedle tohoto čestného prohlášení doložit i doklady podle § 75 ZZVZ. Prokazuje-li účastník kvalifikaci jinou osobou, je povinen doklady podle § 75 ZZVZ doložit i za jinou osobu (srov. § 83 ZZVZ).</w:t>
      </w:r>
    </w:p>
    <w:p w14:paraId="23823F7C" w14:textId="77777777" w:rsidR="00231B37" w:rsidRDefault="00231B37" w:rsidP="00231B37">
      <w:pPr>
        <w:pStyle w:val="Textpoznpodarou"/>
        <w:jc w:val="both"/>
      </w:pPr>
      <w:r>
        <w:t>Účastník je dále povinen k prokázání kvalifikace vedle tohoto čestného prohlášení doložit i další doklady podle zadávací dokumentace a ZZVZ.</w:t>
      </w:r>
    </w:p>
  </w:footnote>
  <w:footnote w:id="2">
    <w:p w14:paraId="22B97787" w14:textId="77777777" w:rsidR="004E31E7" w:rsidRDefault="004E31E7" w:rsidP="004E31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účastník hodlá plnit části veřejné zakázky prostřednictvím poddodavatelů a poddodavatelé jsou účastníku známi, účastník uvede toto prohlášení spolu s označením těch částí veřejné zakázky, které budou plnit poddodavatelé, a seznamem těchto poddodavatelů.</w:t>
      </w:r>
    </w:p>
  </w:footnote>
  <w:footnote w:id="3">
    <w:p w14:paraId="402B4385" w14:textId="77777777" w:rsidR="004E31E7" w:rsidRDefault="004E31E7" w:rsidP="004E31E7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účastník nehodlá plnit části veřejné zakázky prostřednictvím poddodavatelů, nebo poddodavatelé nejsou účastníku známi, účastník uvede toto prohlášení.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D0E84" w14:textId="2C4B4315" w:rsidR="00D962D6" w:rsidRPr="00515259" w:rsidRDefault="00D962D6" w:rsidP="000A4276">
    <w:pPr>
      <w:pStyle w:val="Zhlav"/>
      <w:tabs>
        <w:tab w:val="clear" w:pos="4536"/>
        <w:tab w:val="clear" w:pos="9072"/>
      </w:tabs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34C624" w14:textId="77777777" w:rsidR="00D962D6" w:rsidRPr="00BA50CE" w:rsidRDefault="00384189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18961845"/>
        <w:placeholder>
          <w:docPart w:val="00C59C39A9974F23ABF415FAA32E427F"/>
        </w:placeholder>
        <w:showingPlcHdr/>
        <w:text/>
      </w:sdtPr>
      <w:sdtEndPr/>
      <w:sdtContent>
        <w:r w:rsidR="00D962D6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4ADD" w14:textId="4ECEFBB5" w:rsidR="00D962D6" w:rsidRPr="008030A6" w:rsidRDefault="00384189" w:rsidP="007B24DC">
    <w:pPr>
      <w:pStyle w:val="ZhlavsnzvemVZ"/>
      <w:tabs>
        <w:tab w:val="clear" w:pos="4536"/>
        <w:tab w:val="clear" w:pos="9072"/>
      </w:tabs>
      <w:jc w:val="both"/>
      <w:rPr>
        <w:sz w:val="20"/>
        <w:szCs w:val="20"/>
      </w:rPr>
    </w:pPr>
    <w:sdt>
      <w:sdtPr>
        <w:rPr>
          <w:sz w:val="20"/>
          <w:szCs w:val="20"/>
        </w:rPr>
        <w:id w:val="-1760361252"/>
        <w:text/>
      </w:sdtPr>
      <w:sdtEndPr/>
      <w:sdtContent>
        <w:r w:rsidR="002B63EA">
          <w:rPr>
            <w:sz w:val="20"/>
            <w:szCs w:val="20"/>
          </w:rPr>
          <w:t>Formulář nabídky</w:t>
        </w:r>
      </w:sdtContent>
    </w:sdt>
    <w:r w:rsidR="00D962D6">
      <w:rPr>
        <w:sz w:val="20"/>
        <w:szCs w:val="20"/>
      </w:rPr>
      <w:t xml:space="preserve"> </w:t>
    </w:r>
    <w:r w:rsidR="00D962D6" w:rsidRPr="005C056F">
      <w:rPr>
        <w:sz w:val="20"/>
        <w:szCs w:val="20"/>
      </w:rPr>
      <w:t xml:space="preserve">– </w:t>
    </w:r>
    <w:r w:rsidR="00D962D6" w:rsidRPr="008030A6">
      <w:rPr>
        <w:sz w:val="20"/>
        <w:szCs w:val="20"/>
      </w:rPr>
      <w:t>„</w:t>
    </w:r>
    <w:sdt>
      <w:sdtPr>
        <w:rPr>
          <w:bCs/>
          <w:sz w:val="20"/>
          <w:szCs w:val="20"/>
        </w:rPr>
        <w:id w:val="-1306230791"/>
        <w:placeholder>
          <w:docPart w:val="C4A476BBFFF24B4EB5A4E620D753F591"/>
        </w:placeholder>
        <w:text/>
      </w:sdtPr>
      <w:sdtEndPr/>
      <w:sdtContent>
        <w:r w:rsidR="00874CA1" w:rsidRPr="00874CA1">
          <w:rPr>
            <w:bCs/>
            <w:sz w:val="20"/>
            <w:szCs w:val="20"/>
          </w:rPr>
          <w:t>Provádění úklidových prací na území Prahy 6</w:t>
        </w:r>
      </w:sdtContent>
    </w:sdt>
    <w:r w:rsidR="00D962D6" w:rsidRPr="008030A6">
      <w:rPr>
        <w:sz w:val="20"/>
        <w:szCs w:val="20"/>
      </w:rPr>
      <w:t>“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94F39" w14:textId="77777777" w:rsidR="00D962D6" w:rsidRPr="00BA50CE" w:rsidRDefault="00384189" w:rsidP="008030A6">
    <w:pPr>
      <w:pStyle w:val="Zhlav"/>
      <w:tabs>
        <w:tab w:val="clear" w:pos="4536"/>
        <w:tab w:val="clear" w:pos="9072"/>
      </w:tabs>
      <w:rPr>
        <w:sz w:val="20"/>
        <w:szCs w:val="20"/>
      </w:rPr>
    </w:pPr>
    <w:sdt>
      <w:sdtPr>
        <w:rPr>
          <w:sz w:val="20"/>
          <w:szCs w:val="20"/>
        </w:rPr>
        <w:id w:val="1073482752"/>
        <w:placeholder>
          <w:docPart w:val="86A3490891DA49008189415CEF86B6EF"/>
        </w:placeholder>
        <w:showingPlcHdr/>
        <w:text/>
      </w:sdtPr>
      <w:sdtEndPr/>
      <w:sdtContent>
        <w:r w:rsidR="00393585" w:rsidRPr="00BA50CE">
          <w:rPr>
            <w:rStyle w:val="Zstupntext"/>
            <w:sz w:val="20"/>
            <w:szCs w:val="20"/>
          </w:rPr>
          <w:t>sem vlož logo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E1C3E"/>
    <w:multiLevelType w:val="hybridMultilevel"/>
    <w:tmpl w:val="C43A57DA"/>
    <w:lvl w:ilvl="0" w:tplc="C56AFE16">
      <w:start w:val="4"/>
      <w:numFmt w:val="bullet"/>
      <w:lvlText w:val="-"/>
      <w:lvlJc w:val="left"/>
      <w:pPr>
        <w:ind w:left="425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49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69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4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1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8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5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2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014" w:hanging="360"/>
      </w:pPr>
      <w:rPr>
        <w:rFonts w:ascii="Wingdings" w:hAnsi="Wingdings" w:hint="default"/>
      </w:rPr>
    </w:lvl>
  </w:abstractNum>
  <w:abstractNum w:abstractNumId="1" w15:restartNumberingAfterBreak="0">
    <w:nsid w:val="17D15F8D"/>
    <w:multiLevelType w:val="multilevel"/>
    <w:tmpl w:val="B15484C8"/>
    <w:lvl w:ilvl="0">
      <w:start w:val="1"/>
      <w:numFmt w:val="decimal"/>
      <w:lvlText w:val="%1."/>
      <w:lvlJc w:val="left"/>
      <w:pPr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808080" w:themeColor="background1" w:themeShade="8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ind w:left="1419" w:hanging="851"/>
      </w:pPr>
      <w:rPr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asciiTheme="minorHAnsi" w:hAnsiTheme="minorHAns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lvlText w:val="%4)"/>
      <w:lvlJc w:val="left"/>
      <w:pPr>
        <w:ind w:left="851" w:hanging="28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A20ED4"/>
    <w:multiLevelType w:val="hybridMultilevel"/>
    <w:tmpl w:val="258CDB04"/>
    <w:lvl w:ilvl="0" w:tplc="04050017">
      <w:start w:val="1"/>
      <w:numFmt w:val="lowerLetter"/>
      <w:lvlText w:val="%1)"/>
      <w:lvlJc w:val="left"/>
      <w:pPr>
        <w:ind w:left="356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A3699"/>
    <w:multiLevelType w:val="hybridMultilevel"/>
    <w:tmpl w:val="97FAF9DE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4" w15:restartNumberingAfterBreak="0">
    <w:nsid w:val="32342EE5"/>
    <w:multiLevelType w:val="multilevel"/>
    <w:tmpl w:val="A37681C8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5" w15:restartNumberingAfterBreak="0">
    <w:nsid w:val="37644120"/>
    <w:multiLevelType w:val="multilevel"/>
    <w:tmpl w:val="81287F9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ind w:left="851" w:hanging="851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Restart w:val="3"/>
      <w:lvlText w:val="Příloha č. %7 "/>
      <w:lvlJc w:val="left"/>
      <w:pPr>
        <w:ind w:left="851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6" w15:restartNumberingAfterBreak="0">
    <w:nsid w:val="399A1A2D"/>
    <w:multiLevelType w:val="multilevel"/>
    <w:tmpl w:val="4BE27C3A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lvlRestart w:val="0"/>
      <w:lvlText w:val="%4)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7" w15:restartNumberingAfterBreak="0">
    <w:nsid w:val="45714E56"/>
    <w:multiLevelType w:val="hybridMultilevel"/>
    <w:tmpl w:val="0BB8ECA0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>
      <w:start w:val="1"/>
      <w:numFmt w:val="lowerLetter"/>
      <w:lvlText w:val="%2."/>
      <w:lvlJc w:val="left"/>
      <w:pPr>
        <w:ind w:left="2856" w:hanging="360"/>
      </w:pPr>
    </w:lvl>
    <w:lvl w:ilvl="2" w:tplc="0405001B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8" w15:restartNumberingAfterBreak="0">
    <w:nsid w:val="49E64E9E"/>
    <w:multiLevelType w:val="hybridMultilevel"/>
    <w:tmpl w:val="4D4CEFDA"/>
    <w:lvl w:ilvl="0" w:tplc="AE6AAF2C">
      <w:start w:val="7"/>
      <w:numFmt w:val="bullet"/>
      <w:lvlText w:val="-"/>
      <w:lvlJc w:val="left"/>
      <w:pPr>
        <w:ind w:left="1571" w:hanging="360"/>
      </w:pPr>
      <w:rPr>
        <w:rFonts w:ascii="Arial" w:eastAsia="Calibri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54B30E46"/>
    <w:multiLevelType w:val="multilevel"/>
    <w:tmpl w:val="7DF473D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91F48E9"/>
    <w:multiLevelType w:val="hybridMultilevel"/>
    <w:tmpl w:val="9DCE5E3A"/>
    <w:lvl w:ilvl="0" w:tplc="15BAD11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5D4C022F"/>
    <w:multiLevelType w:val="hybridMultilevel"/>
    <w:tmpl w:val="4F607FA6"/>
    <w:lvl w:ilvl="0" w:tplc="AB8A5732">
      <w:start w:val="4"/>
      <w:numFmt w:val="bullet"/>
      <w:lvlText w:val="-"/>
      <w:lvlJc w:val="left"/>
      <w:pPr>
        <w:ind w:left="1211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5FFC1E6F"/>
    <w:multiLevelType w:val="hybridMultilevel"/>
    <w:tmpl w:val="873C960E"/>
    <w:lvl w:ilvl="0" w:tplc="0405001B">
      <w:start w:val="1"/>
      <w:numFmt w:val="lowerRoman"/>
      <w:lvlText w:val="%1."/>
      <w:lvlJc w:val="righ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60A13F1E"/>
    <w:multiLevelType w:val="multilevel"/>
    <w:tmpl w:val="0B866CAE"/>
    <w:lvl w:ilvl="0">
      <w:start w:val="1"/>
      <w:numFmt w:val="decimal"/>
      <w:lvlText w:val="%1."/>
      <w:lvlJc w:val="left"/>
      <w:pPr>
        <w:ind w:left="567" w:hanging="567"/>
      </w:pPr>
    </w:lvl>
    <w:lvl w:ilvl="1">
      <w:start w:val="1"/>
      <w:numFmt w:val="decimal"/>
      <w:lvlText w:val="%1.%2."/>
      <w:lvlJc w:val="left"/>
      <w:pPr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lvlText w:val="-"/>
      <w:lvlJc w:val="left"/>
      <w:pPr>
        <w:ind w:left="567" w:hanging="283"/>
      </w:pPr>
      <w:rPr>
        <w:rFonts w:ascii="Calibri" w:eastAsia="Times New Roman" w:hAnsi="Calibri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8BC5201"/>
    <w:multiLevelType w:val="hybridMultilevel"/>
    <w:tmpl w:val="189A28FE"/>
    <w:lvl w:ilvl="0" w:tplc="1E90DE3C">
      <w:start w:val="1"/>
      <w:numFmt w:val="lowerLetter"/>
      <w:lvlText w:val="%1)"/>
      <w:lvlJc w:val="left"/>
      <w:pPr>
        <w:tabs>
          <w:tab w:val="num" w:pos="680"/>
        </w:tabs>
        <w:ind w:left="680" w:hanging="396"/>
      </w:pPr>
      <w:rPr>
        <w:b w:val="0"/>
        <w:i w:val="0"/>
        <w:sz w:val="22"/>
        <w:szCs w:val="2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D756C98"/>
    <w:multiLevelType w:val="hybridMultilevel"/>
    <w:tmpl w:val="8DAEBFB6"/>
    <w:lvl w:ilvl="0" w:tplc="FFFFFFFF">
      <w:start w:val="1"/>
      <w:numFmt w:val="decimal"/>
      <w:lvlText w:val="%1."/>
      <w:lvlJc w:val="left"/>
      <w:pPr>
        <w:ind w:left="2844" w:hanging="360"/>
      </w:pPr>
    </w:lvl>
    <w:lvl w:ilvl="1" w:tplc="04050017">
      <w:start w:val="1"/>
      <w:numFmt w:val="lowerLetter"/>
      <w:lvlText w:val="%2)"/>
      <w:lvlJc w:val="left"/>
      <w:pPr>
        <w:ind w:left="2136" w:hanging="360"/>
      </w:pPr>
    </w:lvl>
    <w:lvl w:ilvl="2" w:tplc="FFFFFFFF" w:tentative="1">
      <w:start w:val="1"/>
      <w:numFmt w:val="lowerRoman"/>
      <w:lvlText w:val="%3."/>
      <w:lvlJc w:val="right"/>
      <w:pPr>
        <w:ind w:left="4284" w:hanging="180"/>
      </w:pPr>
    </w:lvl>
    <w:lvl w:ilvl="3" w:tplc="FFFFFFFF">
      <w:start w:val="1"/>
      <w:numFmt w:val="decimal"/>
      <w:lvlText w:val="%4."/>
      <w:lvlJc w:val="left"/>
      <w:pPr>
        <w:ind w:left="5004" w:hanging="360"/>
      </w:pPr>
    </w:lvl>
    <w:lvl w:ilvl="4" w:tplc="FFFFFFFF" w:tentative="1">
      <w:start w:val="1"/>
      <w:numFmt w:val="lowerLetter"/>
      <w:lvlText w:val="%5."/>
      <w:lvlJc w:val="left"/>
      <w:pPr>
        <w:ind w:left="5724" w:hanging="360"/>
      </w:pPr>
    </w:lvl>
    <w:lvl w:ilvl="5" w:tplc="FFFFFFFF" w:tentative="1">
      <w:start w:val="1"/>
      <w:numFmt w:val="lowerRoman"/>
      <w:lvlText w:val="%6."/>
      <w:lvlJc w:val="right"/>
      <w:pPr>
        <w:ind w:left="6444" w:hanging="180"/>
      </w:pPr>
    </w:lvl>
    <w:lvl w:ilvl="6" w:tplc="FFFFFFFF" w:tentative="1">
      <w:start w:val="1"/>
      <w:numFmt w:val="decimal"/>
      <w:lvlText w:val="%7."/>
      <w:lvlJc w:val="left"/>
      <w:pPr>
        <w:ind w:left="7164" w:hanging="360"/>
      </w:pPr>
    </w:lvl>
    <w:lvl w:ilvl="7" w:tplc="FFFFFFFF" w:tentative="1">
      <w:start w:val="1"/>
      <w:numFmt w:val="lowerLetter"/>
      <w:lvlText w:val="%8."/>
      <w:lvlJc w:val="left"/>
      <w:pPr>
        <w:ind w:left="7884" w:hanging="360"/>
      </w:pPr>
    </w:lvl>
    <w:lvl w:ilvl="8" w:tplc="FFFFFFFF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6" w15:restartNumberingAfterBreak="0">
    <w:nsid w:val="7D4D4052"/>
    <w:multiLevelType w:val="multilevel"/>
    <w:tmpl w:val="D2D4BC84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Tloslovan"/>
      <w:lvlText w:val="%1.%2."/>
      <w:lvlJc w:val="left"/>
      <w:pPr>
        <w:ind w:left="851" w:hanging="851"/>
      </w:pPr>
      <w:rPr>
        <w:rFonts w:ascii="Arial" w:hAnsi="Arial" w:hint="default"/>
        <w:color w:val="auto"/>
      </w:rPr>
    </w:lvl>
    <w:lvl w:ilvl="2">
      <w:start w:val="1"/>
      <w:numFmt w:val="lowerLetter"/>
      <w:lvlRestart w:val="1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decimal"/>
      <w:lvlRestart w:val="2"/>
      <w:lvlText w:val="%4.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lvlText w:val="–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abstractNum w:abstractNumId="17" w15:restartNumberingAfterBreak="0">
    <w:nsid w:val="7EC52A9C"/>
    <w:multiLevelType w:val="hybridMultilevel"/>
    <w:tmpl w:val="FFE0EC8C"/>
    <w:lvl w:ilvl="0" w:tplc="79A2D01A">
      <w:start w:val="1"/>
      <w:numFmt w:val="decimal"/>
      <w:pStyle w:val="Odstavecseseznamem"/>
      <w:lvlText w:val="Příloha č. %1  –"/>
      <w:lvlJc w:val="left"/>
      <w:pPr>
        <w:ind w:left="142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8" w15:restartNumberingAfterBreak="0">
    <w:nsid w:val="7F536426"/>
    <w:multiLevelType w:val="multilevel"/>
    <w:tmpl w:val="A87291C2"/>
    <w:lvl w:ilvl="0">
      <w:start w:val="1"/>
      <w:numFmt w:val="decimal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ascii="Arial" w:hAnsi="Arial" w:hint="default"/>
      </w:rPr>
    </w:lvl>
    <w:lvl w:ilvl="2">
      <w:start w:val="1"/>
      <w:numFmt w:val="lowerLetter"/>
      <w:lvlRestart w:val="1"/>
      <w:pStyle w:val="Psmena"/>
      <w:lvlText w:val="%3)"/>
      <w:lvlJc w:val="left"/>
      <w:pPr>
        <w:ind w:left="1134" w:hanging="283"/>
      </w:pPr>
      <w:rPr>
        <w:rFonts w:hint="default"/>
      </w:rPr>
    </w:lvl>
    <w:lvl w:ilvl="3">
      <w:start w:val="1"/>
      <w:numFmt w:val="none"/>
      <w:lvlRestart w:val="2"/>
      <w:lvlText w:val="- "/>
      <w:lvlJc w:val="left"/>
      <w:pPr>
        <w:tabs>
          <w:tab w:val="num" w:pos="907"/>
        </w:tabs>
        <w:ind w:left="1134" w:hanging="283"/>
      </w:pPr>
      <w:rPr>
        <w:rFonts w:hint="default"/>
      </w:rPr>
    </w:lvl>
    <w:lvl w:ilvl="4">
      <w:start w:val="1"/>
      <w:numFmt w:val="none"/>
      <w:lvlRestart w:val="0"/>
      <w:pStyle w:val="Odrky"/>
      <w:lvlText w:val="- "/>
      <w:lvlJc w:val="left"/>
      <w:pPr>
        <w:ind w:left="1134" w:hanging="283"/>
      </w:pPr>
      <w:rPr>
        <w:rFonts w:ascii="Arial" w:hAnsi="Arial" w:hint="default"/>
        <w:sz w:val="22"/>
      </w:rPr>
    </w:lvl>
    <w:lvl w:ilvl="5">
      <w:start w:val="1"/>
      <w:numFmt w:val="none"/>
      <w:lvlText w:val=""/>
      <w:lvlJc w:val="left"/>
      <w:pPr>
        <w:ind w:left="851" w:firstLine="0"/>
      </w:pPr>
      <w:rPr>
        <w:rFonts w:hint="default"/>
      </w:rPr>
    </w:lvl>
    <w:lvl w:ilvl="6">
      <w:start w:val="1"/>
      <w:numFmt w:val="none"/>
      <w:pStyle w:val="Tloneslovan"/>
      <w:lvlText w:val=""/>
      <w:lvlJc w:val="left"/>
      <w:pPr>
        <w:ind w:left="851" w:firstLine="0"/>
      </w:pPr>
      <w:rPr>
        <w:rFonts w:hint="default"/>
      </w:rPr>
    </w:lvl>
    <w:lvl w:ilvl="7">
      <w:start w:val="1"/>
      <w:numFmt w:val="decimal"/>
      <w:pStyle w:val="Plohy"/>
      <w:lvlText w:val="Příloha č. %8"/>
      <w:lvlJc w:val="left"/>
      <w:pPr>
        <w:ind w:left="1418" w:hanging="567"/>
      </w:pPr>
      <w:rPr>
        <w:rFonts w:hint="default"/>
      </w:rPr>
    </w:lvl>
    <w:lvl w:ilvl="8">
      <w:start w:val="1"/>
      <w:numFmt w:val="none"/>
      <w:lvlText w:val=""/>
      <w:lvlJc w:val="left"/>
      <w:pPr>
        <w:ind w:left="851" w:hanging="851"/>
      </w:pPr>
      <w:rPr>
        <w:rFonts w:hint="default"/>
      </w:rPr>
    </w:lvl>
  </w:abstractNum>
  <w:num w:numId="1" w16cid:durableId="1765146693">
    <w:abstractNumId w:val="9"/>
  </w:num>
  <w:num w:numId="2" w16cid:durableId="705299156">
    <w:abstractNumId w:val="18"/>
  </w:num>
  <w:num w:numId="3" w16cid:durableId="410547219">
    <w:abstractNumId w:val="5"/>
  </w:num>
  <w:num w:numId="4" w16cid:durableId="1779719456">
    <w:abstractNumId w:val="12"/>
  </w:num>
  <w:num w:numId="5" w16cid:durableId="1346830378">
    <w:abstractNumId w:val="8"/>
  </w:num>
  <w:num w:numId="6" w16cid:durableId="1931426999">
    <w:abstractNumId w:val="11"/>
  </w:num>
  <w:num w:numId="7" w16cid:durableId="276303499">
    <w:abstractNumId w:val="0"/>
  </w:num>
  <w:num w:numId="8" w16cid:durableId="1647394798">
    <w:abstractNumId w:val="6"/>
  </w:num>
  <w:num w:numId="9" w16cid:durableId="1433357786">
    <w:abstractNumId w:val="18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1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0" w16cid:durableId="136120076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71819770">
    <w:abstractNumId w:val="18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2" w16cid:durableId="175728956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8691676">
    <w:abstractNumId w:val="18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4" w16cid:durableId="1278101137">
    <w:abstractNumId w:val="18"/>
    <w:lvlOverride w:ilvl="0">
      <w:lvl w:ilvl="0">
        <w:start w:val="1"/>
        <w:numFmt w:val="decimal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decimal"/>
        <w:lvlRestart w:val="1"/>
        <w:pStyle w:val="Psmena"/>
        <w:lvlText w:val="%1.%2.%3."/>
        <w:lvlJc w:val="left"/>
        <w:pPr>
          <w:ind w:left="851" w:hanging="851"/>
        </w:pPr>
        <w:rPr>
          <w:rFonts w:hint="default"/>
        </w:rPr>
      </w:lvl>
    </w:lvlOverride>
    <w:lvlOverride w:ilvl="3">
      <w:lvl w:ilvl="3">
        <w:start w:val="1"/>
        <w:numFmt w:val="lowerLetter"/>
        <w:lvlRestart w:val="2"/>
        <w:lvlText w:val="%4)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pStyle w:val="Odrky"/>
        <w:lvlText w:val="-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6">
      <w:lvl w:ilvl="6">
        <w:start w:val="1"/>
        <w:numFmt w:val="none"/>
        <w:pStyle w:val="Tloneslovan"/>
        <w:lvlText w:val=""/>
        <w:lvlJc w:val="left"/>
        <w:pPr>
          <w:ind w:left="851" w:hanging="851"/>
        </w:pPr>
        <w:rPr>
          <w:rFonts w:hint="default"/>
        </w:rPr>
      </w:lvl>
    </w:lvlOverride>
    <w:lvlOverride w:ilvl="7">
      <w:lvl w:ilvl="7">
        <w:start w:val="1"/>
        <w:numFmt w:val="decimal"/>
        <w:pStyle w:val="Plohy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5" w16cid:durableId="167275194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32086392">
    <w:abstractNumId w:val="16"/>
  </w:num>
  <w:num w:numId="17" w16cid:durableId="1331182178">
    <w:abstractNumId w:val="10"/>
  </w:num>
  <w:num w:numId="18" w16cid:durableId="539054718">
    <w:abstractNumId w:val="16"/>
    <w:lvlOverride w:ilvl="0">
      <w:lvl w:ilvl="0">
        <w:start w:val="1"/>
        <w:numFmt w:val="decimal"/>
        <w:pStyle w:val="Nadpis1"/>
        <w:lvlText w:val="%1."/>
        <w:lvlJc w:val="left"/>
        <w:pPr>
          <w:ind w:left="851" w:hanging="851"/>
        </w:pPr>
        <w:rPr>
          <w:rFonts w:hint="default"/>
        </w:rPr>
      </w:lvl>
    </w:lvlOverride>
    <w:lvlOverride w:ilvl="1">
      <w:lvl w:ilvl="1">
        <w:start w:val="1"/>
        <w:numFmt w:val="decimal"/>
        <w:pStyle w:val="Tloslovan"/>
        <w:lvlText w:val="%1.%2."/>
        <w:lvlJc w:val="left"/>
        <w:pPr>
          <w:ind w:left="851" w:hanging="851"/>
        </w:pPr>
        <w:rPr>
          <w:rFonts w:ascii="Arial" w:hAnsi="Arial" w:hint="default"/>
        </w:rPr>
      </w:lvl>
    </w:lvlOverride>
    <w:lvlOverride w:ilvl="2">
      <w:lvl w:ilvl="2">
        <w:start w:val="1"/>
        <w:numFmt w:val="lowerLetter"/>
        <w:lvlRestart w:val="1"/>
        <w:lvlText w:val="%3)"/>
        <w:lvlJc w:val="left"/>
        <w:pPr>
          <w:ind w:left="1134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Restart w:val="2"/>
        <w:lvlText w:val="%4. "/>
        <w:lvlJc w:val="left"/>
        <w:pPr>
          <w:tabs>
            <w:tab w:val="num" w:pos="907"/>
          </w:tabs>
          <w:ind w:left="1134" w:hanging="283"/>
        </w:pPr>
        <w:rPr>
          <w:rFonts w:hint="default"/>
        </w:rPr>
      </w:lvl>
    </w:lvlOverride>
    <w:lvlOverride w:ilvl="4">
      <w:lvl w:ilvl="4">
        <w:start w:val="1"/>
        <w:numFmt w:val="none"/>
        <w:lvlRestart w:val="0"/>
        <w:lvlText w:val="– "/>
        <w:lvlJc w:val="left"/>
        <w:pPr>
          <w:ind w:left="1134" w:hanging="283"/>
        </w:pPr>
        <w:rPr>
          <w:rFonts w:ascii="Arial" w:hAnsi="Arial" w:hint="default"/>
          <w:sz w:val="22"/>
        </w:rPr>
      </w:lvl>
    </w:lvlOverride>
    <w:lvlOverride w:ilvl="5">
      <w:lvl w:ilvl="5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none"/>
        <w:lvlText w:val=""/>
        <w:lvlJc w:val="left"/>
        <w:pPr>
          <w:ind w:left="851" w:firstLine="0"/>
        </w:pPr>
        <w:rPr>
          <w:rFonts w:hint="default"/>
        </w:rPr>
      </w:lvl>
    </w:lvlOverride>
    <w:lvlOverride w:ilvl="7">
      <w:lvl w:ilvl="7">
        <w:start w:val="1"/>
        <w:numFmt w:val="decimal"/>
        <w:lvlText w:val="Příloha č. %8"/>
        <w:lvlJc w:val="left"/>
        <w:pPr>
          <w:ind w:left="1418" w:hanging="56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851" w:hanging="851"/>
        </w:pPr>
        <w:rPr>
          <w:rFonts w:hint="default"/>
        </w:rPr>
      </w:lvl>
    </w:lvlOverride>
  </w:num>
  <w:num w:numId="19" w16cid:durableId="318075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62282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953238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3260999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163718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78811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5409700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39569624">
    <w:abstractNumId w:val="1"/>
  </w:num>
  <w:num w:numId="27" w16cid:durableId="11015297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06572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667319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678868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6432876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994633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3825596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790597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36705540">
    <w:abstractNumId w:val="7"/>
  </w:num>
  <w:num w:numId="36" w16cid:durableId="76826619">
    <w:abstractNumId w:val="3"/>
  </w:num>
  <w:num w:numId="37" w16cid:durableId="2064982064">
    <w:abstractNumId w:val="15"/>
  </w:num>
  <w:num w:numId="38" w16cid:durableId="39405925">
    <w:abstractNumId w:val="2"/>
  </w:num>
  <w:num w:numId="39" w16cid:durableId="14103515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CA1"/>
    <w:rsid w:val="00006266"/>
    <w:rsid w:val="00007F4B"/>
    <w:rsid w:val="00024F36"/>
    <w:rsid w:val="00037A3B"/>
    <w:rsid w:val="00046F11"/>
    <w:rsid w:val="000531DC"/>
    <w:rsid w:val="00067828"/>
    <w:rsid w:val="0007295B"/>
    <w:rsid w:val="00074933"/>
    <w:rsid w:val="00084321"/>
    <w:rsid w:val="00091F3F"/>
    <w:rsid w:val="0009732E"/>
    <w:rsid w:val="00097BC6"/>
    <w:rsid w:val="000A4276"/>
    <w:rsid w:val="000B0C97"/>
    <w:rsid w:val="000B43AD"/>
    <w:rsid w:val="000C3224"/>
    <w:rsid w:val="000D2D3E"/>
    <w:rsid w:val="000E6D6E"/>
    <w:rsid w:val="000F3CED"/>
    <w:rsid w:val="00104227"/>
    <w:rsid w:val="00110CA5"/>
    <w:rsid w:val="00130941"/>
    <w:rsid w:val="001361BA"/>
    <w:rsid w:val="0014017E"/>
    <w:rsid w:val="00147C12"/>
    <w:rsid w:val="00154D8B"/>
    <w:rsid w:val="00165C44"/>
    <w:rsid w:val="001742E3"/>
    <w:rsid w:val="00191EB0"/>
    <w:rsid w:val="001964F7"/>
    <w:rsid w:val="001A433A"/>
    <w:rsid w:val="001B3AD5"/>
    <w:rsid w:val="001C6974"/>
    <w:rsid w:val="001D0797"/>
    <w:rsid w:val="001D10F8"/>
    <w:rsid w:val="001D138F"/>
    <w:rsid w:val="001D468C"/>
    <w:rsid w:val="001D4C2C"/>
    <w:rsid w:val="001E29C4"/>
    <w:rsid w:val="001E78AD"/>
    <w:rsid w:val="001F1203"/>
    <w:rsid w:val="001F594B"/>
    <w:rsid w:val="002068DE"/>
    <w:rsid w:val="00206A50"/>
    <w:rsid w:val="002137A2"/>
    <w:rsid w:val="00214512"/>
    <w:rsid w:val="0021622E"/>
    <w:rsid w:val="00222517"/>
    <w:rsid w:val="00222832"/>
    <w:rsid w:val="002260D6"/>
    <w:rsid w:val="0022725A"/>
    <w:rsid w:val="0022762B"/>
    <w:rsid w:val="00231B37"/>
    <w:rsid w:val="00274075"/>
    <w:rsid w:val="00276A68"/>
    <w:rsid w:val="00276E18"/>
    <w:rsid w:val="00280415"/>
    <w:rsid w:val="00280CBC"/>
    <w:rsid w:val="002905A3"/>
    <w:rsid w:val="00297665"/>
    <w:rsid w:val="002A3542"/>
    <w:rsid w:val="002B63EA"/>
    <w:rsid w:val="002C27F1"/>
    <w:rsid w:val="002C68EC"/>
    <w:rsid w:val="002D3242"/>
    <w:rsid w:val="002D60B6"/>
    <w:rsid w:val="002D6626"/>
    <w:rsid w:val="002E74F7"/>
    <w:rsid w:val="002E79D6"/>
    <w:rsid w:val="00303D43"/>
    <w:rsid w:val="0030491F"/>
    <w:rsid w:val="00306A11"/>
    <w:rsid w:val="00317CA2"/>
    <w:rsid w:val="00334798"/>
    <w:rsid w:val="00334CC2"/>
    <w:rsid w:val="00352E80"/>
    <w:rsid w:val="00357B7E"/>
    <w:rsid w:val="00357F72"/>
    <w:rsid w:val="00370681"/>
    <w:rsid w:val="00384189"/>
    <w:rsid w:val="00393585"/>
    <w:rsid w:val="003A6773"/>
    <w:rsid w:val="003B0D07"/>
    <w:rsid w:val="003B1ACB"/>
    <w:rsid w:val="003B34AC"/>
    <w:rsid w:val="003B48D0"/>
    <w:rsid w:val="003B766D"/>
    <w:rsid w:val="003D480F"/>
    <w:rsid w:val="003E4608"/>
    <w:rsid w:val="003E658D"/>
    <w:rsid w:val="003F2EA2"/>
    <w:rsid w:val="004135BA"/>
    <w:rsid w:val="004337CB"/>
    <w:rsid w:val="004359E0"/>
    <w:rsid w:val="00435CAD"/>
    <w:rsid w:val="00437142"/>
    <w:rsid w:val="0044776C"/>
    <w:rsid w:val="0047394E"/>
    <w:rsid w:val="004806F6"/>
    <w:rsid w:val="004840AF"/>
    <w:rsid w:val="00493A1A"/>
    <w:rsid w:val="00496FC9"/>
    <w:rsid w:val="004A6A9A"/>
    <w:rsid w:val="004B6CC6"/>
    <w:rsid w:val="004B78DA"/>
    <w:rsid w:val="004D1E5C"/>
    <w:rsid w:val="004E274D"/>
    <w:rsid w:val="004E31E7"/>
    <w:rsid w:val="004E4A05"/>
    <w:rsid w:val="004F3106"/>
    <w:rsid w:val="00504371"/>
    <w:rsid w:val="005066D2"/>
    <w:rsid w:val="00506E80"/>
    <w:rsid w:val="00515259"/>
    <w:rsid w:val="00515522"/>
    <w:rsid w:val="00521FC9"/>
    <w:rsid w:val="005227BD"/>
    <w:rsid w:val="00525895"/>
    <w:rsid w:val="00536151"/>
    <w:rsid w:val="005369D8"/>
    <w:rsid w:val="0056241F"/>
    <w:rsid w:val="00566DB5"/>
    <w:rsid w:val="00571D80"/>
    <w:rsid w:val="005816E4"/>
    <w:rsid w:val="005958EF"/>
    <w:rsid w:val="005A00F6"/>
    <w:rsid w:val="005A0EC7"/>
    <w:rsid w:val="005A5802"/>
    <w:rsid w:val="005C0F6D"/>
    <w:rsid w:val="005C172F"/>
    <w:rsid w:val="005C3F2B"/>
    <w:rsid w:val="005F2092"/>
    <w:rsid w:val="00622D2F"/>
    <w:rsid w:val="006256BA"/>
    <w:rsid w:val="006331DC"/>
    <w:rsid w:val="006617D8"/>
    <w:rsid w:val="006704DC"/>
    <w:rsid w:val="00672AAE"/>
    <w:rsid w:val="006744D3"/>
    <w:rsid w:val="006941C1"/>
    <w:rsid w:val="00695C78"/>
    <w:rsid w:val="006A0B54"/>
    <w:rsid w:val="006D03E5"/>
    <w:rsid w:val="006D46E3"/>
    <w:rsid w:val="006E660C"/>
    <w:rsid w:val="006F0773"/>
    <w:rsid w:val="006F197A"/>
    <w:rsid w:val="006F599E"/>
    <w:rsid w:val="006F676B"/>
    <w:rsid w:val="00700C97"/>
    <w:rsid w:val="00713986"/>
    <w:rsid w:val="00761177"/>
    <w:rsid w:val="00762919"/>
    <w:rsid w:val="00780C8A"/>
    <w:rsid w:val="0078499B"/>
    <w:rsid w:val="00794F87"/>
    <w:rsid w:val="00797F5A"/>
    <w:rsid w:val="007A0CE4"/>
    <w:rsid w:val="007A176D"/>
    <w:rsid w:val="007B24DC"/>
    <w:rsid w:val="007C48FA"/>
    <w:rsid w:val="007C7FE3"/>
    <w:rsid w:val="007D07BE"/>
    <w:rsid w:val="00800C18"/>
    <w:rsid w:val="008030A6"/>
    <w:rsid w:val="00806110"/>
    <w:rsid w:val="00811A7C"/>
    <w:rsid w:val="00811E38"/>
    <w:rsid w:val="00813D66"/>
    <w:rsid w:val="0081752B"/>
    <w:rsid w:val="008433BA"/>
    <w:rsid w:val="00845F4F"/>
    <w:rsid w:val="0085118A"/>
    <w:rsid w:val="008546AF"/>
    <w:rsid w:val="0086303A"/>
    <w:rsid w:val="00866F0F"/>
    <w:rsid w:val="00871C9A"/>
    <w:rsid w:val="00874555"/>
    <w:rsid w:val="00874CA1"/>
    <w:rsid w:val="00875395"/>
    <w:rsid w:val="0088125A"/>
    <w:rsid w:val="00882BF6"/>
    <w:rsid w:val="00884643"/>
    <w:rsid w:val="00885F81"/>
    <w:rsid w:val="0089476F"/>
    <w:rsid w:val="008A501C"/>
    <w:rsid w:val="008A72AF"/>
    <w:rsid w:val="008B64F9"/>
    <w:rsid w:val="008C74B5"/>
    <w:rsid w:val="008C7DE0"/>
    <w:rsid w:val="008D1E08"/>
    <w:rsid w:val="008E17B9"/>
    <w:rsid w:val="008E4ECD"/>
    <w:rsid w:val="008E74B5"/>
    <w:rsid w:val="00902243"/>
    <w:rsid w:val="00902DE2"/>
    <w:rsid w:val="00907B1E"/>
    <w:rsid w:val="009165A5"/>
    <w:rsid w:val="00921C04"/>
    <w:rsid w:val="00933444"/>
    <w:rsid w:val="00940795"/>
    <w:rsid w:val="0096548E"/>
    <w:rsid w:val="0097478D"/>
    <w:rsid w:val="0097772E"/>
    <w:rsid w:val="00980075"/>
    <w:rsid w:val="00982E0B"/>
    <w:rsid w:val="009920D7"/>
    <w:rsid w:val="00992C64"/>
    <w:rsid w:val="009B0028"/>
    <w:rsid w:val="009C5570"/>
    <w:rsid w:val="009D14EC"/>
    <w:rsid w:val="009D38B9"/>
    <w:rsid w:val="009F5D76"/>
    <w:rsid w:val="00A138FD"/>
    <w:rsid w:val="00A13E73"/>
    <w:rsid w:val="00A173CF"/>
    <w:rsid w:val="00A31016"/>
    <w:rsid w:val="00A31C63"/>
    <w:rsid w:val="00A32A19"/>
    <w:rsid w:val="00A3397A"/>
    <w:rsid w:val="00A33BB2"/>
    <w:rsid w:val="00A3513F"/>
    <w:rsid w:val="00A3730D"/>
    <w:rsid w:val="00A41623"/>
    <w:rsid w:val="00A531DE"/>
    <w:rsid w:val="00A57C4D"/>
    <w:rsid w:val="00A61E27"/>
    <w:rsid w:val="00A76359"/>
    <w:rsid w:val="00A83716"/>
    <w:rsid w:val="00A92BFB"/>
    <w:rsid w:val="00A96912"/>
    <w:rsid w:val="00AC5DC2"/>
    <w:rsid w:val="00AD728B"/>
    <w:rsid w:val="00AF2F6F"/>
    <w:rsid w:val="00AF7411"/>
    <w:rsid w:val="00B37533"/>
    <w:rsid w:val="00B40775"/>
    <w:rsid w:val="00B42723"/>
    <w:rsid w:val="00B553C7"/>
    <w:rsid w:val="00B5718A"/>
    <w:rsid w:val="00B66A17"/>
    <w:rsid w:val="00B73DA0"/>
    <w:rsid w:val="00B74A58"/>
    <w:rsid w:val="00B81A5C"/>
    <w:rsid w:val="00B83C99"/>
    <w:rsid w:val="00B85AED"/>
    <w:rsid w:val="00B9678B"/>
    <w:rsid w:val="00BA50CE"/>
    <w:rsid w:val="00BB4B04"/>
    <w:rsid w:val="00BD565E"/>
    <w:rsid w:val="00BD62C1"/>
    <w:rsid w:val="00BF0B4A"/>
    <w:rsid w:val="00C03DAD"/>
    <w:rsid w:val="00C07D79"/>
    <w:rsid w:val="00C20440"/>
    <w:rsid w:val="00C46C13"/>
    <w:rsid w:val="00C76D5E"/>
    <w:rsid w:val="00C96C2E"/>
    <w:rsid w:val="00CA4A7B"/>
    <w:rsid w:val="00CA5290"/>
    <w:rsid w:val="00CC1818"/>
    <w:rsid w:val="00CD23A3"/>
    <w:rsid w:val="00CD67A5"/>
    <w:rsid w:val="00CE329E"/>
    <w:rsid w:val="00CE431E"/>
    <w:rsid w:val="00CE5FF7"/>
    <w:rsid w:val="00CF5BDC"/>
    <w:rsid w:val="00CF7913"/>
    <w:rsid w:val="00D0079D"/>
    <w:rsid w:val="00D04678"/>
    <w:rsid w:val="00D05791"/>
    <w:rsid w:val="00D410A1"/>
    <w:rsid w:val="00D44314"/>
    <w:rsid w:val="00D47760"/>
    <w:rsid w:val="00D5576E"/>
    <w:rsid w:val="00D55AF9"/>
    <w:rsid w:val="00D61864"/>
    <w:rsid w:val="00D623AD"/>
    <w:rsid w:val="00D675AD"/>
    <w:rsid w:val="00D71017"/>
    <w:rsid w:val="00D764A4"/>
    <w:rsid w:val="00D80BDC"/>
    <w:rsid w:val="00D81F98"/>
    <w:rsid w:val="00D8739D"/>
    <w:rsid w:val="00D962D6"/>
    <w:rsid w:val="00DA6DD1"/>
    <w:rsid w:val="00DB236E"/>
    <w:rsid w:val="00DB7522"/>
    <w:rsid w:val="00DB7EAA"/>
    <w:rsid w:val="00DC7B69"/>
    <w:rsid w:val="00DF2477"/>
    <w:rsid w:val="00DF6FD2"/>
    <w:rsid w:val="00E03796"/>
    <w:rsid w:val="00E11725"/>
    <w:rsid w:val="00E12D7E"/>
    <w:rsid w:val="00E15988"/>
    <w:rsid w:val="00E15D79"/>
    <w:rsid w:val="00E17012"/>
    <w:rsid w:val="00E307AC"/>
    <w:rsid w:val="00E3536F"/>
    <w:rsid w:val="00E506CC"/>
    <w:rsid w:val="00E50BC5"/>
    <w:rsid w:val="00E54DCB"/>
    <w:rsid w:val="00E61748"/>
    <w:rsid w:val="00E65CDC"/>
    <w:rsid w:val="00E77D93"/>
    <w:rsid w:val="00E91EC0"/>
    <w:rsid w:val="00E9457E"/>
    <w:rsid w:val="00E94914"/>
    <w:rsid w:val="00EB3453"/>
    <w:rsid w:val="00EB3A44"/>
    <w:rsid w:val="00EB7CBD"/>
    <w:rsid w:val="00EC2D40"/>
    <w:rsid w:val="00ED60DA"/>
    <w:rsid w:val="00ED6E7B"/>
    <w:rsid w:val="00EE7543"/>
    <w:rsid w:val="00EF419D"/>
    <w:rsid w:val="00F14730"/>
    <w:rsid w:val="00F21C38"/>
    <w:rsid w:val="00F31C3E"/>
    <w:rsid w:val="00F46FAE"/>
    <w:rsid w:val="00F54E71"/>
    <w:rsid w:val="00F6543E"/>
    <w:rsid w:val="00F74014"/>
    <w:rsid w:val="00F753AE"/>
    <w:rsid w:val="00F77C57"/>
    <w:rsid w:val="00F92449"/>
    <w:rsid w:val="00FA2B16"/>
    <w:rsid w:val="00FA731C"/>
    <w:rsid w:val="00FB34F1"/>
    <w:rsid w:val="00FB3704"/>
    <w:rsid w:val="00FC1237"/>
    <w:rsid w:val="00FC343B"/>
    <w:rsid w:val="00FC5C8F"/>
    <w:rsid w:val="00FD1280"/>
    <w:rsid w:val="00FD3438"/>
    <w:rsid w:val="00FE3EA1"/>
    <w:rsid w:val="00FE4E5B"/>
    <w:rsid w:val="00FF5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4A98F"/>
  <w15:chartTrackingRefBased/>
  <w15:docId w15:val="{9AB09B5A-2855-4D3C-A27F-A0D7FB246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66D2"/>
    <w:pPr>
      <w:spacing w:before="120" w:after="120" w:line="276" w:lineRule="auto"/>
    </w:pPr>
    <w:rPr>
      <w:rFonts w:ascii="Arial" w:hAnsi="Arial" w:cs="Arial"/>
    </w:rPr>
  </w:style>
  <w:style w:type="paragraph" w:styleId="Nadpis1">
    <w:name w:val="heading 1"/>
    <w:aliases w:val="Kapitola,_Nadpis 1,H1"/>
    <w:basedOn w:val="Normln"/>
    <w:next w:val="Nadpis2"/>
    <w:link w:val="Nadpis1Char"/>
    <w:uiPriority w:val="9"/>
    <w:qFormat/>
    <w:rsid w:val="00B9678B"/>
    <w:pPr>
      <w:keepNext/>
      <w:keepLines/>
      <w:numPr>
        <w:numId w:val="16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/>
      <w:outlineLvl w:val="0"/>
    </w:pPr>
    <w:rPr>
      <w:rFonts w:eastAsiaTheme="majorEastAsia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aliases w:val="Podkapitola"/>
    <w:basedOn w:val="Normln"/>
    <w:next w:val="Tloslovan"/>
    <w:link w:val="Nadpis2Char"/>
    <w:uiPriority w:val="9"/>
    <w:unhideWhenUsed/>
    <w:qFormat/>
    <w:rsid w:val="00DA6DD1"/>
    <w:pPr>
      <w:keepNext/>
      <w:keepLines/>
      <w:outlineLvl w:val="1"/>
    </w:pPr>
    <w:rPr>
      <w:rFonts w:eastAsiaTheme="majorEastAsia"/>
      <w:b/>
      <w:smallCaps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5118A"/>
    <w:pPr>
      <w:keepNext/>
      <w:keepLines/>
      <w:spacing w:before="40" w:after="0"/>
      <w:outlineLvl w:val="2"/>
    </w:pPr>
    <w:rPr>
      <w:rFonts w:eastAsiaTheme="majorEastAsia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7C12"/>
  </w:style>
  <w:style w:type="paragraph" w:styleId="Zpat">
    <w:name w:val="footer"/>
    <w:basedOn w:val="Normln"/>
    <w:link w:val="ZpatChar"/>
    <w:uiPriority w:val="99"/>
    <w:unhideWhenUsed/>
    <w:rsid w:val="00147C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7C12"/>
  </w:style>
  <w:style w:type="character" w:customStyle="1" w:styleId="Nadpis1Char">
    <w:name w:val="Nadpis 1 Char"/>
    <w:aliases w:val="Kapitola Char,_Nadpis 1 Char,H1 Char"/>
    <w:basedOn w:val="Standardnpsmoodstavce"/>
    <w:link w:val="Nadpis1"/>
    <w:uiPriority w:val="9"/>
    <w:rsid w:val="00B9678B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aliases w:val="Podkapitola Char"/>
    <w:basedOn w:val="Standardnpsmoodstavce"/>
    <w:link w:val="Nadpis2"/>
    <w:uiPriority w:val="9"/>
    <w:rsid w:val="00DA6DD1"/>
    <w:rPr>
      <w:rFonts w:ascii="Arial" w:eastAsiaTheme="majorEastAsia" w:hAnsi="Arial" w:cs="Arial"/>
      <w:b/>
      <w:smallCaps/>
    </w:rPr>
  </w:style>
  <w:style w:type="character" w:customStyle="1" w:styleId="Nadpis3Char">
    <w:name w:val="Nadpis 3 Char"/>
    <w:basedOn w:val="Standardnpsmoodstavce"/>
    <w:link w:val="Nadpis3"/>
    <w:uiPriority w:val="9"/>
    <w:rsid w:val="0085118A"/>
    <w:rPr>
      <w:rFonts w:ascii="Arial" w:eastAsiaTheme="majorEastAsia" w:hAnsi="Arial" w:cs="Arial"/>
      <w:sz w:val="24"/>
      <w:szCs w:val="24"/>
    </w:rPr>
  </w:style>
  <w:style w:type="paragraph" w:styleId="Podnadpis">
    <w:name w:val="Subtitle"/>
    <w:aliases w:val="Podstyl"/>
    <w:basedOn w:val="Normln"/>
    <w:next w:val="Tloneslovan"/>
    <w:link w:val="PodnadpisChar"/>
    <w:uiPriority w:val="11"/>
    <w:qFormat/>
    <w:rsid w:val="006256BA"/>
    <w:pPr>
      <w:ind w:left="851"/>
      <w:jc w:val="both"/>
    </w:pPr>
    <w:rPr>
      <w:b/>
      <w:bCs/>
    </w:rPr>
  </w:style>
  <w:style w:type="character" w:customStyle="1" w:styleId="PodnadpisChar">
    <w:name w:val="Podnadpis Char"/>
    <w:aliases w:val="Podstyl Char"/>
    <w:basedOn w:val="Standardnpsmoodstavce"/>
    <w:link w:val="Podnadpis"/>
    <w:uiPriority w:val="99"/>
    <w:rsid w:val="006256BA"/>
    <w:rPr>
      <w:rFonts w:ascii="Arial" w:hAnsi="Arial" w:cs="Arial"/>
      <w:b/>
      <w:bCs/>
    </w:rPr>
  </w:style>
  <w:style w:type="paragraph" w:styleId="Nzev">
    <w:name w:val="Title"/>
    <w:basedOn w:val="Normln"/>
    <w:next w:val="Normln"/>
    <w:link w:val="NzevChar"/>
    <w:uiPriority w:val="10"/>
    <w:qFormat/>
    <w:rsid w:val="005066D2"/>
    <w:pPr>
      <w:ind w:left="851" w:hanging="851"/>
    </w:pPr>
  </w:style>
  <w:style w:type="character" w:customStyle="1" w:styleId="NzevChar">
    <w:name w:val="Název Char"/>
    <w:basedOn w:val="Standardnpsmoodstavce"/>
    <w:link w:val="Nzev"/>
    <w:uiPriority w:val="10"/>
    <w:rsid w:val="005066D2"/>
    <w:rPr>
      <w:rFonts w:ascii="Arial" w:hAnsi="Arial" w:cs="Arial"/>
    </w:rPr>
  </w:style>
  <w:style w:type="paragraph" w:customStyle="1" w:styleId="Tloslovan">
    <w:name w:val="Tělo číslované"/>
    <w:basedOn w:val="Normln"/>
    <w:link w:val="TloslovanChar"/>
    <w:qFormat/>
    <w:rsid w:val="006256BA"/>
    <w:pPr>
      <w:numPr>
        <w:ilvl w:val="1"/>
        <w:numId w:val="16"/>
      </w:numPr>
      <w:jc w:val="both"/>
    </w:pPr>
  </w:style>
  <w:style w:type="paragraph" w:customStyle="1" w:styleId="Tloneslovan">
    <w:name w:val="Tělo nečíslované"/>
    <w:basedOn w:val="Odrky"/>
    <w:link w:val="TloneslovanChar"/>
    <w:qFormat/>
    <w:rsid w:val="0097478D"/>
    <w:pPr>
      <w:numPr>
        <w:ilvl w:val="6"/>
      </w:numPr>
    </w:pPr>
  </w:style>
  <w:style w:type="character" w:customStyle="1" w:styleId="TloslovanChar">
    <w:name w:val="Tělo číslované Char"/>
    <w:basedOn w:val="Standardnpsmoodstavce"/>
    <w:link w:val="Tloslovan"/>
    <w:rsid w:val="006256BA"/>
    <w:rPr>
      <w:rFonts w:ascii="Arial" w:hAnsi="Arial" w:cs="Arial"/>
    </w:rPr>
  </w:style>
  <w:style w:type="paragraph" w:customStyle="1" w:styleId="Psmena">
    <w:name w:val="Písmena"/>
    <w:basedOn w:val="Normln"/>
    <w:link w:val="PsmenaChar"/>
    <w:qFormat/>
    <w:rsid w:val="006256BA"/>
    <w:pPr>
      <w:numPr>
        <w:ilvl w:val="2"/>
        <w:numId w:val="2"/>
      </w:numPr>
      <w:jc w:val="both"/>
    </w:pPr>
  </w:style>
  <w:style w:type="character" w:customStyle="1" w:styleId="TloneslovanChar">
    <w:name w:val="Tělo nečíslované Char"/>
    <w:basedOn w:val="Standardnpsmoodstavce"/>
    <w:link w:val="Tloneslovan"/>
    <w:rsid w:val="0097478D"/>
    <w:rPr>
      <w:rFonts w:ascii="Arial" w:hAnsi="Arial" w:cs="Arial"/>
    </w:rPr>
  </w:style>
  <w:style w:type="paragraph" w:customStyle="1" w:styleId="Plohy">
    <w:name w:val="Přílohy"/>
    <w:basedOn w:val="Tloneslovan"/>
    <w:link w:val="PlohyChar"/>
    <w:qFormat/>
    <w:rsid w:val="00B37533"/>
    <w:pPr>
      <w:numPr>
        <w:ilvl w:val="7"/>
      </w:numPr>
    </w:pPr>
  </w:style>
  <w:style w:type="character" w:customStyle="1" w:styleId="PsmenaChar">
    <w:name w:val="Písmena Char"/>
    <w:basedOn w:val="Standardnpsmoodstavce"/>
    <w:link w:val="Psmena"/>
    <w:uiPriority w:val="99"/>
    <w:rsid w:val="006256BA"/>
    <w:rPr>
      <w:rFonts w:ascii="Arial" w:hAnsi="Arial" w:cs="Arial"/>
    </w:rPr>
  </w:style>
  <w:style w:type="character" w:styleId="Zdraznnjemn">
    <w:name w:val="Subtle Emphasis"/>
    <w:basedOn w:val="TloslovanChar"/>
    <w:uiPriority w:val="19"/>
    <w:qFormat/>
    <w:rsid w:val="00357F72"/>
    <w:rPr>
      <w:rFonts w:ascii="Arial" w:hAnsi="Arial" w:cs="Arial"/>
      <w:i/>
      <w:iCs/>
      <w:color w:val="404040" w:themeColor="text1" w:themeTint="BF"/>
    </w:rPr>
  </w:style>
  <w:style w:type="character" w:customStyle="1" w:styleId="PlohyChar">
    <w:name w:val="Přílohy Char"/>
    <w:basedOn w:val="TloneslovanChar"/>
    <w:link w:val="Plohy"/>
    <w:rsid w:val="00B37533"/>
    <w:rPr>
      <w:rFonts w:ascii="Arial" w:hAnsi="Arial" w:cs="Arial"/>
    </w:rPr>
  </w:style>
  <w:style w:type="character" w:styleId="Siln">
    <w:name w:val="Strong"/>
    <w:basedOn w:val="TloslovanChar"/>
    <w:uiPriority w:val="22"/>
    <w:qFormat/>
    <w:rsid w:val="00357F72"/>
    <w:rPr>
      <w:rFonts w:ascii="Arial" w:hAnsi="Arial" w:cs="Arial"/>
      <w:b/>
      <w:bCs/>
    </w:rPr>
  </w:style>
  <w:style w:type="paragraph" w:customStyle="1" w:styleId="Nzevdokumentu">
    <w:name w:val="Název dokumentu"/>
    <w:basedOn w:val="Normln"/>
    <w:link w:val="NzevdokumentuChar"/>
    <w:qFormat/>
    <w:rsid w:val="00357F72"/>
    <w:pPr>
      <w:spacing w:before="4000" w:after="480"/>
      <w:jc w:val="center"/>
    </w:pPr>
    <w:rPr>
      <w:b/>
      <w:bCs/>
      <w:sz w:val="32"/>
      <w:szCs w:val="32"/>
    </w:rPr>
  </w:style>
  <w:style w:type="paragraph" w:customStyle="1" w:styleId="Nzevveejnzakzky">
    <w:name w:val="Název veřejné zakázky"/>
    <w:basedOn w:val="Normln"/>
    <w:link w:val="NzevveejnzakzkyChar"/>
    <w:qFormat/>
    <w:rsid w:val="00A61E27"/>
    <w:pPr>
      <w:spacing w:before="480" w:after="4800"/>
      <w:jc w:val="center"/>
    </w:pPr>
    <w:rPr>
      <w:b/>
      <w:bCs/>
      <w:smallCaps/>
      <w:sz w:val="32"/>
      <w:szCs w:val="32"/>
    </w:rPr>
  </w:style>
  <w:style w:type="character" w:customStyle="1" w:styleId="NzevdokumentuChar">
    <w:name w:val="Název dokumentu Char"/>
    <w:basedOn w:val="Standardnpsmoodstavce"/>
    <w:link w:val="Nzevdokumentu"/>
    <w:rsid w:val="00357F72"/>
    <w:rPr>
      <w:rFonts w:ascii="Arial" w:hAnsi="Arial" w:cs="Arial"/>
      <w:b/>
      <w:bCs/>
      <w:sz w:val="32"/>
      <w:szCs w:val="32"/>
    </w:rPr>
  </w:style>
  <w:style w:type="paragraph" w:customStyle="1" w:styleId="Zkladnpopis">
    <w:name w:val="Základní popis"/>
    <w:basedOn w:val="Normln"/>
    <w:link w:val="ZkladnpopisChar"/>
    <w:qFormat/>
    <w:rsid w:val="00437142"/>
    <w:pPr>
      <w:spacing w:before="240"/>
      <w:jc w:val="both"/>
    </w:pPr>
  </w:style>
  <w:style w:type="character" w:customStyle="1" w:styleId="NzevveejnzakzkyChar">
    <w:name w:val="Název veřejné zakázky Char"/>
    <w:basedOn w:val="Standardnpsmoodstavce"/>
    <w:link w:val="Nzevveejnzakzky"/>
    <w:rsid w:val="00A61E27"/>
    <w:rPr>
      <w:rFonts w:ascii="Arial" w:hAnsi="Arial" w:cs="Arial"/>
      <w:b/>
      <w:bCs/>
      <w:smallCaps/>
      <w:sz w:val="32"/>
      <w:szCs w:val="32"/>
    </w:rPr>
  </w:style>
  <w:style w:type="paragraph" w:styleId="Obsah2">
    <w:name w:val="toc 2"/>
    <w:basedOn w:val="Normln"/>
    <w:next w:val="Normln"/>
    <w:autoRedefine/>
    <w:uiPriority w:val="39"/>
    <w:unhideWhenUsed/>
    <w:rsid w:val="00437142"/>
    <w:pPr>
      <w:spacing w:before="60" w:after="60"/>
      <w:ind w:left="567"/>
    </w:pPr>
  </w:style>
  <w:style w:type="character" w:customStyle="1" w:styleId="ZkladnpopisChar">
    <w:name w:val="Základní popis Char"/>
    <w:basedOn w:val="Standardnpsmoodstavce"/>
    <w:link w:val="Zkladnpopis"/>
    <w:rsid w:val="00437142"/>
    <w:rPr>
      <w:rFonts w:ascii="Arial" w:hAnsi="Arial" w:cs="Arial"/>
    </w:rPr>
  </w:style>
  <w:style w:type="paragraph" w:styleId="Obsah1">
    <w:name w:val="toc 1"/>
    <w:basedOn w:val="Normln"/>
    <w:next w:val="Normln"/>
    <w:autoRedefine/>
    <w:uiPriority w:val="39"/>
    <w:unhideWhenUsed/>
    <w:rsid w:val="00B9678B"/>
    <w:pPr>
      <w:spacing w:before="60" w:after="60"/>
      <w:ind w:right="567"/>
    </w:pPr>
  </w:style>
  <w:style w:type="character" w:styleId="Hypertextovodkaz">
    <w:name w:val="Hyperlink"/>
    <w:basedOn w:val="Standardnpsmoodstavce"/>
    <w:uiPriority w:val="99"/>
    <w:unhideWhenUsed/>
    <w:rsid w:val="00B40775"/>
    <w:rPr>
      <w:color w:val="0563C1" w:themeColor="hyperlink"/>
      <w:u w:val="single"/>
    </w:rPr>
  </w:style>
  <w:style w:type="table" w:styleId="Mkatabulky">
    <w:name w:val="Table Grid"/>
    <w:basedOn w:val="Normlntabulka"/>
    <w:uiPriority w:val="59"/>
    <w:rsid w:val="00B967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B9678B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2F5496" w:themeColor="accent1" w:themeShade="BF"/>
      <w:sz w:val="32"/>
      <w:szCs w:val="32"/>
      <w:lang w:eastAsia="cs-CZ"/>
    </w:rPr>
  </w:style>
  <w:style w:type="paragraph" w:customStyle="1" w:styleId="Obsah">
    <w:name w:val="Obsah"/>
    <w:basedOn w:val="Nzevdokumentu"/>
    <w:link w:val="ObsahChar"/>
    <w:qFormat/>
    <w:rsid w:val="00024F36"/>
    <w:p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240" w:after="240"/>
      <w:jc w:val="left"/>
    </w:pPr>
    <w:rPr>
      <w:color w:val="808080" w:themeColor="background1" w:themeShade="80"/>
      <w:sz w:val="28"/>
      <w:szCs w:val="28"/>
    </w:rPr>
  </w:style>
  <w:style w:type="paragraph" w:styleId="Normlnweb">
    <w:name w:val="Normal (Web)"/>
    <w:basedOn w:val="Normln"/>
    <w:uiPriority w:val="99"/>
    <w:semiHidden/>
    <w:unhideWhenUsed/>
    <w:rsid w:val="004371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bsahChar">
    <w:name w:val="Obsah Char"/>
    <w:basedOn w:val="NzevdokumentuChar"/>
    <w:link w:val="Obsah"/>
    <w:rsid w:val="00024F36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paragraph" w:customStyle="1" w:styleId="Odrky">
    <w:name w:val="Odrážky"/>
    <w:basedOn w:val="Psmena"/>
    <w:link w:val="OdrkyChar"/>
    <w:qFormat/>
    <w:rsid w:val="00AF2F6F"/>
    <w:pPr>
      <w:numPr>
        <w:ilvl w:val="4"/>
      </w:numPr>
    </w:pPr>
  </w:style>
  <w:style w:type="character" w:styleId="Zstupntext">
    <w:name w:val="Placeholder Text"/>
    <w:basedOn w:val="Standardnpsmoodstavce"/>
    <w:uiPriority w:val="99"/>
    <w:semiHidden/>
    <w:rsid w:val="00FD3438"/>
    <w:rPr>
      <w:color w:val="808080"/>
    </w:rPr>
  </w:style>
  <w:style w:type="character" w:customStyle="1" w:styleId="OdrkyChar">
    <w:name w:val="Odrážky Char"/>
    <w:basedOn w:val="PsmenaChar"/>
    <w:link w:val="Odrky"/>
    <w:rsid w:val="00AF2F6F"/>
    <w:rPr>
      <w:rFonts w:ascii="Arial" w:hAnsi="Arial" w:cs="Arial"/>
    </w:rPr>
  </w:style>
  <w:style w:type="paragraph" w:customStyle="1" w:styleId="ZhlavsnzvemVZ">
    <w:name w:val="Záhlaví s názvem VZ"/>
    <w:basedOn w:val="Zhlav"/>
    <w:link w:val="ZhlavsnzvemVZChar"/>
    <w:qFormat/>
    <w:rsid w:val="00D44314"/>
    <w:rPr>
      <w:sz w:val="18"/>
      <w:szCs w:val="18"/>
    </w:rPr>
  </w:style>
  <w:style w:type="paragraph" w:customStyle="1" w:styleId="Zpatslastrnek">
    <w:name w:val="Zápatí čísla stránek"/>
    <w:basedOn w:val="Zpat"/>
    <w:link w:val="ZpatslastrnekChar"/>
    <w:qFormat/>
    <w:rsid w:val="00D44314"/>
    <w:pPr>
      <w:jc w:val="right"/>
    </w:pPr>
    <w:rPr>
      <w:sz w:val="18"/>
      <w:szCs w:val="18"/>
    </w:rPr>
  </w:style>
  <w:style w:type="character" w:customStyle="1" w:styleId="ZhlavsnzvemVZChar">
    <w:name w:val="Záhlaví s názvem VZ Char"/>
    <w:basedOn w:val="ZhlavChar"/>
    <w:link w:val="ZhlavsnzvemVZ"/>
    <w:rsid w:val="00D44314"/>
    <w:rPr>
      <w:rFonts w:ascii="Arial" w:hAnsi="Arial" w:cs="Arial"/>
      <w:sz w:val="18"/>
      <w:szCs w:val="18"/>
    </w:rPr>
  </w:style>
  <w:style w:type="character" w:customStyle="1" w:styleId="ZpatslastrnekChar">
    <w:name w:val="Zápatí čísla stránek Char"/>
    <w:basedOn w:val="ZpatChar"/>
    <w:link w:val="Zpatslastrnek"/>
    <w:rsid w:val="00D44314"/>
    <w:rPr>
      <w:rFonts w:ascii="Arial" w:hAnsi="Arial" w:cs="Arial"/>
      <w:sz w:val="18"/>
      <w:szCs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172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1725"/>
    <w:rPr>
      <w:rFonts w:ascii="Segoe UI" w:hAnsi="Segoe UI" w:cs="Segoe UI"/>
      <w:sz w:val="18"/>
      <w:szCs w:val="18"/>
    </w:rPr>
  </w:style>
  <w:style w:type="paragraph" w:customStyle="1" w:styleId="Nzevsmlouvyodlo">
    <w:name w:val="Název smlouvy o dílo"/>
    <w:basedOn w:val="Obsah"/>
    <w:link w:val="NzevsmlouvyodloChar"/>
    <w:qFormat/>
    <w:rsid w:val="00E11725"/>
    <w:pPr>
      <w:jc w:val="center"/>
    </w:pPr>
  </w:style>
  <w:style w:type="paragraph" w:styleId="Odstavecseseznamem">
    <w:name w:val="List Paragraph"/>
    <w:basedOn w:val="Normln"/>
    <w:uiPriority w:val="34"/>
    <w:rsid w:val="00E11725"/>
    <w:pPr>
      <w:keepNext/>
      <w:numPr>
        <w:numId w:val="15"/>
      </w:numPr>
      <w:spacing w:before="0" w:after="0" w:line="240" w:lineRule="auto"/>
      <w:ind w:hanging="720"/>
      <w:contextualSpacing/>
    </w:pPr>
    <w:rPr>
      <w:rFonts w:asciiTheme="minorHAnsi" w:hAnsiTheme="minorHAnsi"/>
      <w:color w:val="000000"/>
    </w:rPr>
  </w:style>
  <w:style w:type="character" w:customStyle="1" w:styleId="NzevsmlouvyodloChar">
    <w:name w:val="Název smlouvy o dílo Char"/>
    <w:basedOn w:val="ObsahChar"/>
    <w:link w:val="Nzevsmlouvyodlo"/>
    <w:rsid w:val="00E11725"/>
    <w:rPr>
      <w:rFonts w:ascii="Arial" w:hAnsi="Arial" w:cs="Arial"/>
      <w:b/>
      <w:bCs/>
      <w:color w:val="808080" w:themeColor="background1" w:themeShade="80"/>
      <w:sz w:val="28"/>
      <w:szCs w:val="28"/>
    </w:rPr>
  </w:style>
  <w:style w:type="character" w:customStyle="1" w:styleId="ObyejnChar">
    <w:name w:val="Obyčejný Char"/>
    <w:basedOn w:val="Standardnpsmoodstavce"/>
    <w:link w:val="Obyejn"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Obyejn">
    <w:name w:val="Obyčejný"/>
    <w:basedOn w:val="Normln"/>
    <w:link w:val="ObyejnChar"/>
    <w:uiPriority w:val="99"/>
    <w:qFormat/>
    <w:rsid w:val="00E11725"/>
    <w:pPr>
      <w:spacing w:before="0" w:after="0" w:line="240" w:lineRule="auto"/>
    </w:pPr>
    <w:rPr>
      <w:rFonts w:eastAsia="Times New Roman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semiHidden/>
    <w:locked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Vycentrovan">
    <w:name w:val="Vycentrovaný"/>
    <w:basedOn w:val="Obyejn"/>
    <w:link w:val="VycentrovanChar"/>
    <w:semiHidden/>
    <w:qFormat/>
    <w:rsid w:val="00E11725"/>
    <w:pPr>
      <w:jc w:val="center"/>
    </w:pPr>
  </w:style>
  <w:style w:type="paragraph" w:customStyle="1" w:styleId="Tabulka">
    <w:name w:val="Tabulka"/>
    <w:basedOn w:val="Obyejn"/>
    <w:link w:val="TabulkaChar"/>
    <w:qFormat/>
    <w:rsid w:val="00E11725"/>
    <w:rPr>
      <w:color w:val="auto"/>
      <w:sz w:val="22"/>
      <w:szCs w:val="22"/>
      <w:lang w:eastAsia="en-US"/>
    </w:rPr>
  </w:style>
  <w:style w:type="paragraph" w:customStyle="1" w:styleId="selnseznam">
    <w:name w:val="Číselný seznam"/>
    <w:basedOn w:val="Normln"/>
    <w:link w:val="selnseznamChar"/>
    <w:qFormat/>
    <w:rsid w:val="00E12D7E"/>
    <w:pPr>
      <w:ind w:left="1418" w:hanging="425"/>
    </w:pPr>
  </w:style>
  <w:style w:type="character" w:customStyle="1" w:styleId="TabulkaChar">
    <w:name w:val="Tabulka Char"/>
    <w:basedOn w:val="ObyejnChar"/>
    <w:link w:val="Tabulka"/>
    <w:rsid w:val="00E11725"/>
    <w:rPr>
      <w:rFonts w:ascii="Arial" w:eastAsia="Times New Roman" w:hAnsi="Arial" w:cs="Arial"/>
      <w:color w:val="1F497D"/>
      <w:sz w:val="24"/>
      <w:szCs w:val="24"/>
      <w:lang w:eastAsia="cs-CZ"/>
    </w:rPr>
  </w:style>
  <w:style w:type="paragraph" w:customStyle="1" w:styleId="Styl2">
    <w:name w:val="Styl2"/>
    <w:basedOn w:val="Bezmezer"/>
    <w:qFormat/>
    <w:rsid w:val="00E12D7E"/>
    <w:pPr>
      <w:tabs>
        <w:tab w:val="num" w:pos="360"/>
      </w:tabs>
      <w:spacing w:before="120" w:after="120" w:line="276" w:lineRule="auto"/>
      <w:ind w:left="709" w:hanging="709"/>
      <w:jc w:val="both"/>
    </w:pPr>
    <w:rPr>
      <w:rFonts w:asciiTheme="minorHAnsi" w:eastAsia="Calibri" w:hAnsiTheme="minorHAnsi"/>
      <w:lang w:eastAsia="cs-CZ"/>
    </w:rPr>
  </w:style>
  <w:style w:type="character" w:customStyle="1" w:styleId="selnseznamChar">
    <w:name w:val="Číselný seznam Char"/>
    <w:basedOn w:val="Standardnpsmoodstavce"/>
    <w:link w:val="selnseznam"/>
    <w:rsid w:val="00E12D7E"/>
    <w:rPr>
      <w:rFonts w:ascii="Arial" w:hAnsi="Arial" w:cs="Arial"/>
    </w:rPr>
  </w:style>
  <w:style w:type="character" w:customStyle="1" w:styleId="rovezanadpisChar">
    <w:name w:val="Úroveň za nadpis Char"/>
    <w:basedOn w:val="Standardnpsmoodstavce"/>
    <w:link w:val="rovezanadpis"/>
    <w:locked/>
    <w:rsid w:val="00E12D7E"/>
    <w:rPr>
      <w:rFonts w:ascii="Arial" w:eastAsia="Times New Roman" w:hAnsi="Arial" w:cs="Arial"/>
      <w:color w:val="000000" w:themeColor="text1"/>
      <w:lang w:eastAsia="cs-CZ"/>
    </w:rPr>
  </w:style>
  <w:style w:type="paragraph" w:customStyle="1" w:styleId="rovezanadpis">
    <w:name w:val="Úroveň za nadpis"/>
    <w:basedOn w:val="Normln"/>
    <w:link w:val="rovezanadpisChar"/>
    <w:qFormat/>
    <w:rsid w:val="00E12D7E"/>
    <w:pPr>
      <w:tabs>
        <w:tab w:val="left" w:pos="709"/>
      </w:tabs>
      <w:spacing w:before="60" w:after="60"/>
      <w:ind w:left="709" w:hanging="709"/>
      <w:jc w:val="both"/>
    </w:pPr>
    <w:rPr>
      <w:rFonts w:eastAsia="Times New Roman"/>
      <w:color w:val="000000" w:themeColor="text1"/>
      <w:lang w:eastAsia="cs-CZ"/>
    </w:rPr>
  </w:style>
  <w:style w:type="character" w:customStyle="1" w:styleId="apple-converted-space">
    <w:name w:val="apple-converted-space"/>
    <w:basedOn w:val="Standardnpsmoodstavce"/>
    <w:rsid w:val="00E12D7E"/>
  </w:style>
  <w:style w:type="paragraph" w:styleId="Bezmezer">
    <w:name w:val="No Spacing"/>
    <w:uiPriority w:val="1"/>
    <w:rsid w:val="00E12D7E"/>
    <w:pPr>
      <w:spacing w:after="0" w:line="240" w:lineRule="auto"/>
    </w:pPr>
    <w:rPr>
      <w:rFonts w:ascii="Arial" w:hAnsi="Arial" w:cs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5A58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58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5802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58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5802"/>
    <w:rPr>
      <w:rFonts w:ascii="Arial" w:hAnsi="Arial" w:cs="Arial"/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61864"/>
    <w:rPr>
      <w:color w:val="605E5C"/>
      <w:shd w:val="clear" w:color="auto" w:fill="E1DFDD"/>
    </w:rPr>
  </w:style>
  <w:style w:type="character" w:customStyle="1" w:styleId="Styl1">
    <w:name w:val="Styl1"/>
    <w:basedOn w:val="Standardnpsmoodstavce"/>
    <w:uiPriority w:val="1"/>
    <w:rsid w:val="00370681"/>
    <w:rPr>
      <w:rFonts w:ascii="Arial" w:hAnsi="Arial"/>
      <w:b/>
      <w:sz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81A5C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1A5C"/>
    <w:rPr>
      <w:rFonts w:ascii="Arial" w:hAnsi="Arial" w:cs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B81A5C"/>
    <w:rPr>
      <w:vertAlign w:val="superscript"/>
    </w:rPr>
  </w:style>
  <w:style w:type="paragraph" w:customStyle="1" w:styleId="Nadpisrove2">
    <w:name w:val="Nadpis úroveň 2"/>
    <w:basedOn w:val="Nadpis2"/>
    <w:next w:val="Styl2"/>
    <w:qFormat/>
    <w:rsid w:val="00091F3F"/>
    <w:pPr>
      <w:keepLines w:val="0"/>
      <w:spacing w:before="240"/>
      <w:ind w:left="851" w:hanging="851"/>
      <w:jc w:val="both"/>
    </w:pPr>
    <w:rPr>
      <w:rFonts w:eastAsia="Calibri"/>
      <w:color w:val="000000" w:themeColor="text1"/>
    </w:rPr>
  </w:style>
  <w:style w:type="paragraph" w:styleId="Revize">
    <w:name w:val="Revision"/>
    <w:hidden/>
    <w:uiPriority w:val="99"/>
    <w:semiHidden/>
    <w:rsid w:val="002D60B6"/>
    <w:pPr>
      <w:spacing w:after="0" w:line="240" w:lineRule="auto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37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01_VZ\03_Vzory_sablony\01_Vzorove_dokumenty\01_ZD\06_OR_nadlimit_dodavky_sluzby\04_Formular_nabidky_OR_nadlimit_dodavky_sluzby_VZOR_po_novele_rezim_zm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2B5462942A6F4CEAA53A7C12C4990C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8D6BA6-6656-4EB3-A83A-6671A58D051B}"/>
      </w:docPartPr>
      <w:docPartBody>
        <w:p w:rsidR="0036028C" w:rsidRDefault="0036028C">
          <w:pPr>
            <w:pStyle w:val="2B5462942A6F4CEAA53A7C12C4990C15"/>
          </w:pPr>
          <w:r>
            <w:rPr>
              <w:rStyle w:val="Zstupntext"/>
            </w:rPr>
            <w:t>Doplnit název VZ</w:t>
          </w:r>
        </w:p>
      </w:docPartBody>
    </w:docPart>
    <w:docPart>
      <w:docPartPr>
        <w:name w:val="00C59C39A9974F23ABF415FAA32E42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D287DF-12AA-4343-A3F7-D3E6D13A01C8}"/>
      </w:docPartPr>
      <w:docPartBody>
        <w:p w:rsidR="0036028C" w:rsidRDefault="0036028C">
          <w:pPr>
            <w:pStyle w:val="00C59C39A9974F23ABF415FAA32E427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4A476BBFFF24B4EB5A4E620D753F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83BA12-2F47-4476-BDE3-4FD9070202AA}"/>
      </w:docPartPr>
      <w:docPartBody>
        <w:p w:rsidR="0036028C" w:rsidRDefault="0036028C">
          <w:pPr>
            <w:pStyle w:val="C4A476BBFFF24B4EB5A4E620D753F591"/>
          </w:pPr>
          <w:r w:rsidRPr="006331DC">
            <w:rPr>
              <w:rStyle w:val="Zstupntext"/>
            </w:rPr>
            <w:t>Klikněte nebo klepněte sem a zadejte text.</w:t>
          </w:r>
        </w:p>
      </w:docPartBody>
    </w:docPart>
    <w:docPart>
      <w:docPartPr>
        <w:name w:val="86A3490891DA49008189415CEF86B6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4185C9-8531-4C0C-920F-26699BB20D0F}"/>
      </w:docPartPr>
      <w:docPartBody>
        <w:p w:rsidR="0036028C" w:rsidRDefault="0036028C">
          <w:pPr>
            <w:pStyle w:val="86A3490891DA49008189415CEF86B6EF"/>
          </w:pPr>
          <w:r w:rsidRPr="006331DC">
            <w:rPr>
              <w:rStyle w:val="Zstupntext"/>
            </w:rPr>
            <w:t>Klikněte nebo klepněte sem a zadejte text.</w:t>
          </w:r>
        </w:p>
      </w:docPartBody>
    </w:docPart>
    <w:docPart>
      <w:docPartPr>
        <w:name w:val="479B5A013A764EFE9E061377A179E5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2A638A-5F5D-4BFE-B144-F98C08935BA0}"/>
      </w:docPartPr>
      <w:docPartBody>
        <w:p w:rsidR="0036028C" w:rsidRDefault="0036028C" w:rsidP="0036028C">
          <w:pPr>
            <w:pStyle w:val="479B5A013A764EFE9E061377A179E509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3920AD5E3A7F49728B2D29883D38AF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8C4CF-E2D1-48BE-8DBB-8D7D8D2D3D5F}"/>
      </w:docPartPr>
      <w:docPartBody>
        <w:p w:rsidR="0036028C" w:rsidRDefault="0036028C" w:rsidP="0036028C">
          <w:pPr>
            <w:pStyle w:val="3920AD5E3A7F49728B2D29883D38AF55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BF4E442831314EE9914977459B3E16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20E32B-0F0F-4CAF-A592-1AD10CDC6181}"/>
      </w:docPartPr>
      <w:docPartBody>
        <w:p w:rsidR="0036028C" w:rsidRDefault="0036028C" w:rsidP="0036028C">
          <w:pPr>
            <w:pStyle w:val="BF4E442831314EE9914977459B3E1629"/>
          </w:pPr>
          <w:r w:rsidRPr="00E80F72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15B8B44466E74BB18E579B41AC67BB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C8492B-CCCD-43D7-8763-232EBD448A57}"/>
      </w:docPartPr>
      <w:docPartBody>
        <w:p w:rsidR="0036028C" w:rsidRDefault="0036028C" w:rsidP="0036028C">
          <w:pPr>
            <w:pStyle w:val="15B8B44466E74BB18E579B41AC67BB05"/>
          </w:pPr>
          <w:r w:rsidRPr="00E80F72">
            <w:rPr>
              <w:rStyle w:val="Zstupntext"/>
              <w:b/>
              <w:bCs/>
              <w:highlight w:val="yellow"/>
            </w:rPr>
            <w:t>Klikněte nebo klepněte sem a zadejte text.</w:t>
          </w:r>
        </w:p>
      </w:docPartBody>
    </w:docPart>
    <w:docPart>
      <w:docPartPr>
        <w:name w:val="931AB94F5BAD446BBFE6C62F4FD1AB3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1A9302-D637-4E61-B030-CB3C9C1C9D34}"/>
      </w:docPartPr>
      <w:docPartBody>
        <w:p w:rsidR="0036028C" w:rsidRDefault="0036028C" w:rsidP="0036028C">
          <w:pPr>
            <w:pStyle w:val="931AB94F5BAD446BBFE6C62F4FD1AB38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760A428094F8406E9F4EA9070E7EC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F58066-C32B-4D1D-80F0-C42BE3B8B830}"/>
      </w:docPartPr>
      <w:docPartBody>
        <w:p w:rsidR="0036028C" w:rsidRDefault="0036028C" w:rsidP="0036028C">
          <w:pPr>
            <w:pStyle w:val="760A428094F8406E9F4EA9070E7EC899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42C71AC25C9846A1AD0B67A9C57681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DAD07B-391D-46CD-B943-156A7C53E3A6}"/>
      </w:docPartPr>
      <w:docPartBody>
        <w:p w:rsidR="0036028C" w:rsidRDefault="0036028C" w:rsidP="0036028C">
          <w:pPr>
            <w:pStyle w:val="42C71AC25C9846A1AD0B67A9C57681CE"/>
          </w:pPr>
          <w:r w:rsidRPr="00E80F72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B4FD99BDA6FA4B36AF61BDE4418A7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5CD8AB-1D32-4892-8E55-495E3CD3FCF4}"/>
      </w:docPartPr>
      <w:docPartBody>
        <w:p w:rsidR="0036028C" w:rsidRDefault="0036028C" w:rsidP="0036028C">
          <w:pPr>
            <w:pStyle w:val="B4FD99BDA6FA4B36AF61BDE4418A733B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12A4640F349C40FE85E4F5A77DBE4C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40800C-A733-466F-BCA4-356B94D4335C}"/>
      </w:docPartPr>
      <w:docPartBody>
        <w:p w:rsidR="0036028C" w:rsidRDefault="0036028C" w:rsidP="0036028C">
          <w:pPr>
            <w:pStyle w:val="12A4640F349C40FE85E4F5A77DBE4C68"/>
          </w:pPr>
          <w:r w:rsidRPr="00E80F72">
            <w:rPr>
              <w:rStyle w:val="Zstupntext"/>
              <w:highlight w:val="yellow"/>
            </w:rPr>
            <w:t>Klikněte nebo klepněte sem a zadejte text.</w:t>
          </w:r>
        </w:p>
      </w:docPartBody>
    </w:docPart>
    <w:docPart>
      <w:docPartPr>
        <w:name w:val="7A663A365940416484FCAB4FBB8444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A46184-A5AF-4416-AACF-0E5CBC050823}"/>
      </w:docPartPr>
      <w:docPartBody>
        <w:p w:rsidR="00262B01" w:rsidRDefault="00262B01" w:rsidP="00262B01">
          <w:pPr>
            <w:pStyle w:val="7A663A365940416484FCAB4FBB844462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B01D450B65F44F68AF5B1E47438BA4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0FDC72-DB96-4B7E-BCCE-C9848D9BA82A}"/>
      </w:docPartPr>
      <w:docPartBody>
        <w:p w:rsidR="00262B01" w:rsidRDefault="00262B01" w:rsidP="00262B01">
          <w:pPr>
            <w:pStyle w:val="B01D450B65F44F68AF5B1E47438BA43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4ED0D66A4C05455E9FC3B13C8F4660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ED5BD7-206F-4EF0-BCC6-F0DDE244D24D}"/>
      </w:docPartPr>
      <w:docPartBody>
        <w:p w:rsidR="00262B01" w:rsidRDefault="00262B01" w:rsidP="00262B01">
          <w:pPr>
            <w:pStyle w:val="4ED0D66A4C05455E9FC3B13C8F46608B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1A0AAB02C41E4C6DA3F79B941F21AE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3E2D46-C83C-4406-AF46-F481B530AC32}"/>
      </w:docPartPr>
      <w:docPartBody>
        <w:p w:rsidR="00262B01" w:rsidRDefault="00262B01" w:rsidP="00262B01">
          <w:pPr>
            <w:pStyle w:val="1A0AAB02C41E4C6DA3F79B941F21AE86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D69AEE300754BFCB8AC2FC4D8C1DA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BC418F-8EA7-4CB0-B191-678BADB89E25}"/>
      </w:docPartPr>
      <w:docPartBody>
        <w:p w:rsidR="00262B01" w:rsidRDefault="00262B01" w:rsidP="00262B01">
          <w:pPr>
            <w:pStyle w:val="CD69AEE300754BFCB8AC2FC4D8C1DAB8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6CCE456A9C0E48C28140DBEA5612F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ABBE55-791A-4D4A-B16A-C3227C3FB2B9}"/>
      </w:docPartPr>
      <w:docPartBody>
        <w:p w:rsidR="00262B01" w:rsidRDefault="00262B01" w:rsidP="00262B01">
          <w:pPr>
            <w:pStyle w:val="6CCE456A9C0E48C28140DBEA5612FEED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EF32EC544A4B45CCAAA26D6E42226D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2795DA-005A-45F0-91DE-10CEC98E309A}"/>
      </w:docPartPr>
      <w:docPartBody>
        <w:p w:rsidR="00262B01" w:rsidRDefault="00262B01" w:rsidP="00262B01">
          <w:pPr>
            <w:pStyle w:val="EF32EC544A4B45CCAAA26D6E42226D1B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A3089EE647554BC2A0C949A27E09E0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C8AFB1-21FC-4EDC-80FA-6AA7BCC89D90}"/>
      </w:docPartPr>
      <w:docPartBody>
        <w:p w:rsidR="00262B01" w:rsidRDefault="00262B01" w:rsidP="00262B01">
          <w:pPr>
            <w:pStyle w:val="A3089EE647554BC2A0C949A27E09E007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5A560A1EC7A946F99BECEDA37D9CFB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37F04C-5EAA-41FF-8518-C9A483A3F7A0}"/>
      </w:docPartPr>
      <w:docPartBody>
        <w:p w:rsidR="00262B01" w:rsidRDefault="00262B01" w:rsidP="00262B01">
          <w:pPr>
            <w:pStyle w:val="5A560A1EC7A946F99BECEDA37D9CFB19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C040CA86063D478B99961EE8344CAB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2941BC-FFB7-44BA-A553-EF34C3F1D134}"/>
      </w:docPartPr>
      <w:docPartBody>
        <w:p w:rsidR="00262B01" w:rsidRDefault="00262B01" w:rsidP="00262B01">
          <w:pPr>
            <w:pStyle w:val="C040CA86063D478B99961EE8344CABDF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  <w:docPart>
      <w:docPartPr>
        <w:name w:val="EC4F0BA2893D4E0CBD116B0ED9B890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66DEAB-934A-4A04-868F-72C9C3CD1756}"/>
      </w:docPartPr>
      <w:docPartBody>
        <w:p w:rsidR="00262B01" w:rsidRDefault="00262B01" w:rsidP="00262B01">
          <w:pPr>
            <w:pStyle w:val="EC4F0BA2893D4E0CBD116B0ED9B89046"/>
          </w:pPr>
          <w:r w:rsidRPr="00443EB1">
            <w:rPr>
              <w:rStyle w:val="Zstupntext"/>
              <w:bCs/>
              <w:highlight w:val="yellow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028C"/>
    <w:rsid w:val="00262B01"/>
    <w:rsid w:val="00274075"/>
    <w:rsid w:val="0036028C"/>
    <w:rsid w:val="00622D2F"/>
    <w:rsid w:val="006744D3"/>
    <w:rsid w:val="00B73DA0"/>
    <w:rsid w:val="00D71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62B01"/>
  </w:style>
  <w:style w:type="paragraph" w:customStyle="1" w:styleId="2B5462942A6F4CEAA53A7C12C4990C15">
    <w:name w:val="2B5462942A6F4CEAA53A7C12C4990C15"/>
  </w:style>
  <w:style w:type="paragraph" w:customStyle="1" w:styleId="00C59C39A9974F23ABF415FAA32E427F">
    <w:name w:val="00C59C39A9974F23ABF415FAA32E427F"/>
  </w:style>
  <w:style w:type="paragraph" w:customStyle="1" w:styleId="C4A476BBFFF24B4EB5A4E620D753F591">
    <w:name w:val="C4A476BBFFF24B4EB5A4E620D753F591"/>
  </w:style>
  <w:style w:type="paragraph" w:customStyle="1" w:styleId="86A3490891DA49008189415CEF86B6EF">
    <w:name w:val="86A3490891DA49008189415CEF86B6EF"/>
  </w:style>
  <w:style w:type="paragraph" w:customStyle="1" w:styleId="479B5A013A764EFE9E061377A179E509">
    <w:name w:val="479B5A013A764EFE9E061377A179E509"/>
    <w:rsid w:val="0036028C"/>
  </w:style>
  <w:style w:type="paragraph" w:customStyle="1" w:styleId="3920AD5E3A7F49728B2D29883D38AF55">
    <w:name w:val="3920AD5E3A7F49728B2D29883D38AF55"/>
    <w:rsid w:val="0036028C"/>
  </w:style>
  <w:style w:type="paragraph" w:customStyle="1" w:styleId="BF4E442831314EE9914977459B3E1629">
    <w:name w:val="BF4E442831314EE9914977459B3E1629"/>
    <w:rsid w:val="0036028C"/>
  </w:style>
  <w:style w:type="paragraph" w:customStyle="1" w:styleId="15B8B44466E74BB18E579B41AC67BB05">
    <w:name w:val="15B8B44466E74BB18E579B41AC67BB05"/>
    <w:rsid w:val="0036028C"/>
  </w:style>
  <w:style w:type="paragraph" w:customStyle="1" w:styleId="931AB94F5BAD446BBFE6C62F4FD1AB38">
    <w:name w:val="931AB94F5BAD446BBFE6C62F4FD1AB38"/>
    <w:rsid w:val="0036028C"/>
  </w:style>
  <w:style w:type="paragraph" w:customStyle="1" w:styleId="760A428094F8406E9F4EA9070E7EC899">
    <w:name w:val="760A428094F8406E9F4EA9070E7EC899"/>
    <w:rsid w:val="0036028C"/>
  </w:style>
  <w:style w:type="paragraph" w:customStyle="1" w:styleId="42C71AC25C9846A1AD0B67A9C57681CE">
    <w:name w:val="42C71AC25C9846A1AD0B67A9C57681CE"/>
    <w:rsid w:val="0036028C"/>
  </w:style>
  <w:style w:type="paragraph" w:customStyle="1" w:styleId="B4FD99BDA6FA4B36AF61BDE4418A733B">
    <w:name w:val="B4FD99BDA6FA4B36AF61BDE4418A733B"/>
    <w:rsid w:val="0036028C"/>
  </w:style>
  <w:style w:type="paragraph" w:customStyle="1" w:styleId="12A4640F349C40FE85E4F5A77DBE4C68">
    <w:name w:val="12A4640F349C40FE85E4F5A77DBE4C68"/>
    <w:rsid w:val="0036028C"/>
  </w:style>
  <w:style w:type="paragraph" w:customStyle="1" w:styleId="7A663A365940416484FCAB4FBB844462">
    <w:name w:val="7A663A365940416484FCAB4FBB844462"/>
    <w:rsid w:val="00262B01"/>
  </w:style>
  <w:style w:type="paragraph" w:customStyle="1" w:styleId="B01D450B65F44F68AF5B1E47438BA43F">
    <w:name w:val="B01D450B65F44F68AF5B1E47438BA43F"/>
    <w:rsid w:val="00262B01"/>
  </w:style>
  <w:style w:type="paragraph" w:customStyle="1" w:styleId="4ED0D66A4C05455E9FC3B13C8F46608B">
    <w:name w:val="4ED0D66A4C05455E9FC3B13C8F46608B"/>
    <w:rsid w:val="00262B01"/>
  </w:style>
  <w:style w:type="paragraph" w:customStyle="1" w:styleId="1A0AAB02C41E4C6DA3F79B941F21AE86">
    <w:name w:val="1A0AAB02C41E4C6DA3F79B941F21AE86"/>
    <w:rsid w:val="00262B01"/>
  </w:style>
  <w:style w:type="paragraph" w:customStyle="1" w:styleId="CD69AEE300754BFCB8AC2FC4D8C1DAB8">
    <w:name w:val="CD69AEE300754BFCB8AC2FC4D8C1DAB8"/>
    <w:rsid w:val="00262B01"/>
  </w:style>
  <w:style w:type="paragraph" w:customStyle="1" w:styleId="6CCE456A9C0E48C28140DBEA5612FEED">
    <w:name w:val="6CCE456A9C0E48C28140DBEA5612FEED"/>
    <w:rsid w:val="00262B01"/>
  </w:style>
  <w:style w:type="paragraph" w:customStyle="1" w:styleId="EF32EC544A4B45CCAAA26D6E42226D1B">
    <w:name w:val="EF32EC544A4B45CCAAA26D6E42226D1B"/>
    <w:rsid w:val="00262B01"/>
  </w:style>
  <w:style w:type="paragraph" w:customStyle="1" w:styleId="A3089EE647554BC2A0C949A27E09E007">
    <w:name w:val="A3089EE647554BC2A0C949A27E09E007"/>
    <w:rsid w:val="00262B01"/>
  </w:style>
  <w:style w:type="paragraph" w:customStyle="1" w:styleId="5A560A1EC7A946F99BECEDA37D9CFB19">
    <w:name w:val="5A560A1EC7A946F99BECEDA37D9CFB19"/>
    <w:rsid w:val="00262B01"/>
  </w:style>
  <w:style w:type="paragraph" w:customStyle="1" w:styleId="C040CA86063D478B99961EE8344CABDF">
    <w:name w:val="C040CA86063D478B99961EE8344CABDF"/>
    <w:rsid w:val="00262B01"/>
  </w:style>
  <w:style w:type="paragraph" w:customStyle="1" w:styleId="EC4F0BA2893D4E0CBD116B0ED9B89046">
    <w:name w:val="EC4F0BA2893D4E0CBD116B0ED9B89046"/>
    <w:rsid w:val="00262B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CE98B08582374DB59E58C1AF3D2354" ma:contentTypeVersion="13" ma:contentTypeDescription="Vytvoří nový dokument" ma:contentTypeScope="" ma:versionID="7c020ec73a78946df03213f843d1e123">
  <xsd:schema xmlns:xsd="http://www.w3.org/2001/XMLSchema" xmlns:xs="http://www.w3.org/2001/XMLSchema" xmlns:p="http://schemas.microsoft.com/office/2006/metadata/properties" xmlns:ns2="1458e101-07eb-4c76-b6de-328be0561166" xmlns:ns3="688b8007-ca21-4126-b2cf-3ee41b5594ab" targetNamespace="http://schemas.microsoft.com/office/2006/metadata/properties" ma:root="true" ma:fieldsID="bab93f72f2c0e8e96d063c6e3fd3c415" ns2:_="" ns3:_="">
    <xsd:import namespace="1458e101-07eb-4c76-b6de-328be0561166"/>
    <xsd:import namespace="688b8007-ca21-4126-b2cf-3ee41b5594a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8e101-07eb-4c76-b6de-328be056116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b480fa5b-baca-4796-ad73-c3cccb8a16b0}" ma:internalName="TaxCatchAll" ma:showField="CatchAllData" ma:web="1458e101-07eb-4c76-b6de-328be056116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b8007-ca21-4126-b2cf-3ee41b5594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33f5ac5a-1bec-4430-a46e-0199efa504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6E46C20-F2AD-4D92-9855-AD4426D329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8e101-07eb-4c76-b6de-328be0561166"/>
    <ds:schemaRef ds:uri="688b8007-ca21-4126-b2cf-3ee41b5594a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1236AE-81A7-4E5C-8151-64A82794DC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B3E547F-4F28-4ECA-9836-6116E5525A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8E0A04-CCF5-4600-82FB-57256B9AE39A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04_Formular_nabidky_OR_nadlimit_dodavky_sluzby_VZOR_po_novele_rezim_zmen</Template>
  <TotalTime>14</TotalTime>
  <Pages>11</Pages>
  <Words>1925</Words>
  <Characters>11361</Characters>
  <Application>Microsoft Office Word</Application>
  <DocSecurity>0</DocSecurity>
  <Lines>94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Vrbova</dc:creator>
  <cp:keywords/>
  <dc:description/>
  <cp:lastModifiedBy>Mgr. Markéta Vrbová</cp:lastModifiedBy>
  <cp:revision>7</cp:revision>
  <dcterms:created xsi:type="dcterms:W3CDTF">2024-08-13T10:37:00Z</dcterms:created>
  <dcterms:modified xsi:type="dcterms:W3CDTF">2024-11-06T08:26:00Z</dcterms:modified>
</cp:coreProperties>
</file>