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5D31" w14:textId="77777777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CD23A3" w:rsidRPr="00874CA1">
        <w:rPr>
          <w:rStyle w:val="NzevdokumentuChar"/>
          <w:b/>
          <w:bCs/>
        </w:rPr>
        <w:t>4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5CD5FA0A" w14:textId="06927462" w:rsidR="00357F72" w:rsidRPr="00A61E27" w:rsidRDefault="002D1650" w:rsidP="001E78AD">
      <w:pPr>
        <w:pStyle w:val="Nzevveejnzakzky"/>
        <w:spacing w:after="3600"/>
      </w:pPr>
      <w:sdt>
        <w:sdtPr>
          <w:id w:val="-1729455402"/>
          <w:placeholder>
            <w:docPart w:val="2B5462942A6F4CEAA53A7C12C4990C15"/>
          </w:placeholder>
          <w:text/>
        </w:sdtPr>
        <w:sdtEndPr/>
        <w:sdtContent>
          <w:r w:rsidR="00CA5202">
            <w:t>Údržba veřejné zeleně, dřevin a květin na území Prahy 6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162603ED" wp14:editId="4B7150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E6384A" w14:textId="77777777" w:rsidR="00357F72" w:rsidRDefault="00357F72">
      <w:pPr>
        <w:spacing w:before="0" w:after="160" w:line="259" w:lineRule="auto"/>
      </w:pPr>
    </w:p>
    <w:p w14:paraId="760A1C83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7CF4BF2E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CA5202" w:rsidRPr="00443EB1" w14:paraId="50E87B8E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982C1A9" w14:textId="77777777" w:rsidR="00CA5202" w:rsidRPr="00443EB1" w:rsidRDefault="00CA5202" w:rsidP="00D33088">
            <w:pPr>
              <w:spacing w:before="60" w:after="60"/>
              <w:rPr>
                <w:rStyle w:val="Siln"/>
                <w:b w:val="0"/>
                <w:bCs w:val="0"/>
              </w:rPr>
            </w:pPr>
            <w:bookmarkStart w:id="4" w:name="_Hlk60066574"/>
            <w:bookmarkStart w:id="5" w:name="_Hlk60322526"/>
            <w:r w:rsidRPr="00553E53">
              <w:rPr>
                <w:rStyle w:val="Siln"/>
                <w:b w:val="0"/>
                <w:bCs w:val="0"/>
              </w:rPr>
              <w:t>Název veřejné zakázky:</w:t>
            </w:r>
          </w:p>
        </w:tc>
        <w:sdt>
          <w:sdtPr>
            <w:id w:val="-27176504"/>
            <w:placeholder>
              <w:docPart w:val="C48C6737CA5140C296337A8A648D1735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684C4463" w14:textId="77777777" w:rsidR="00CA5202" w:rsidRPr="00443EB1" w:rsidRDefault="00CA5202" w:rsidP="00D33088">
                <w:pPr>
                  <w:spacing w:before="60" w:after="60"/>
                  <w:rPr>
                    <w:rStyle w:val="Siln"/>
                    <w:b w:val="0"/>
                  </w:rPr>
                </w:pPr>
                <w:r w:rsidRPr="004271F6">
                  <w:t>Údržba veřejné zeleně</w:t>
                </w:r>
                <w:r>
                  <w:t>, dřevin a květin</w:t>
                </w:r>
                <w:r w:rsidRPr="004271F6">
                  <w:t xml:space="preserve"> na území Prahy 6</w:t>
                </w:r>
              </w:p>
            </w:tc>
          </w:sdtContent>
        </w:sdt>
      </w:tr>
      <w:tr w:rsidR="00223815" w:rsidRPr="00443EB1" w14:paraId="604F52B1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1C866AE" w14:textId="4CC56EB6" w:rsidR="00223815" w:rsidRPr="00553E53" w:rsidRDefault="00223815" w:rsidP="00223815">
            <w:pPr>
              <w:spacing w:before="60" w:after="60"/>
              <w:rPr>
                <w:rStyle w:val="Siln"/>
                <w:b w:val="0"/>
                <w:bCs w:val="0"/>
              </w:rPr>
            </w:pPr>
            <w:r>
              <w:t>Účastník podává nabídku na:</w:t>
            </w:r>
          </w:p>
        </w:tc>
        <w:tc>
          <w:tcPr>
            <w:tcW w:w="5791" w:type="dxa"/>
            <w:vAlign w:val="center"/>
          </w:tcPr>
          <w:p w14:paraId="7017E8EA" w14:textId="35490B53" w:rsidR="00223815" w:rsidRDefault="00223815" w:rsidP="00223815">
            <w:pPr>
              <w:spacing w:before="60" w:after="60"/>
            </w:pPr>
            <w:r>
              <w:rPr>
                <w:bCs/>
              </w:rPr>
              <w:t xml:space="preserve">Část: </w:t>
            </w:r>
            <w:r w:rsidR="00536C83">
              <w:rPr>
                <w:bCs/>
                <w:highlight w:val="yellow"/>
              </w:rPr>
              <w:fldChar w:fldCharType="begin"/>
            </w:r>
            <w:r w:rsidR="00536C83">
              <w:rPr>
                <w:bCs/>
                <w:highlight w:val="yellow"/>
              </w:rPr>
              <w:instrText xml:space="preserve"> MACROBUTTON  AcceptConflict "[Doplní účastník: 1, 2 nebo 3]" </w:instrText>
            </w:r>
            <w:r w:rsidR="00536C83">
              <w:rPr>
                <w:bCs/>
                <w:highlight w:val="yellow"/>
              </w:rPr>
              <w:fldChar w:fldCharType="end"/>
            </w:r>
          </w:p>
        </w:tc>
      </w:tr>
      <w:tr w:rsidR="00CA5202" w14:paraId="78F96EE6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01D8DE84" w14:textId="77777777" w:rsidR="00CA5202" w:rsidRPr="00553E53" w:rsidRDefault="00CA5202" w:rsidP="00D33088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42322A">
              <w:t>Evidenční číslo ve VVZ:</w:t>
            </w:r>
          </w:p>
        </w:tc>
        <w:tc>
          <w:tcPr>
            <w:tcW w:w="5791" w:type="dxa"/>
            <w:vAlign w:val="center"/>
          </w:tcPr>
          <w:p w14:paraId="77DD1EF4" w14:textId="35FD543C" w:rsidR="00CA5202" w:rsidRDefault="002D1650" w:rsidP="00D33088">
            <w:pPr>
              <w:spacing w:before="60" w:after="60"/>
            </w:pPr>
            <w:sdt>
              <w:sdtPr>
                <w:id w:val="-1064098878"/>
                <w:placeholder>
                  <w:docPart w:val="4C4A106FBEB547FE872A3C24A924B232"/>
                </w:placeholder>
                <w:text/>
              </w:sdtPr>
              <w:sdtEndPr/>
              <w:sdtContent>
                <w:r w:rsidR="002628F1" w:rsidRPr="002628F1">
                  <w:t>Z2024-055293</w:t>
                </w:r>
              </w:sdtContent>
            </w:sdt>
          </w:p>
        </w:tc>
      </w:tr>
      <w:tr w:rsidR="00CA5202" w:rsidRPr="00443EB1" w14:paraId="0CC7F4A2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42072DB" w14:textId="77777777" w:rsidR="00CA5202" w:rsidRPr="00553E53" w:rsidRDefault="00CA5202" w:rsidP="00D33088">
            <w:pPr>
              <w:spacing w:before="60" w:after="60"/>
            </w:pPr>
            <w:r w:rsidRPr="00553E53">
              <w:t>Druh veřejné zakázky:</w:t>
            </w:r>
          </w:p>
        </w:tc>
        <w:tc>
          <w:tcPr>
            <w:tcW w:w="5791" w:type="dxa"/>
            <w:vAlign w:val="center"/>
          </w:tcPr>
          <w:p w14:paraId="3BE2F46E" w14:textId="77777777" w:rsidR="00CA5202" w:rsidRPr="00443EB1" w:rsidRDefault="002D1650" w:rsidP="00D33088">
            <w:pPr>
              <w:spacing w:before="60" w:after="60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313923380"/>
                <w:placeholder>
                  <w:docPart w:val="38D386E8E4E24B718A159542FE84A8AC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CA5202">
                  <w:rPr>
                    <w:bCs/>
                  </w:rPr>
                  <w:t>Služby</w:t>
                </w:r>
              </w:sdtContent>
            </w:sdt>
          </w:p>
        </w:tc>
      </w:tr>
      <w:tr w:rsidR="00CA5202" w:rsidRPr="00443EB1" w14:paraId="6DA2A69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6E00A811" w14:textId="77777777" w:rsidR="00CA5202" w:rsidRPr="00553E53" w:rsidRDefault="00CA5202" w:rsidP="00D33088">
            <w:pPr>
              <w:spacing w:before="60" w:after="60"/>
            </w:pPr>
            <w:r w:rsidRPr="00553E53">
              <w:t>Režim veřejné zakázky:</w:t>
            </w:r>
          </w:p>
        </w:tc>
        <w:tc>
          <w:tcPr>
            <w:tcW w:w="5791" w:type="dxa"/>
            <w:vAlign w:val="center"/>
          </w:tcPr>
          <w:p w14:paraId="2A3C7D60" w14:textId="77777777" w:rsidR="00CA5202" w:rsidRPr="00443EB1" w:rsidRDefault="00CA5202" w:rsidP="00D33088">
            <w:pPr>
              <w:spacing w:before="60" w:after="60"/>
              <w:rPr>
                <w:bCs/>
              </w:rPr>
            </w:pPr>
            <w:r>
              <w:rPr>
                <w:bCs/>
              </w:rPr>
              <w:t>Nadlimitní režim</w:t>
            </w:r>
          </w:p>
        </w:tc>
      </w:tr>
      <w:tr w:rsidR="00CA5202" w:rsidRPr="00443EB1" w14:paraId="5D3FF259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3DEAD9A" w14:textId="77777777" w:rsidR="00CA5202" w:rsidRPr="00553E53" w:rsidRDefault="00CA5202" w:rsidP="00D33088">
            <w:pPr>
              <w:spacing w:before="60" w:after="60"/>
            </w:pPr>
            <w:r w:rsidRPr="00553E53">
              <w:t>Druh zadávacího řízení:</w:t>
            </w:r>
          </w:p>
        </w:tc>
        <w:tc>
          <w:tcPr>
            <w:tcW w:w="5791" w:type="dxa"/>
            <w:vAlign w:val="center"/>
          </w:tcPr>
          <w:p w14:paraId="60B6BB65" w14:textId="77777777" w:rsidR="00CA5202" w:rsidRPr="00443EB1" w:rsidRDefault="00CA5202" w:rsidP="00D33088">
            <w:pPr>
              <w:spacing w:before="60" w:after="60"/>
              <w:rPr>
                <w:bCs/>
              </w:rPr>
            </w:pPr>
            <w:r>
              <w:rPr>
                <w:bCs/>
              </w:rPr>
              <w:t>Otevřené řízení</w:t>
            </w:r>
          </w:p>
        </w:tc>
      </w:tr>
      <w:tr w:rsidR="00CA5202" w:rsidRPr="00443EB1" w14:paraId="45A797B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941264E" w14:textId="77777777" w:rsidR="00CA5202" w:rsidRPr="00553E53" w:rsidRDefault="00CA5202" w:rsidP="00D33088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553E53">
              <w:rPr>
                <w:rStyle w:val="Siln"/>
                <w:b w:val="0"/>
                <w:bCs w:val="0"/>
              </w:rPr>
              <w:t>Název zadavatele:</w:t>
            </w:r>
          </w:p>
        </w:tc>
        <w:sdt>
          <w:sdtPr>
            <w:id w:val="1888676483"/>
            <w:placeholder>
              <w:docPart w:val="45698AE94ED54D3386C83FFD93841F40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536786B4" w14:textId="12B51785" w:rsidR="00CA5202" w:rsidRPr="00443EB1" w:rsidRDefault="001E46CA" w:rsidP="00D33088">
                <w:pPr>
                  <w:spacing w:before="60" w:after="60"/>
                  <w:rPr>
                    <w:rStyle w:val="Siln"/>
                    <w:b w:val="0"/>
                  </w:rPr>
                </w:pPr>
                <w:r>
                  <w:t>M</w:t>
                </w:r>
                <w:r w:rsidR="00CA5202" w:rsidRPr="00D97DEC">
                  <w:t>ěstská část Praha 6</w:t>
                </w:r>
              </w:p>
            </w:tc>
          </w:sdtContent>
        </w:sdt>
      </w:tr>
      <w:tr w:rsidR="00CA5202" w:rsidRPr="00443EB1" w14:paraId="3477D69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4973DF4F" w14:textId="77777777" w:rsidR="00CA5202" w:rsidRPr="00553E53" w:rsidRDefault="00CA5202" w:rsidP="00D33088">
            <w:pPr>
              <w:spacing w:before="60" w:after="60"/>
            </w:pPr>
            <w:r w:rsidRPr="00553E53">
              <w:t>Sídlo zadavatele:</w:t>
            </w:r>
          </w:p>
        </w:tc>
        <w:sdt>
          <w:sdtPr>
            <w:rPr>
              <w:bCs/>
            </w:rPr>
            <w:id w:val="381211668"/>
            <w:placeholder>
              <w:docPart w:val="B8D10CAB7C48425992331E88D8385996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7D4AAA65" w14:textId="77777777" w:rsidR="00CA5202" w:rsidRPr="00443EB1" w:rsidRDefault="00CA5202" w:rsidP="00D33088">
                <w:pPr>
                  <w:spacing w:before="60" w:after="60"/>
                  <w:rPr>
                    <w:bCs/>
                  </w:rPr>
                </w:pPr>
                <w:r w:rsidRPr="00D97DEC">
                  <w:rPr>
                    <w:bCs/>
                  </w:rPr>
                  <w:t>Čs. armády 601/23, Bubeneč, 16000 Praha 6</w:t>
                </w:r>
              </w:p>
            </w:tc>
          </w:sdtContent>
        </w:sdt>
      </w:tr>
      <w:tr w:rsidR="00CA5202" w:rsidRPr="00443EB1" w14:paraId="7626C57E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46FEF90" w14:textId="77777777" w:rsidR="00CA5202" w:rsidRPr="00553E53" w:rsidRDefault="00CA5202" w:rsidP="00D33088">
            <w:pPr>
              <w:spacing w:before="60" w:after="60"/>
            </w:pPr>
            <w:r w:rsidRPr="00553E53">
              <w:t>IČO zadavatele:</w:t>
            </w:r>
          </w:p>
        </w:tc>
        <w:sdt>
          <w:sdtPr>
            <w:rPr>
              <w:bCs/>
            </w:rPr>
            <w:id w:val="1870254395"/>
            <w:placeholder>
              <w:docPart w:val="BF15E65D14E74FB686831750AB2E4A11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5465490" w14:textId="77777777" w:rsidR="00CA5202" w:rsidRPr="00443EB1" w:rsidRDefault="00CA5202" w:rsidP="00D33088">
                <w:pPr>
                  <w:spacing w:before="60" w:after="60"/>
                  <w:rPr>
                    <w:bCs/>
                  </w:rPr>
                </w:pPr>
                <w:r w:rsidRPr="00D97DEC">
                  <w:rPr>
                    <w:bCs/>
                  </w:rPr>
                  <w:t>00063703</w:t>
                </w:r>
              </w:p>
            </w:tc>
          </w:sdtContent>
        </w:sdt>
      </w:tr>
      <w:tr w:rsidR="00CA5202" w:rsidRPr="00443EB1" w14:paraId="4E9E7541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487360EB" w14:textId="77777777" w:rsidR="00CA5202" w:rsidRPr="00553E53" w:rsidRDefault="00CA5202" w:rsidP="00D33088">
            <w:pPr>
              <w:spacing w:before="60" w:after="60"/>
            </w:pPr>
            <w:r w:rsidRPr="00553E53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550046544"/>
            <w:placeholder>
              <w:docPart w:val="3986A39833B445DC8957899D4DFB4B47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0D59F1D0" w14:textId="77777777" w:rsidR="00CA5202" w:rsidRPr="00443EB1" w:rsidRDefault="00CA5202" w:rsidP="00D33088">
                <w:pPr>
                  <w:spacing w:before="60" w:after="60"/>
                  <w:rPr>
                    <w:bCs/>
                  </w:rPr>
                </w:pPr>
                <w:r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CA5202" w:rsidRPr="00443EB1" w14:paraId="3D95B0B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0051D66" w14:textId="77777777" w:rsidR="00CA5202" w:rsidRPr="00553E53" w:rsidRDefault="00CA5202" w:rsidP="00D33088">
            <w:pPr>
              <w:spacing w:before="60" w:after="60"/>
            </w:pPr>
            <w:r w:rsidRPr="00553E53">
              <w:t>Zastoupení zadavatele:</w:t>
            </w:r>
          </w:p>
        </w:tc>
        <w:sdt>
          <w:sdtPr>
            <w:rPr>
              <w:bCs/>
            </w:rPr>
            <w:id w:val="1505173633"/>
            <w:placeholder>
              <w:docPart w:val="105283EFAD7D47CFA4D07FDFB647CAF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F45A347" w14:textId="77777777" w:rsidR="00CA5202" w:rsidRPr="00443EB1" w:rsidRDefault="00CA5202" w:rsidP="00D33088">
                <w:pPr>
                  <w:spacing w:before="60" w:after="60"/>
                  <w:rPr>
                    <w:bCs/>
                  </w:rPr>
                </w:pPr>
                <w:r w:rsidRPr="00D97DEC">
                  <w:rPr>
                    <w:bCs/>
                  </w:rPr>
                  <w:t>Mgr. Jakub Stárek, starosta</w:t>
                </w:r>
              </w:p>
            </w:tc>
          </w:sdtContent>
        </w:sdt>
      </w:tr>
      <w:tr w:rsidR="00CA5202" w:rsidRPr="00443EB1" w14:paraId="4D3E0838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2AA0340" w14:textId="77777777" w:rsidR="00CA5202" w:rsidRPr="00553E53" w:rsidRDefault="00CA5202" w:rsidP="00D33088">
            <w:pPr>
              <w:spacing w:before="60" w:after="60"/>
            </w:pPr>
            <w:r w:rsidRPr="00553E53">
              <w:t>Adresa profilu zadavatele:</w:t>
            </w:r>
          </w:p>
        </w:tc>
        <w:sdt>
          <w:sdtPr>
            <w:rPr>
              <w:bCs/>
            </w:rPr>
            <w:id w:val="1320619834"/>
            <w:placeholder>
              <w:docPart w:val="C60344181E3745E6BCB282C9F2CDADB1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F4B77C1" w14:textId="77777777" w:rsidR="00CA5202" w:rsidRPr="00443EB1" w:rsidRDefault="00CA5202" w:rsidP="00D33088">
                <w:pPr>
                  <w:spacing w:before="60" w:after="60"/>
                  <w:rPr>
                    <w:bCs/>
                  </w:rPr>
                </w:pPr>
                <w:r w:rsidRPr="00D97DEC">
                  <w:rPr>
                    <w:bCs/>
                  </w:rPr>
                  <w:t>https://zakazky.praha6.cz/</w:t>
                </w:r>
              </w:p>
            </w:tc>
          </w:sdtContent>
        </w:sdt>
      </w:tr>
    </w:tbl>
    <w:p w14:paraId="2FCB57A8" w14:textId="43E476D5" w:rsidR="00797F5A" w:rsidRDefault="00797F5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="00104227">
        <w:rPr>
          <w:b/>
          <w:bCs/>
        </w:rPr>
        <w:t>veřejná zakázka</w:t>
      </w:r>
      <w:r>
        <w:t>“</w:t>
      </w:r>
      <w:r w:rsidR="002B63EA">
        <w:t>, „</w:t>
      </w:r>
      <w:r w:rsidR="002B63EA" w:rsidRPr="002B63EA">
        <w:rPr>
          <w:b/>
          <w:bCs/>
        </w:rPr>
        <w:t>zadavatel</w:t>
      </w:r>
      <w:r w:rsidR="002B63EA">
        <w:t>“</w:t>
      </w:r>
      <w:r>
        <w:t>)</w:t>
      </w:r>
      <w:bookmarkEnd w:id="4"/>
      <w:bookmarkEnd w:id="5"/>
    </w:p>
    <w:p w14:paraId="26EEA0E6" w14:textId="77777777" w:rsidR="00370681" w:rsidRPr="00E12D7E" w:rsidRDefault="00571D80" w:rsidP="00370681">
      <w:pPr>
        <w:pStyle w:val="Nadpis1"/>
        <w:keepLines w:val="0"/>
        <w:pageBreakBefore/>
      </w:pPr>
      <w:bookmarkStart w:id="6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6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3B398A5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B9F5B5E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1B80E763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697345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97C3EF6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E882EA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16B646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62B7DB4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4D820E4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B9F82A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F6D738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BAB747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A2C416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164D5FA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2471BB54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584DDF4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ED52B76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2F1260E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57D0A5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E7B4165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98885A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47206DF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902E3A1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0EE37587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24BBCF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226B5B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62159D9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4C04F8BB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E9C3288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294B624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2DCA95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C702B6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EBFE5B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B151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65A8025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08F2F51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3311597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97C114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34D6E4B9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17F4EA2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BA2C071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6DBD7315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C6FDC8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5202BCEB" w14:textId="77777777" w:rsidR="00E12D7E" w:rsidRPr="0030491F" w:rsidRDefault="00902243" w:rsidP="00496FC9">
      <w:pPr>
        <w:pStyle w:val="Nadpis1"/>
        <w:keepLines w:val="0"/>
        <w:pageBreakBefore/>
      </w:pPr>
      <w:bookmarkStart w:id="7" w:name="_Toc56196927"/>
      <w:r>
        <w:lastRenderedPageBreak/>
        <w:t>Kvalifikace</w:t>
      </w:r>
      <w:bookmarkEnd w:id="7"/>
    </w:p>
    <w:p w14:paraId="1462462B" w14:textId="77777777" w:rsidR="00536C83" w:rsidRPr="00521F89" w:rsidRDefault="00536C83" w:rsidP="00536C83">
      <w:pPr>
        <w:pStyle w:val="Tloslovan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Účastník čestně prohlašuje, že splňuje základní způsobilost požadovanou zákonem č. 134/2016 Sb., o zadávání veřejných zakázek, ve znění pozdějších předpisů, („</w:t>
      </w:r>
      <w:r w:rsidRPr="00521F89">
        <w:rPr>
          <w:rFonts w:eastAsia="Calibri"/>
          <w:b/>
          <w:bCs/>
          <w:lang w:eastAsia="cs-CZ"/>
        </w:rPr>
        <w:t>ZZVZ</w:t>
      </w:r>
      <w:r w:rsidRPr="00521F89">
        <w:rPr>
          <w:rFonts w:eastAsia="Calibri"/>
          <w:lang w:eastAsia="cs-CZ"/>
        </w:rPr>
        <w:t>“), a zadavatelem pro plnění veřejné zakázky, která je uvedena v textové části zadávací dokumentace („</w:t>
      </w:r>
      <w:r w:rsidRPr="00521F89">
        <w:rPr>
          <w:rFonts w:eastAsia="Calibri"/>
          <w:b/>
          <w:bCs/>
          <w:lang w:eastAsia="cs-CZ"/>
        </w:rPr>
        <w:t>zadávací dokumentace</w:t>
      </w:r>
      <w:r w:rsidRPr="00521F89">
        <w:rPr>
          <w:rFonts w:eastAsia="Calibri"/>
          <w:lang w:eastAsia="cs-CZ"/>
        </w:rPr>
        <w:t>“) na veřejnou zakázku, a to v následujícím rozsahu, tedy že je účastníkem, který</w:t>
      </w:r>
      <w:r w:rsidRPr="00521F89">
        <w:rPr>
          <w:rFonts w:eastAsia="Calibri"/>
          <w:vertAlign w:val="superscript"/>
          <w:lang w:eastAsia="cs-CZ"/>
        </w:rPr>
        <w:footnoteReference w:id="1"/>
      </w:r>
      <w:r w:rsidRPr="00521F89">
        <w:rPr>
          <w:rFonts w:eastAsia="Calibri"/>
          <w:lang w:eastAsia="cs-CZ"/>
        </w:rPr>
        <w:t>:</w:t>
      </w:r>
    </w:p>
    <w:p w14:paraId="192AAE39" w14:textId="77777777" w:rsidR="00536C83" w:rsidRPr="00521F89" w:rsidRDefault="00536C83" w:rsidP="00536C83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v evidenci daní zachycen splatný daňový nedoplatek ve vztahu ke spotřební dani,</w:t>
      </w:r>
    </w:p>
    <w:p w14:paraId="156A88F1" w14:textId="77777777" w:rsidR="00536C83" w:rsidRPr="00521F89" w:rsidRDefault="00536C83" w:rsidP="00536C83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splatný nedoplatek na pojistném nebo na penále na veřejné zdravotní pojištění,</w:t>
      </w:r>
    </w:p>
    <w:p w14:paraId="33143CED" w14:textId="77777777" w:rsidR="00536C83" w:rsidRPr="00521F89" w:rsidRDefault="00536C83" w:rsidP="00536C83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2FED9A41" w14:textId="77777777" w:rsidR="00536C83" w:rsidRPr="00990FFA" w:rsidRDefault="00536C83" w:rsidP="00536C83">
      <w:pPr>
        <w:pStyle w:val="Tloslovan"/>
      </w:pPr>
      <w:r w:rsidRPr="00990FFA">
        <w:t xml:space="preserve">Účastník čestně prohlašuje, že splňuje technickou kvalifikaci požadovanou ZZVZ a zadavatelem pro plnění veřejné zakázky, která je uvedena v zadávací dokumentaci na veřejnou zakázku, tj. 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9521E7189B4B4C279F0065F2F5190384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bCs/>
        </w:rPr>
        <w:t>,</w:t>
      </w:r>
      <w:r w:rsidRPr="00990FFA">
        <w:t xml:space="preserve"> a to v následujícím rozsahu</w:t>
      </w:r>
      <w:r w:rsidRPr="00990FFA">
        <w:rPr>
          <w:rFonts w:eastAsia="Calibri"/>
          <w:lang w:eastAsia="cs-CZ"/>
        </w:rPr>
        <w:t>:</w:t>
      </w:r>
    </w:p>
    <w:p w14:paraId="49438422" w14:textId="77777777" w:rsidR="00536C83" w:rsidRPr="00990FFA" w:rsidRDefault="00536C83" w:rsidP="00536C83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8" w:name="_Hlk87455254"/>
      <w:r w:rsidRPr="00990FFA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C307E7BE962D41158E9EE0438C0838F9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Pr="00990FFA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990FFA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536C83" w:rsidRPr="003012B7" w14:paraId="58534C78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3E30E1FF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5BDCF05E9CCA49E8A658B6F263715A3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745ABEB6" w14:textId="77777777" w:rsidR="00536C83" w:rsidRPr="003012B7" w:rsidRDefault="00536C83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57E2D37F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EA97748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94B7D0A277F046BC919870EFAA539BE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651B6E9" w14:textId="77777777" w:rsidR="00536C83" w:rsidRPr="003012B7" w:rsidRDefault="00536C83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3721DF78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33D89A96" w14:textId="77777777" w:rsidR="00536C83" w:rsidRPr="00990FFA" w:rsidRDefault="00536C83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84A4FAD2B0C746AE8AD4DC5B10E6026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7AF321A" w14:textId="77777777" w:rsidR="00536C83" w:rsidRPr="003012B7" w:rsidRDefault="00536C83" w:rsidP="00E41E53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6B35C776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2986D822" w14:textId="77777777" w:rsidR="00536C83" w:rsidRPr="00990FFA" w:rsidRDefault="002D1650" w:rsidP="00E41E53">
            <w:pPr>
              <w:spacing w:before="60" w:after="60"/>
            </w:pPr>
            <w:sdt>
              <w:sdtPr>
                <w:id w:val="1053588437"/>
                <w:placeholder>
                  <w:docPart w:val="5B30B63A830C4BEFA460CEF0C7C08FC1"/>
                </w:placeholder>
                <w:text/>
              </w:sdtPr>
              <w:sdtEndPr/>
              <w:sdtContent>
                <w:r w:rsidR="00536C83">
                  <w:t>Služba byla poskytována v intravilánu obce:</w:t>
                </w:r>
              </w:sdtContent>
            </w:sdt>
          </w:p>
        </w:tc>
        <w:tc>
          <w:tcPr>
            <w:tcW w:w="4647" w:type="dxa"/>
            <w:vAlign w:val="center"/>
          </w:tcPr>
          <w:p w14:paraId="351E6C84" w14:textId="77777777" w:rsidR="00536C83" w:rsidRPr="003012B7" w:rsidRDefault="00536C83" w:rsidP="00E41E53">
            <w:pPr>
              <w:spacing w:before="60" w:after="60"/>
              <w:rPr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7EFCCC23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931ECF6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Cena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2CF657B98A004B979238B4E869489D6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B5C4CD7" w14:textId="77777777" w:rsidR="00536C83" w:rsidRPr="003012B7" w:rsidRDefault="00536C83" w:rsidP="00E41E53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209CD2EA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43305A78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CEEBFA30D76043F19BAF0051D1679E9F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310B7BE5" w14:textId="77777777" w:rsidR="00536C83" w:rsidRPr="003012B7" w:rsidRDefault="00536C83" w:rsidP="00E41E53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5ED9FA7E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3B5422DD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9688C7DF3AB94EE0AE8E42E902D61DE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25CA598B" w14:textId="77777777" w:rsidR="00536C83" w:rsidRPr="003012B7" w:rsidRDefault="00536C83" w:rsidP="00E41E53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45BF846E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B6B9B2C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C44CD406FAD54F29BB234E0709B6D0C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1A2CDA4D" w14:textId="77777777" w:rsidR="00536C83" w:rsidRPr="003012B7" w:rsidRDefault="00536C83" w:rsidP="00E41E53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8"/>
    <w:p w14:paraId="5F483C3D" w14:textId="77777777" w:rsidR="00536C83" w:rsidRPr="003012B7" w:rsidRDefault="00536C83" w:rsidP="00536C83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3012B7">
        <w:rPr>
          <w:rFonts w:eastAsia="Calibri"/>
          <w:i/>
          <w:highlight w:val="yellow"/>
          <w:lang w:eastAsia="cs-CZ"/>
        </w:rPr>
        <w:t>* v </w:t>
      </w:r>
      <w:r w:rsidRPr="00990FFA">
        <w:rPr>
          <w:rFonts w:eastAsia="Calibri"/>
          <w:i/>
          <w:highlight w:val="yellow"/>
          <w:lang w:eastAsia="cs-CZ"/>
        </w:rPr>
        <w:t xml:space="preserve">případě více </w:t>
      </w:r>
      <w:bookmarkStart w:id="9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02B96111AF4B46FB95AE2324BB7F18E5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Pr="00990FFA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9"/>
      <w:r w:rsidRPr="00990FFA">
        <w:rPr>
          <w:rFonts w:eastAsia="Calibri"/>
          <w:i/>
          <w:highlight w:val="yellow"/>
          <w:lang w:eastAsia="cs-CZ"/>
        </w:rPr>
        <w:t xml:space="preserve"> účastník tabulku </w:t>
      </w:r>
      <w:r w:rsidRPr="003012B7">
        <w:rPr>
          <w:rFonts w:eastAsia="Calibri"/>
          <w:i/>
          <w:highlight w:val="yellow"/>
          <w:lang w:eastAsia="cs-CZ"/>
        </w:rPr>
        <w:t>zkopíruje podle potřeby.</w:t>
      </w:r>
    </w:p>
    <w:p w14:paraId="713BC68D" w14:textId="77777777" w:rsidR="00536C83" w:rsidRPr="00990FFA" w:rsidRDefault="00536C83" w:rsidP="00536C83">
      <w:pPr>
        <w:pStyle w:val="Tloslovan"/>
        <w:numPr>
          <w:ilvl w:val="0"/>
          <w:numId w:val="0"/>
        </w:numPr>
        <w:ind w:left="851"/>
      </w:pPr>
      <w:bookmarkStart w:id="10" w:name="_Hlk61846023"/>
      <w:r w:rsidRPr="00990FFA">
        <w:t xml:space="preserve">Účastník čestně prohlašuje, že </w:t>
      </w:r>
      <w:r w:rsidRPr="00990FFA">
        <w:rPr>
          <w:rFonts w:eastAsia="Calibri"/>
        </w:rPr>
        <w:t xml:space="preserve">výše </w:t>
      </w:r>
      <w:bookmarkStart w:id="11" w:name="_Hlk39183420"/>
      <w:r w:rsidRPr="00990FFA">
        <w:rPr>
          <w:rFonts w:eastAsia="Calibri"/>
        </w:rPr>
        <w:t xml:space="preserve">uvedené </w:t>
      </w:r>
      <w:bookmarkEnd w:id="11"/>
      <w:sdt>
        <w:sdtPr>
          <w:rPr>
            <w:bCs/>
          </w:rPr>
          <w:alias w:val="Druh plnění"/>
          <w:tag w:val="Druh plnění"/>
          <w:id w:val="1857462655"/>
          <w:placeholder>
            <w:docPart w:val="5476FEEEB2634BECB23A2E44C57D71C7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rFonts w:eastAsia="Calibri"/>
        </w:rPr>
        <w:t xml:space="preserve"> </w:t>
      </w:r>
      <w:bookmarkStart w:id="12" w:name="_Hlk39183444"/>
      <w:r w:rsidRPr="00990FFA">
        <w:rPr>
          <w:rFonts w:eastAsia="Calibri"/>
        </w:rPr>
        <w:t>poskytl řádně, odborně a vča</w:t>
      </w:r>
      <w:bookmarkEnd w:id="12"/>
      <w:r w:rsidRPr="00990FFA">
        <w:rPr>
          <w:rFonts w:eastAsia="Calibri"/>
        </w:rPr>
        <w:t>s.</w:t>
      </w:r>
    </w:p>
    <w:p w14:paraId="1D3CF9A0" w14:textId="77777777" w:rsidR="00536C83" w:rsidRPr="00990FFA" w:rsidRDefault="00536C83" w:rsidP="00536C83">
      <w:pPr>
        <w:pStyle w:val="Tloslovan"/>
      </w:pPr>
      <w:r w:rsidRPr="00990FFA">
        <w:t>Účastník čestně prohlašuje, že splňuje technickou kvalifikaci požadovanou ZZVZ a zadavatelem pro plnění veřejné zakázky, která je uvedena v zadávací dokumentaci na veřejnou zakázku, tj. že má pro plnění veřejné zakázky k dispozici požadovaný realizační tým, a to v následujícím rozsahu</w:t>
      </w:r>
      <w:bookmarkEnd w:id="10"/>
      <w:r w:rsidRPr="00990FFA">
        <w:rPr>
          <w:rFonts w:eastAsia="Calibri"/>
          <w:lang w:eastAsia="cs-CZ"/>
        </w:rPr>
        <w:t>:</w:t>
      </w:r>
    </w:p>
    <w:p w14:paraId="47411FE7" w14:textId="0083FEBB" w:rsidR="00536C83" w:rsidRPr="00990FFA" w:rsidRDefault="00536C83" w:rsidP="00536C83">
      <w:pPr>
        <w:pStyle w:val="Tloneslovan"/>
        <w:rPr>
          <w:b/>
          <w:bCs/>
          <w:i/>
          <w:iCs/>
        </w:rPr>
      </w:pPr>
      <w:r w:rsidRPr="00990FFA">
        <w:rPr>
          <w:b/>
          <w:i/>
          <w:iCs/>
        </w:rPr>
        <w:t xml:space="preserve">Manažer </w:t>
      </w:r>
      <w:r>
        <w:rPr>
          <w:b/>
          <w:i/>
          <w:iCs/>
        </w:rPr>
        <w:t>údržby zeleně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536C83" w:rsidRPr="003012B7" w14:paraId="63ADF14E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2871C446" w14:textId="77777777" w:rsidR="00536C83" w:rsidRPr="00990FFA" w:rsidRDefault="00536C83" w:rsidP="00E41E53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2F8385BA" w14:textId="08D6C131" w:rsidR="00536C83" w:rsidRPr="006536AF" w:rsidRDefault="00536C83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657F7FDD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10D4DD7E" w14:textId="3C1E401B" w:rsidR="00536C83" w:rsidRPr="00990FFA" w:rsidRDefault="00536C83" w:rsidP="00E41E53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5141D46F" w14:textId="37BDABB7" w:rsidR="00536C83" w:rsidRPr="006536AF" w:rsidRDefault="00536C83" w:rsidP="00E41E53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706383B9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230F3B25" w14:textId="77777777" w:rsidR="00536C83" w:rsidRPr="00990FFA" w:rsidRDefault="00536C83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1A5CACF2" w14:textId="77777777" w:rsidR="00536C83" w:rsidRPr="00871C9A" w:rsidRDefault="00536C83" w:rsidP="00E41E53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54ACE8C1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34C138CF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73AD268D" w14:textId="77777777" w:rsidR="00536C83" w:rsidRPr="006536AF" w:rsidRDefault="00536C83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42770277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86A25EF" w14:textId="77777777" w:rsidR="00536C83" w:rsidRPr="00990FFA" w:rsidRDefault="00536C83" w:rsidP="00E41E53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6B3DF1ED" w14:textId="77777777" w:rsidR="00536C83" w:rsidRPr="006536AF" w:rsidRDefault="00536C83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67BC1BD8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AA66253" w14:textId="77777777" w:rsidR="00536C83" w:rsidRPr="00990FFA" w:rsidRDefault="00536C83" w:rsidP="00E41E53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0C16F4DB" w14:textId="77777777" w:rsidR="00536C83" w:rsidRPr="006536AF" w:rsidRDefault="00536C83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368526B4" w14:textId="38702D27" w:rsidR="00536C83" w:rsidRPr="00521F89" w:rsidRDefault="00536C83" w:rsidP="00536C83">
      <w:pPr>
        <w:pStyle w:val="Tloneslovan"/>
        <w:rPr>
          <w:b/>
          <w:bCs/>
          <w:i/>
          <w:iCs/>
        </w:rPr>
      </w:pPr>
      <w:bookmarkStart w:id="13" w:name="_Hlk61845577"/>
      <w:r>
        <w:rPr>
          <w:b/>
          <w:i/>
          <w:iCs/>
        </w:rPr>
        <w:t>Vedoucí údržby zeleně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536C83" w:rsidRPr="003012B7" w14:paraId="74805D19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2D2A9D2F" w14:textId="77777777" w:rsidR="00536C83" w:rsidRPr="00990FFA" w:rsidRDefault="00536C83" w:rsidP="00E41E53">
            <w:pPr>
              <w:spacing w:before="60" w:after="60"/>
            </w:pPr>
            <w:r w:rsidRPr="00990FFA">
              <w:t>Jméno a příjmení:</w:t>
            </w:r>
          </w:p>
        </w:tc>
        <w:tc>
          <w:tcPr>
            <w:tcW w:w="4647" w:type="dxa"/>
            <w:vAlign w:val="center"/>
          </w:tcPr>
          <w:p w14:paraId="56DCED17" w14:textId="77777777" w:rsidR="00536C83" w:rsidRPr="006536AF" w:rsidRDefault="00536C83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05925D65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7C038020" w14:textId="5CB3728D" w:rsidR="00536C83" w:rsidRPr="00990FFA" w:rsidRDefault="00536C83" w:rsidP="00536C83">
            <w:pPr>
              <w:spacing w:before="60" w:after="60"/>
            </w:pPr>
            <w:r>
              <w:t>Odbornost/vzdělání:</w:t>
            </w:r>
          </w:p>
        </w:tc>
        <w:tc>
          <w:tcPr>
            <w:tcW w:w="4647" w:type="dxa"/>
            <w:vAlign w:val="center"/>
          </w:tcPr>
          <w:p w14:paraId="2D5734D3" w14:textId="6B3E808F" w:rsidR="00536C83" w:rsidRPr="006536AF" w:rsidRDefault="00536C83" w:rsidP="00536C83">
            <w:pPr>
              <w:spacing w:before="60" w:after="60"/>
              <w:rPr>
                <w:bCs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47C82F7E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7B808ECD" w14:textId="77777777" w:rsidR="00536C83" w:rsidRPr="00990FFA" w:rsidRDefault="00536C83" w:rsidP="00E41E5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>Praxe:</w:t>
            </w:r>
          </w:p>
        </w:tc>
        <w:tc>
          <w:tcPr>
            <w:tcW w:w="4647" w:type="dxa"/>
            <w:vAlign w:val="center"/>
          </w:tcPr>
          <w:p w14:paraId="0DF33F18" w14:textId="77777777" w:rsidR="00536C83" w:rsidRPr="00871C9A" w:rsidRDefault="00536C83" w:rsidP="00E41E53">
            <w:pPr>
              <w:spacing w:before="60" w:after="60"/>
              <w:rPr>
                <w:rStyle w:val="Siln"/>
                <w:b w:val="0"/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6D5C7863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65D2E251" w14:textId="77777777" w:rsidR="00536C83" w:rsidRPr="00990FFA" w:rsidRDefault="00536C83" w:rsidP="00E41E53">
            <w:pPr>
              <w:spacing w:before="60" w:after="60"/>
            </w:pPr>
            <w:r w:rsidRPr="00990FFA">
              <w:t xml:space="preserve">Zkušenosti s obdobnými zakázkami pro účely kvalifikace (vč. </w:t>
            </w:r>
            <w:proofErr w:type="spellStart"/>
            <w:r w:rsidRPr="00990FFA">
              <w:t>poř</w:t>
            </w:r>
            <w:proofErr w:type="spellEnd"/>
            <w:r w:rsidRPr="00990FFA">
              <w:t>. č., názvu, objednatele, popisu, ceny, doby realizace, místa realizace</w:t>
            </w:r>
            <w:r>
              <w:t>, vykonávané pozice</w:t>
            </w:r>
            <w:r w:rsidRPr="00990FFA">
              <w:t xml:space="preserve"> a kontaktní osoby):</w:t>
            </w:r>
          </w:p>
        </w:tc>
        <w:tc>
          <w:tcPr>
            <w:tcW w:w="4647" w:type="dxa"/>
            <w:vAlign w:val="center"/>
          </w:tcPr>
          <w:p w14:paraId="66412CB1" w14:textId="77777777" w:rsidR="00536C83" w:rsidRPr="006536AF" w:rsidRDefault="00536C83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1E08249F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0F8351FF" w14:textId="77777777" w:rsidR="00536C83" w:rsidRPr="00990FFA" w:rsidRDefault="00536C83" w:rsidP="00E41E53">
            <w:pPr>
              <w:spacing w:before="60" w:after="60"/>
            </w:pPr>
            <w:r w:rsidRPr="00990FFA">
              <w:rPr>
                <w:bCs/>
              </w:rPr>
              <w:t>Vztah k dodavateli:</w:t>
            </w:r>
          </w:p>
        </w:tc>
        <w:tc>
          <w:tcPr>
            <w:tcW w:w="4647" w:type="dxa"/>
            <w:vAlign w:val="center"/>
          </w:tcPr>
          <w:p w14:paraId="3BED69FF" w14:textId="77777777" w:rsidR="00536C83" w:rsidRPr="006536AF" w:rsidRDefault="00536C83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  <w:tr w:rsidR="00536C83" w:rsidRPr="003012B7" w14:paraId="3B99195C" w14:textId="77777777" w:rsidTr="00E41E53">
        <w:trPr>
          <w:trHeight w:val="454"/>
        </w:trPr>
        <w:tc>
          <w:tcPr>
            <w:tcW w:w="3544" w:type="dxa"/>
            <w:vAlign w:val="center"/>
          </w:tcPr>
          <w:p w14:paraId="39719817" w14:textId="77777777" w:rsidR="00536C83" w:rsidRPr="00990FFA" w:rsidRDefault="00536C83" w:rsidP="00E41E53">
            <w:pPr>
              <w:spacing w:before="60" w:after="60"/>
            </w:pPr>
            <w:r w:rsidRPr="00990FFA">
              <w:t>Kontaktní údaje (jméno, tel., e-mail):</w:t>
            </w:r>
          </w:p>
        </w:tc>
        <w:tc>
          <w:tcPr>
            <w:tcW w:w="4647" w:type="dxa"/>
            <w:vAlign w:val="center"/>
          </w:tcPr>
          <w:p w14:paraId="55E48A43" w14:textId="77777777" w:rsidR="00536C83" w:rsidRPr="006536AF" w:rsidRDefault="00536C83" w:rsidP="00E41E53">
            <w:pPr>
              <w:spacing w:before="60" w:after="60"/>
              <w:rPr>
                <w:highlight w:val="yellow"/>
              </w:rPr>
            </w:pPr>
            <w:r w:rsidRPr="006536AF">
              <w:rPr>
                <w:bCs/>
                <w:highlight w:val="yellow"/>
              </w:rPr>
              <w:fldChar w:fldCharType="begin"/>
            </w:r>
            <w:r w:rsidRPr="006536A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6536AF">
              <w:rPr>
                <w:bCs/>
                <w:highlight w:val="yellow"/>
              </w:rPr>
              <w:fldChar w:fldCharType="end"/>
            </w:r>
          </w:p>
        </w:tc>
      </w:tr>
    </w:tbl>
    <w:p w14:paraId="7B6EC346" w14:textId="77777777" w:rsidR="00536C83" w:rsidRPr="006942DF" w:rsidRDefault="00536C83" w:rsidP="00536C83">
      <w:pPr>
        <w:pStyle w:val="Tloslovan"/>
        <w:numPr>
          <w:ilvl w:val="0"/>
          <w:numId w:val="0"/>
        </w:numPr>
        <w:ind w:left="851"/>
        <w:rPr>
          <w:rFonts w:eastAsia="Calibri"/>
          <w:lang w:eastAsia="cs-CZ"/>
        </w:rPr>
      </w:pPr>
      <w:r w:rsidRPr="00990FFA">
        <w:t xml:space="preserve">Účastník čestně prohlašuje, že </w:t>
      </w:r>
      <w:r w:rsidRPr="00990FFA">
        <w:rPr>
          <w:rFonts w:eastAsia="Calibri"/>
        </w:rPr>
        <w:t>výše uvedené osoby se budou podílet na plnění veřejné zakázky.</w:t>
      </w:r>
    </w:p>
    <w:bookmarkEnd w:id="13"/>
    <w:p w14:paraId="63464100" w14:textId="77777777" w:rsidR="00536C83" w:rsidRDefault="00536C83" w:rsidP="00536C83">
      <w:pPr>
        <w:pStyle w:val="Tloslovan"/>
      </w:pPr>
      <w:r>
        <w:t>Účastník čestně prohlašuje, že splňuje technickou kvalifikaci požadovanou</w:t>
      </w:r>
      <w:r w:rsidRPr="002975C9">
        <w:t xml:space="preserve"> dle § 79 odst. 2 písm. j) </w:t>
      </w:r>
      <w:r>
        <w:t xml:space="preserve">ZZVZ a zadavatelem pro plnění veřejné zakázky, která je uvedena v zadávací dokumentaci na veřejnou zakázku, tj. předkládá přehled nástrojů nebo pomůcek, provozních nebo technických zařízení, </w:t>
      </w:r>
      <w:r w:rsidRPr="002975C9">
        <w:t xml:space="preserve">a to </w:t>
      </w:r>
      <w:r w:rsidRPr="002975C9">
        <w:rPr>
          <w:b/>
          <w:bCs/>
        </w:rPr>
        <w:t>včetně</w:t>
      </w:r>
      <w:r w:rsidRPr="002975C9">
        <w:t xml:space="preserve"> prohlášení o neexistenci jakéhokoliv omezení vlastnického práva k předmětným nástrojům, tak aby je bylo možné zcela volně využívat od prvního dne po podpisu smlouvy na plnění veřejné zakázky</w:t>
      </w:r>
      <w:r>
        <w:t>:</w:t>
      </w:r>
    </w:p>
    <w:p w14:paraId="19387E7C" w14:textId="77777777" w:rsidR="00536C83" w:rsidRDefault="00536C83" w:rsidP="00536C83">
      <w:pPr>
        <w:pStyle w:val="Tloslovan"/>
        <w:keepNext/>
        <w:numPr>
          <w:ilvl w:val="0"/>
          <w:numId w:val="0"/>
        </w:numPr>
        <w:ind w:left="851"/>
        <w:rPr>
          <w:b/>
          <w:bCs/>
          <w:i/>
          <w:iCs/>
        </w:rPr>
      </w:pPr>
      <w:r>
        <w:rPr>
          <w:rFonts w:eastAsia="Calibri"/>
          <w:b/>
          <w:bCs/>
          <w:i/>
          <w:iCs/>
          <w:lang w:eastAsia="cs-CZ"/>
        </w:rPr>
        <w:t>Přehled provozních a technických zařízení: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4"/>
        <w:gridCol w:w="4225"/>
      </w:tblGrid>
      <w:tr w:rsidR="00536C83" w14:paraId="48BC7A7B" w14:textId="77777777" w:rsidTr="00E41E53">
        <w:trPr>
          <w:trHeight w:val="454"/>
        </w:trPr>
        <w:tc>
          <w:tcPr>
            <w:tcW w:w="3994" w:type="dxa"/>
            <w:hideMark/>
          </w:tcPr>
          <w:p w14:paraId="27591A97" w14:textId="68508462" w:rsidR="00536C83" w:rsidRDefault="00536C83" w:rsidP="00E41E53">
            <w:pPr>
              <w:spacing w:before="60" w:after="60"/>
            </w:pPr>
            <w:r>
              <w:t>a)</w:t>
            </w:r>
            <w:r>
              <w:rPr>
                <w:bCs/>
              </w:rPr>
              <w:t xml:space="preserve"> Nákladní</w:t>
            </w:r>
            <w:r w:rsidRPr="002975C9">
              <w:rPr>
                <w:bCs/>
              </w:rPr>
              <w:t xml:space="preserve"> vůz typu multikára</w:t>
            </w:r>
            <w:r>
              <w:rPr>
                <w:bCs/>
              </w:rPr>
              <w:t xml:space="preserve"> – 2x</w:t>
            </w:r>
          </w:p>
        </w:tc>
        <w:tc>
          <w:tcPr>
            <w:tcW w:w="4225" w:type="dxa"/>
            <w:vAlign w:val="center"/>
            <w:hideMark/>
          </w:tcPr>
          <w:p w14:paraId="205DC788" w14:textId="77777777" w:rsidR="00536C83" w:rsidRDefault="00536C83" w:rsidP="00E41E53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1EDCE300" w14:textId="77777777" w:rsidTr="00E41E53">
        <w:trPr>
          <w:trHeight w:val="454"/>
        </w:trPr>
        <w:tc>
          <w:tcPr>
            <w:tcW w:w="3994" w:type="dxa"/>
          </w:tcPr>
          <w:p w14:paraId="01B3A4DE" w14:textId="77777777" w:rsidR="00536C83" w:rsidRDefault="00536C83" w:rsidP="00E41E53">
            <w:pPr>
              <w:pStyle w:val="Psmena"/>
              <w:numPr>
                <w:ilvl w:val="0"/>
                <w:numId w:val="0"/>
              </w:numPr>
              <w:jc w:val="left"/>
            </w:pPr>
            <w:r w:rsidRPr="002975C9">
              <w:rPr>
                <w:bCs/>
              </w:rPr>
              <w:t>b)</w:t>
            </w:r>
            <w:r>
              <w:t xml:space="preserve"> Lehký</w:t>
            </w:r>
            <w:r w:rsidRPr="002975C9">
              <w:t xml:space="preserve"> nákladní automobil kontejnerový</w:t>
            </w:r>
            <w:r>
              <w:t xml:space="preserve"> – 1x</w:t>
            </w:r>
          </w:p>
        </w:tc>
        <w:tc>
          <w:tcPr>
            <w:tcW w:w="4225" w:type="dxa"/>
            <w:vAlign w:val="center"/>
          </w:tcPr>
          <w:p w14:paraId="63C88681" w14:textId="77777777" w:rsidR="00536C83" w:rsidRDefault="00536C83" w:rsidP="00E41E5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28C17895" w14:textId="77777777" w:rsidTr="00E41E53">
        <w:trPr>
          <w:trHeight w:val="454"/>
        </w:trPr>
        <w:tc>
          <w:tcPr>
            <w:tcW w:w="3994" w:type="dxa"/>
          </w:tcPr>
          <w:p w14:paraId="1AFD4334" w14:textId="77777777" w:rsidR="00536C83" w:rsidRDefault="00536C83" w:rsidP="00E41E53">
            <w:pPr>
              <w:spacing w:before="60" w:after="60"/>
            </w:pPr>
            <w:r>
              <w:t>c)</w:t>
            </w:r>
            <w:r w:rsidRPr="002975C9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K</w:t>
            </w:r>
            <w:r w:rsidRPr="002975C9">
              <w:rPr>
                <w:bCs/>
              </w:rPr>
              <w:t>ontejner</w:t>
            </w:r>
          </w:p>
        </w:tc>
        <w:tc>
          <w:tcPr>
            <w:tcW w:w="4225" w:type="dxa"/>
            <w:vAlign w:val="center"/>
          </w:tcPr>
          <w:p w14:paraId="0107F152" w14:textId="77777777" w:rsidR="00536C83" w:rsidRDefault="00536C83" w:rsidP="00E41E5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73655B39" w14:textId="77777777" w:rsidTr="00E41E53">
        <w:trPr>
          <w:trHeight w:val="454"/>
        </w:trPr>
        <w:tc>
          <w:tcPr>
            <w:tcW w:w="3994" w:type="dxa"/>
          </w:tcPr>
          <w:p w14:paraId="213BC2E6" w14:textId="77777777" w:rsidR="00536C83" w:rsidRDefault="00536C83" w:rsidP="00E41E53">
            <w:pPr>
              <w:spacing w:before="60" w:after="60"/>
            </w:pPr>
            <w:r>
              <w:t xml:space="preserve">d) Fukar – 10x </w:t>
            </w:r>
            <w:r w:rsidRPr="002975C9">
              <w:rPr>
                <w:bCs/>
              </w:rPr>
              <w:t>(z toho minimální počet s elektrickým pohonem 5x)</w:t>
            </w:r>
          </w:p>
        </w:tc>
        <w:tc>
          <w:tcPr>
            <w:tcW w:w="4225" w:type="dxa"/>
            <w:vAlign w:val="center"/>
          </w:tcPr>
          <w:p w14:paraId="0CB0BD93" w14:textId="77777777" w:rsidR="00536C83" w:rsidRDefault="00536C83" w:rsidP="00E41E5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5163FB4B" w14:textId="77777777" w:rsidTr="00E41E53">
        <w:trPr>
          <w:trHeight w:val="454"/>
        </w:trPr>
        <w:tc>
          <w:tcPr>
            <w:tcW w:w="3994" w:type="dxa"/>
          </w:tcPr>
          <w:p w14:paraId="071D7FC3" w14:textId="21BFC824" w:rsidR="00536C83" w:rsidRDefault="00536C83" w:rsidP="00536C83">
            <w:pPr>
              <w:spacing w:before="60" w:after="60"/>
            </w:pPr>
            <w:r>
              <w:t>e)</w:t>
            </w:r>
            <w:r w:rsidRPr="00536C83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S</w:t>
            </w:r>
            <w:r w:rsidRPr="00536C83">
              <w:rPr>
                <w:bCs/>
              </w:rPr>
              <w:t>ekačka se záběrem 100–150 cm se sběrným košem</w:t>
            </w:r>
            <w:r>
              <w:rPr>
                <w:bCs/>
              </w:rPr>
              <w:t xml:space="preserve"> – 2x</w:t>
            </w:r>
          </w:p>
        </w:tc>
        <w:tc>
          <w:tcPr>
            <w:tcW w:w="4225" w:type="dxa"/>
            <w:vAlign w:val="center"/>
          </w:tcPr>
          <w:p w14:paraId="11BB16BD" w14:textId="15324B78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44926C51" w14:textId="77777777" w:rsidTr="00E41E53">
        <w:trPr>
          <w:trHeight w:val="454"/>
        </w:trPr>
        <w:tc>
          <w:tcPr>
            <w:tcW w:w="3994" w:type="dxa"/>
          </w:tcPr>
          <w:p w14:paraId="64FB9136" w14:textId="35F6A0E7" w:rsidR="00536C83" w:rsidRDefault="00536C83" w:rsidP="00536C83">
            <w:pPr>
              <w:spacing w:before="60" w:after="60"/>
            </w:pPr>
            <w:r>
              <w:t>f)</w:t>
            </w:r>
            <w:r w:rsidRPr="00536C83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R</w:t>
            </w:r>
            <w:r w:rsidRPr="00536C83">
              <w:rPr>
                <w:bCs/>
              </w:rPr>
              <w:t>otační sekačka se záběrem 60 cm</w:t>
            </w:r>
            <w:r>
              <w:rPr>
                <w:bCs/>
              </w:rPr>
              <w:t xml:space="preserve"> – 4x</w:t>
            </w:r>
          </w:p>
        </w:tc>
        <w:tc>
          <w:tcPr>
            <w:tcW w:w="4225" w:type="dxa"/>
            <w:vAlign w:val="center"/>
          </w:tcPr>
          <w:p w14:paraId="21FEBC81" w14:textId="5EF2DFC3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5E43A6D1" w14:textId="77777777" w:rsidTr="00E41E53">
        <w:trPr>
          <w:trHeight w:val="454"/>
        </w:trPr>
        <w:tc>
          <w:tcPr>
            <w:tcW w:w="3994" w:type="dxa"/>
          </w:tcPr>
          <w:p w14:paraId="10499886" w14:textId="799B8EF8" w:rsidR="00536C83" w:rsidRDefault="00536C83" w:rsidP="00536C83">
            <w:pPr>
              <w:spacing w:before="60" w:after="60"/>
            </w:pPr>
            <w:r>
              <w:t>g)</w:t>
            </w:r>
            <w:r w:rsidRPr="00536C83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S</w:t>
            </w:r>
            <w:r w:rsidRPr="00536C83">
              <w:rPr>
                <w:bCs/>
              </w:rPr>
              <w:t>trunová sekačka</w:t>
            </w:r>
            <w:r>
              <w:rPr>
                <w:bCs/>
              </w:rPr>
              <w:t xml:space="preserve"> – 4x</w:t>
            </w:r>
          </w:p>
        </w:tc>
        <w:tc>
          <w:tcPr>
            <w:tcW w:w="4225" w:type="dxa"/>
            <w:vAlign w:val="center"/>
          </w:tcPr>
          <w:p w14:paraId="726D1821" w14:textId="7FD3BE6E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1A16EAEA" w14:textId="77777777" w:rsidTr="00E41E53">
        <w:trPr>
          <w:trHeight w:val="454"/>
        </w:trPr>
        <w:tc>
          <w:tcPr>
            <w:tcW w:w="3994" w:type="dxa"/>
          </w:tcPr>
          <w:p w14:paraId="1A059719" w14:textId="2806EE0A" w:rsidR="00536C83" w:rsidRDefault="00536C83" w:rsidP="00536C83">
            <w:pPr>
              <w:spacing w:before="60" w:after="60"/>
            </w:pPr>
            <w:r>
              <w:t>h) Hrábě</w:t>
            </w:r>
          </w:p>
        </w:tc>
        <w:tc>
          <w:tcPr>
            <w:tcW w:w="4225" w:type="dxa"/>
            <w:vAlign w:val="center"/>
          </w:tcPr>
          <w:p w14:paraId="63825580" w14:textId="6750FB09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7C351DAE" w14:textId="77777777" w:rsidTr="00E41E53">
        <w:trPr>
          <w:trHeight w:val="454"/>
        </w:trPr>
        <w:tc>
          <w:tcPr>
            <w:tcW w:w="3994" w:type="dxa"/>
          </w:tcPr>
          <w:p w14:paraId="7F7E0DBE" w14:textId="46194065" w:rsidR="00536C83" w:rsidRDefault="00536C83" w:rsidP="00536C83">
            <w:pPr>
              <w:spacing w:before="60" w:after="60"/>
            </w:pPr>
            <w:r>
              <w:t>ch)</w:t>
            </w:r>
            <w:r w:rsidRPr="00536C83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P</w:t>
            </w:r>
            <w:r w:rsidRPr="00536C83">
              <w:rPr>
                <w:bCs/>
              </w:rPr>
              <w:t>lotové nůžky</w:t>
            </w:r>
            <w:r>
              <w:rPr>
                <w:bCs/>
              </w:rPr>
              <w:t xml:space="preserve"> – 3x</w:t>
            </w:r>
          </w:p>
        </w:tc>
        <w:tc>
          <w:tcPr>
            <w:tcW w:w="4225" w:type="dxa"/>
            <w:vAlign w:val="center"/>
          </w:tcPr>
          <w:p w14:paraId="21E2286A" w14:textId="7CD9E357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7692F62A" w14:textId="77777777" w:rsidTr="00E41E53">
        <w:trPr>
          <w:trHeight w:val="454"/>
        </w:trPr>
        <w:tc>
          <w:tcPr>
            <w:tcW w:w="3994" w:type="dxa"/>
          </w:tcPr>
          <w:p w14:paraId="5067FD6D" w14:textId="3BEB4C33" w:rsidR="00536C83" w:rsidRDefault="00536C83" w:rsidP="00536C83">
            <w:pPr>
              <w:spacing w:before="60" w:after="60"/>
            </w:pPr>
            <w:r>
              <w:t>i) Motorová pila – 2x</w:t>
            </w:r>
          </w:p>
        </w:tc>
        <w:tc>
          <w:tcPr>
            <w:tcW w:w="4225" w:type="dxa"/>
            <w:vAlign w:val="center"/>
          </w:tcPr>
          <w:p w14:paraId="407228C5" w14:textId="02E1C71F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6EB91761" w14:textId="77777777" w:rsidTr="00E41E53">
        <w:trPr>
          <w:trHeight w:val="454"/>
        </w:trPr>
        <w:tc>
          <w:tcPr>
            <w:tcW w:w="3994" w:type="dxa"/>
          </w:tcPr>
          <w:p w14:paraId="12697F5A" w14:textId="28B1DF8E" w:rsidR="00536C83" w:rsidRDefault="00536C83" w:rsidP="00536C83">
            <w:pPr>
              <w:spacing w:before="60" w:after="60"/>
            </w:pPr>
            <w:r>
              <w:rPr>
                <w:bCs/>
              </w:rPr>
              <w:t>j</w:t>
            </w:r>
            <w:r w:rsidRPr="002975C9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Štěpkovač</w:t>
            </w:r>
            <w:proofErr w:type="spellEnd"/>
          </w:p>
        </w:tc>
        <w:tc>
          <w:tcPr>
            <w:tcW w:w="4225" w:type="dxa"/>
            <w:vAlign w:val="center"/>
          </w:tcPr>
          <w:p w14:paraId="74474F46" w14:textId="77777777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6069DE15" w14:textId="77777777" w:rsidTr="00E41E53">
        <w:trPr>
          <w:trHeight w:val="454"/>
        </w:trPr>
        <w:tc>
          <w:tcPr>
            <w:tcW w:w="3994" w:type="dxa"/>
          </w:tcPr>
          <w:p w14:paraId="4DC2D441" w14:textId="1283A699" w:rsidR="00536C83" w:rsidRDefault="00536C83" w:rsidP="00536C83">
            <w:pPr>
              <w:spacing w:before="60" w:after="60"/>
            </w:pPr>
            <w:r>
              <w:t>k) N</w:t>
            </w:r>
            <w:r w:rsidRPr="00536C83">
              <w:rPr>
                <w:bCs/>
              </w:rPr>
              <w:t>ákladní vůz typu multikára s cisternou</w:t>
            </w:r>
            <w:r>
              <w:rPr>
                <w:bCs/>
              </w:rPr>
              <w:t>– 2x</w:t>
            </w:r>
          </w:p>
        </w:tc>
        <w:tc>
          <w:tcPr>
            <w:tcW w:w="4225" w:type="dxa"/>
            <w:vAlign w:val="center"/>
          </w:tcPr>
          <w:p w14:paraId="4655B0BB" w14:textId="77777777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536C83" w14:paraId="60B2D132" w14:textId="77777777" w:rsidTr="00E41E53">
        <w:trPr>
          <w:trHeight w:val="454"/>
        </w:trPr>
        <w:tc>
          <w:tcPr>
            <w:tcW w:w="3994" w:type="dxa"/>
          </w:tcPr>
          <w:p w14:paraId="5879B7E6" w14:textId="378E31D0" w:rsidR="00536C83" w:rsidRDefault="00536C83" w:rsidP="00536C83">
            <w:pPr>
              <w:spacing w:before="60" w:after="60"/>
            </w:pPr>
            <w:r>
              <w:t>l) K</w:t>
            </w:r>
            <w:r w:rsidRPr="00536C83">
              <w:rPr>
                <w:bCs/>
              </w:rPr>
              <w:t>ultivátor na mechanizované zpracování půdy</w:t>
            </w:r>
            <w:r>
              <w:t xml:space="preserve"> – 1x</w:t>
            </w:r>
          </w:p>
        </w:tc>
        <w:tc>
          <w:tcPr>
            <w:tcW w:w="4225" w:type="dxa"/>
            <w:vAlign w:val="center"/>
          </w:tcPr>
          <w:p w14:paraId="5090DE73" w14:textId="77777777" w:rsidR="00536C83" w:rsidRDefault="00536C83" w:rsidP="00536C83">
            <w:pPr>
              <w:spacing w:before="60" w:after="60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účastník: popis zařízení, počet]"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471048D3" w14:textId="77777777" w:rsidR="00536C83" w:rsidRPr="002975C9" w:rsidRDefault="00536C83" w:rsidP="00536C83">
      <w:pPr>
        <w:pStyle w:val="Tloslovan"/>
        <w:numPr>
          <w:ilvl w:val="6"/>
          <w:numId w:val="10"/>
        </w:numPr>
      </w:pPr>
      <w:r>
        <w:t xml:space="preserve">Účastník </w:t>
      </w:r>
      <w:r w:rsidRPr="00990FFA">
        <w:t xml:space="preserve">čestně prohlašuje, že </w:t>
      </w:r>
      <w:r w:rsidRPr="00990FFA">
        <w:rPr>
          <w:rFonts w:eastAsia="Calibri"/>
        </w:rPr>
        <w:t>výše uveden</w:t>
      </w:r>
      <w:r>
        <w:rPr>
          <w:rFonts w:eastAsia="Calibri"/>
        </w:rPr>
        <w:t>á provozní a technická zařízení b</w:t>
      </w:r>
      <w:r w:rsidRPr="00990FFA">
        <w:rPr>
          <w:rFonts w:eastAsia="Calibri"/>
        </w:rPr>
        <w:t>ud</w:t>
      </w:r>
      <w:r>
        <w:rPr>
          <w:rFonts w:eastAsia="Calibri"/>
        </w:rPr>
        <w:t xml:space="preserve">e </w:t>
      </w:r>
      <w:r w:rsidRPr="002975C9">
        <w:t>možné zcela volně využívat od prvního dne po podpisu smlouvy na plnění veřejné zakázky</w:t>
      </w:r>
      <w:r>
        <w:t>.</w:t>
      </w:r>
      <w:r w:rsidRPr="00990FFA">
        <w:rPr>
          <w:rFonts w:eastAsia="Calibri"/>
        </w:rPr>
        <w:t xml:space="preserve"> </w:t>
      </w:r>
    </w:p>
    <w:p w14:paraId="56C6A270" w14:textId="77777777" w:rsidR="00536C83" w:rsidRPr="002975C9" w:rsidRDefault="00536C83" w:rsidP="00536C83">
      <w:pPr>
        <w:pStyle w:val="Tloslovan"/>
        <w:numPr>
          <w:ilvl w:val="6"/>
          <w:numId w:val="10"/>
        </w:numPr>
      </w:pPr>
      <w:r>
        <w:t xml:space="preserve">Účastník čestně prohlašuje, že </w:t>
      </w:r>
      <w:r w:rsidRPr="00341DE1">
        <w:t xml:space="preserve">minimálně 50 % techniky, která bude dodavatelem používána k plnění veřejné zakázky, </w:t>
      </w:r>
      <w:r>
        <w:t>splňuje</w:t>
      </w:r>
      <w:r w:rsidRPr="00341DE1">
        <w:t xml:space="preserve"> minimálně normu EURO 6, zbylá technika </w:t>
      </w:r>
      <w:r>
        <w:t>splňuje</w:t>
      </w:r>
      <w:r w:rsidRPr="00341DE1">
        <w:t xml:space="preserve"> minimálně normu EURO 5</w:t>
      </w:r>
      <w:r w:rsidRPr="002975C9">
        <w:t>.</w:t>
      </w:r>
      <w:r>
        <w:t xml:space="preserve"> </w:t>
      </w:r>
    </w:p>
    <w:p w14:paraId="033B8F1C" w14:textId="58AD2FBB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1EEDE876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27FBAEB1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D699324" w14:textId="77777777" w:rsidR="00E12D7E" w:rsidRPr="005E00E5" w:rsidRDefault="00496FC9" w:rsidP="00007F4B">
      <w:pPr>
        <w:pStyle w:val="Nadpis1"/>
        <w:keepLines w:val="0"/>
        <w:pageBreakBefore/>
      </w:pPr>
      <w:bookmarkStart w:id="14" w:name="_Toc56196928"/>
      <w:r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4"/>
    </w:p>
    <w:p w14:paraId="563EB9EC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3F6F77AA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324E81EF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08DB8B1D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974907A" w14:textId="77777777" w:rsidR="00C03DAD" w:rsidRDefault="00C03DAD" w:rsidP="00C03DAD">
      <w:pPr>
        <w:pStyle w:val="Tloslovan"/>
      </w:pPr>
      <w:r>
        <w:t>Údaje do smlouvy:</w:t>
      </w:r>
    </w:p>
    <w:tbl>
      <w:tblPr>
        <w:tblW w:w="8221" w:type="dxa"/>
        <w:tblInd w:w="83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76A68" w:rsidRPr="00D2105B" w14:paraId="1A4A2977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7D79A52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481B3F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EA0D6D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2A256B16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7889EEF3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B2B1FA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B5DD13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392F004B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F2B962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929EC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D7A12AE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8028EC9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62BE9E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DB80772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7343A85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52C7DED" w14:textId="432060DE" w:rsidR="00276A68" w:rsidRDefault="00874CA1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Manažer </w:t>
            </w:r>
            <w:r w:rsidR="00CA5202">
              <w:rPr>
                <w:color w:val="auto"/>
                <w:sz w:val="22"/>
                <w:szCs w:val="22"/>
              </w:rPr>
              <w:t>údržby zeleně</w:t>
            </w:r>
            <w:r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6E7BCD2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74CA1" w:rsidRPr="00D2105B" w14:paraId="1315499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426A8684" w14:textId="173305FA" w:rsidR="00874CA1" w:rsidRPr="009E543D" w:rsidRDefault="00CA5202" w:rsidP="008A438F">
            <w:pPr>
              <w:pStyle w:val="Obyejn"/>
              <w:rPr>
                <w:color w:val="auto"/>
                <w:sz w:val="22"/>
                <w:szCs w:val="22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Vedoucí údržby zeleně</w:t>
            </w:r>
            <w:r w:rsidR="00874CA1" w:rsidRPr="00874CA1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0BB753C4" w14:textId="62C20FC1" w:rsidR="00874CA1" w:rsidRPr="000E126D" w:rsidRDefault="00874CA1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59D1813" w14:textId="77777777" w:rsidR="004E31E7" w:rsidRPr="003D5C26" w:rsidRDefault="004E31E7" w:rsidP="004E31E7">
      <w:pPr>
        <w:pStyle w:val="Nadpis1"/>
        <w:keepLines w:val="0"/>
        <w:pageBreakBefore/>
      </w:pPr>
      <w:bookmarkStart w:id="15" w:name="_Toc56196929"/>
      <w:bookmarkStart w:id="16" w:name="_Toc56196931"/>
      <w:r>
        <w:t>Kritéria hodnocení</w:t>
      </w:r>
      <w:bookmarkEnd w:id="15"/>
    </w:p>
    <w:p w14:paraId="76B15310" w14:textId="508E3DBE" w:rsidR="004E31E7" w:rsidRDefault="004E31E7" w:rsidP="004E31E7">
      <w:pPr>
        <w:pStyle w:val="Tloslovan"/>
        <w:numPr>
          <w:ilvl w:val="1"/>
          <w:numId w:val="32"/>
        </w:numPr>
      </w:pPr>
      <w:bookmarkStart w:id="17" w:name="_Toc56196930"/>
      <w:r>
        <w:t>Účastník čestně prohlašuje, že nabízí tuto hodnotu kritéria hodnocení:</w:t>
      </w:r>
    </w:p>
    <w:p w14:paraId="0BCC7591" w14:textId="74B0CD83" w:rsidR="004E31E7" w:rsidRPr="005369D8" w:rsidRDefault="004E31E7" w:rsidP="004E31E7">
      <w:pPr>
        <w:pStyle w:val="Tloneslovan"/>
        <w:rPr>
          <w:b/>
          <w:bCs/>
          <w:i/>
          <w:iCs/>
        </w:rPr>
      </w:pPr>
      <w:r w:rsidRPr="005369D8">
        <w:rPr>
          <w:b/>
          <w:bCs/>
          <w:i/>
          <w:iCs/>
        </w:rPr>
        <w:t>Nabídková cena</w:t>
      </w:r>
      <w:r w:rsidR="00DC7B69">
        <w:rPr>
          <w:b/>
          <w:bCs/>
          <w:i/>
          <w:iCs/>
        </w:rPr>
        <w:t xml:space="preserve"> (</w:t>
      </w:r>
      <w:r w:rsidR="00D2386E">
        <w:rPr>
          <w:b/>
          <w:bCs/>
          <w:i/>
          <w:iCs/>
        </w:rPr>
        <w:t xml:space="preserve">za </w:t>
      </w:r>
      <w:r w:rsidR="00DC7B69" w:rsidRPr="00DC7B69">
        <w:rPr>
          <w:b/>
          <w:bCs/>
          <w:i/>
          <w:iCs/>
        </w:rPr>
        <w:t>kalkulační model</w:t>
      </w:r>
      <w:r w:rsidR="00DC7B69">
        <w:rPr>
          <w:b/>
          <w:bCs/>
          <w:i/>
          <w:iCs/>
        </w:rPr>
        <w:t>)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506"/>
      </w:tblGrid>
      <w:tr w:rsidR="004E31E7" w14:paraId="1DE1E0FF" w14:textId="77777777" w:rsidTr="00CA21F9">
        <w:trPr>
          <w:trHeight w:val="454"/>
        </w:trPr>
        <w:tc>
          <w:tcPr>
            <w:tcW w:w="3685" w:type="dxa"/>
          </w:tcPr>
          <w:p w14:paraId="3DC6ECC1" w14:textId="77777777" w:rsidR="004E31E7" w:rsidRPr="00CE431E" w:rsidRDefault="004E31E7" w:rsidP="00CA21F9">
            <w:pPr>
              <w:spacing w:before="60" w:after="60"/>
            </w:pPr>
            <w:r>
              <w:t>Nabídková cena v Kč bez DPH:</w:t>
            </w:r>
          </w:p>
        </w:tc>
        <w:tc>
          <w:tcPr>
            <w:tcW w:w="4506" w:type="dxa"/>
            <w:vAlign w:val="center"/>
          </w:tcPr>
          <w:p w14:paraId="137580F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0CE1A32F" w14:textId="77777777" w:rsidTr="00CA21F9">
        <w:trPr>
          <w:trHeight w:val="454"/>
        </w:trPr>
        <w:tc>
          <w:tcPr>
            <w:tcW w:w="3685" w:type="dxa"/>
          </w:tcPr>
          <w:p w14:paraId="7D8158DF" w14:textId="77777777" w:rsidR="004E31E7" w:rsidRPr="00CE431E" w:rsidRDefault="004E31E7" w:rsidP="00CA21F9">
            <w:pPr>
              <w:spacing w:before="60" w:after="60"/>
            </w:pPr>
            <w:r>
              <w:t>Sazba DPH v %:</w:t>
            </w:r>
          </w:p>
        </w:tc>
        <w:tc>
          <w:tcPr>
            <w:tcW w:w="4506" w:type="dxa"/>
            <w:vAlign w:val="center"/>
          </w:tcPr>
          <w:p w14:paraId="663B52B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72EAA9F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473DEDFB" w14:textId="77777777" w:rsidR="004E31E7" w:rsidRPr="00EE7658" w:rsidRDefault="004E31E7" w:rsidP="00CA21F9">
            <w:pPr>
              <w:spacing w:before="60" w:after="60"/>
            </w:pPr>
            <w:r>
              <w:t>DPH v Kč:</w:t>
            </w:r>
          </w:p>
        </w:tc>
        <w:tc>
          <w:tcPr>
            <w:tcW w:w="4506" w:type="dxa"/>
            <w:vAlign w:val="center"/>
          </w:tcPr>
          <w:p w14:paraId="2DDFA0F5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48C4EDB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54548AE0" w14:textId="77777777" w:rsidR="004E31E7" w:rsidRPr="00EE7658" w:rsidRDefault="004E31E7" w:rsidP="00CA21F9">
            <w:pPr>
              <w:spacing w:before="60" w:after="60"/>
            </w:pPr>
            <w:r>
              <w:t>Nabídková cena v Kč včetně DPH:</w:t>
            </w:r>
          </w:p>
        </w:tc>
        <w:tc>
          <w:tcPr>
            <w:tcW w:w="4506" w:type="dxa"/>
            <w:vAlign w:val="center"/>
          </w:tcPr>
          <w:p w14:paraId="4A60899E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3CBB5674" w14:textId="77777777" w:rsidR="004E31E7" w:rsidRPr="003D5C26" w:rsidRDefault="004E31E7" w:rsidP="004E31E7">
      <w:pPr>
        <w:pStyle w:val="Nadpis1"/>
        <w:keepLines w:val="0"/>
        <w:pageBreakBefore/>
      </w:pPr>
      <w:r>
        <w:t>Poddodavatelé</w:t>
      </w:r>
      <w:bookmarkEnd w:id="17"/>
    </w:p>
    <w:p w14:paraId="79F072C9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18707046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13D7F1FA" w14:textId="77777777" w:rsidTr="00CA21F9">
        <w:trPr>
          <w:trHeight w:val="454"/>
        </w:trPr>
        <w:tc>
          <w:tcPr>
            <w:tcW w:w="3544" w:type="dxa"/>
          </w:tcPr>
          <w:p w14:paraId="2C8FEC99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7461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BBA5131" w14:textId="77777777" w:rsidTr="00CA21F9">
        <w:trPr>
          <w:trHeight w:val="454"/>
        </w:trPr>
        <w:tc>
          <w:tcPr>
            <w:tcW w:w="3544" w:type="dxa"/>
          </w:tcPr>
          <w:p w14:paraId="5E6ABFC3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404B81A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B8EFEC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5C99700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41B29871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8435A1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7D1801F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7B2CFF1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780DCB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1AE50A7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5FCE46D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F26A66E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59FD87A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1040C087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9B3B64C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8CB83F5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292181C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EBE128D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E65706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7496F83C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9A3AA2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CDA95B2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ADABC7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6C3E1EE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23BF24AE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76EEEA0B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4695A919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7684FCB8" w14:textId="77777777" w:rsidR="00E12D7E" w:rsidRPr="003D5C26" w:rsidRDefault="00885F81" w:rsidP="005C172F">
      <w:pPr>
        <w:pStyle w:val="Nadpis1"/>
        <w:keepLines w:val="0"/>
        <w:pageBreakBefore/>
      </w:pPr>
      <w:r>
        <w:t>P</w:t>
      </w:r>
      <w:r w:rsidR="006A0B54">
        <w:t>rohlášení účastníka, p</w:t>
      </w:r>
      <w:r>
        <w:t>odpis</w:t>
      </w:r>
      <w:bookmarkEnd w:id="16"/>
    </w:p>
    <w:p w14:paraId="66E01A79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3E648912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31EB4DB5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2B10EE40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4390CA64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24B14090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3F068CCF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7954B963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4259032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6BDAB021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3FA3CE5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0A2F85E6" w14:textId="52A08C2E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5C307510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4A07BC9B" w14:textId="77777777" w:rsidR="00780C8A" w:rsidRPr="00FC343B" w:rsidRDefault="00780C8A" w:rsidP="00936AB3">
      <w:pPr>
        <w:pStyle w:val="Tloslovan"/>
      </w:pPr>
      <w:bookmarkStart w:id="18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18"/>
      <w:r w:rsidR="002E74F7" w:rsidRPr="00FC343B">
        <w:t>.</w:t>
      </w:r>
    </w:p>
    <w:p w14:paraId="25DB5F53" w14:textId="77777777" w:rsidR="00F77C57" w:rsidRPr="00FC343B" w:rsidRDefault="00F77C57" w:rsidP="00F77C57">
      <w:pPr>
        <w:pStyle w:val="Tloslovan"/>
      </w:pPr>
      <w:bookmarkStart w:id="19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BE4C4E6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42628BEA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599E5A43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2AF9966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40BD3FF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14D0AAAA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4300B1C" w14:textId="77777777" w:rsidR="00F77C57" w:rsidRPr="00EF4CE2" w:rsidRDefault="00F77C57" w:rsidP="004E4A0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6226F25C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0B2C8E50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475C5333" w14:textId="77777777" w:rsidR="00F77C57" w:rsidRPr="00EF4CE2" w:rsidRDefault="00F77C57" w:rsidP="004E4A0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3BF0B7F3" w14:textId="77777777" w:rsidR="00F77C57" w:rsidRDefault="00F77C57" w:rsidP="004E4A0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1CCDB8C0" w14:textId="77777777" w:rsidR="004E4A05" w:rsidRDefault="004E4A05" w:rsidP="00F77C57">
      <w:pPr>
        <w:pStyle w:val="Tloslovan"/>
        <w:numPr>
          <w:ilvl w:val="0"/>
          <w:numId w:val="0"/>
        </w:numPr>
        <w:ind w:left="851"/>
      </w:pPr>
      <w:r>
        <w:t>V případě, že výše uvedené neplatí, uvede účastník v nabídce seznam osob, které naplňují některou z výše uvedených podmínek, včetně popisu všech souvisejících relevantních okolností.</w:t>
      </w:r>
    </w:p>
    <w:bookmarkEnd w:id="19"/>
    <w:p w14:paraId="1B355E91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78E4C5F3" w14:textId="77777777" w:rsidTr="000D2D3E">
        <w:trPr>
          <w:trHeight w:val="567"/>
        </w:trPr>
        <w:tc>
          <w:tcPr>
            <w:tcW w:w="5000" w:type="pct"/>
            <w:hideMark/>
          </w:tcPr>
          <w:p w14:paraId="697998B8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7BEB04DC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7B8AE5D2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1A9FB4E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226660F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D2CF" w14:textId="77777777" w:rsidR="00874CA1" w:rsidRDefault="00874CA1" w:rsidP="005066D2">
      <w:r>
        <w:separator/>
      </w:r>
    </w:p>
  </w:endnote>
  <w:endnote w:type="continuationSeparator" w:id="0">
    <w:p w14:paraId="3AFAA73F" w14:textId="77777777" w:rsidR="00874CA1" w:rsidRDefault="00874CA1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0FC7B" w14:textId="77777777" w:rsidR="00D962D6" w:rsidRPr="00933444" w:rsidRDefault="002D1650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CAFF" w14:textId="77777777" w:rsidR="00D962D6" w:rsidRPr="00515259" w:rsidRDefault="002D1650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8DE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D8D" w14:textId="77777777" w:rsidR="00D962D6" w:rsidRPr="00515259" w:rsidRDefault="002D1650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7EEC" w14:textId="77777777" w:rsidR="00874CA1" w:rsidRDefault="00874CA1" w:rsidP="005066D2">
      <w:r>
        <w:separator/>
      </w:r>
    </w:p>
  </w:footnote>
  <w:footnote w:type="continuationSeparator" w:id="0">
    <w:p w14:paraId="5DECA50C" w14:textId="77777777" w:rsidR="00874CA1" w:rsidRDefault="00874CA1" w:rsidP="005066D2">
      <w:r>
        <w:continuationSeparator/>
      </w:r>
    </w:p>
  </w:footnote>
  <w:footnote w:id="1">
    <w:p w14:paraId="2A720C7E" w14:textId="77777777" w:rsidR="00536C83" w:rsidRDefault="00536C83" w:rsidP="00536C8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je povinen k prokázání základní způsobilosti vedle tohoto čestného prohlášení doložit i doklady podle § 75 ZZVZ. Prokazuje-li účastník kvalifikaci jinou osobou, je povinen doklady podle § 75 ZZVZ doložit i za jinou osobu (srov. § 83 ZZVZ).</w:t>
      </w:r>
    </w:p>
    <w:p w14:paraId="745600AE" w14:textId="77777777" w:rsidR="00536C83" w:rsidRDefault="00536C83" w:rsidP="00536C83">
      <w:pPr>
        <w:pStyle w:val="Textpoznpodarou"/>
        <w:jc w:val="both"/>
      </w:pPr>
      <w:r>
        <w:t>Účastník je dále povinen k prokázání kvalifikace vedle tohoto čestného prohlášení doložit i další doklady podle zadávací dokumentace a ZZVZ.</w:t>
      </w:r>
    </w:p>
  </w:footnote>
  <w:footnote w:id="2">
    <w:p w14:paraId="22B9778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402B4385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0E84" w14:textId="2C4B4315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624" w14:textId="77777777" w:rsidR="00D962D6" w:rsidRPr="00BA50CE" w:rsidRDefault="002D1650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00C59C39A9974F23ABF415FAA32E427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4ADD" w14:textId="634D04B0" w:rsidR="00D962D6" w:rsidRPr="008030A6" w:rsidRDefault="002D1650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bCs/>
          <w:sz w:val="20"/>
          <w:szCs w:val="20"/>
        </w:rPr>
        <w:id w:val="-1306230791"/>
        <w:placeholder>
          <w:docPart w:val="C4A476BBFFF24B4EB5A4E620D753F591"/>
        </w:placeholder>
        <w:text/>
      </w:sdtPr>
      <w:sdtEndPr/>
      <w:sdtContent>
        <w:r w:rsidR="00CA5202" w:rsidRPr="00CA5202">
          <w:rPr>
            <w:bCs/>
            <w:sz w:val="20"/>
            <w:szCs w:val="20"/>
          </w:rPr>
          <w:t>Údržba veřejné zeleně, dřevin a květin na území Prahy 6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4F39" w14:textId="77777777" w:rsidR="00D962D6" w:rsidRPr="00BA50CE" w:rsidRDefault="002D1650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86A3490891DA49008189415CEF86B6EF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2342EE5"/>
    <w:multiLevelType w:val="multilevel"/>
    <w:tmpl w:val="A37681C8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7BD3182D"/>
    <w:multiLevelType w:val="hybridMultilevel"/>
    <w:tmpl w:val="C69CD864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8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9"/>
  </w:num>
  <w:num w:numId="2" w16cid:durableId="705299156">
    <w:abstractNumId w:val="19"/>
  </w:num>
  <w:num w:numId="3" w16cid:durableId="410547219">
    <w:abstractNumId w:val="5"/>
  </w:num>
  <w:num w:numId="4" w16cid:durableId="1779719456">
    <w:abstractNumId w:val="12"/>
  </w:num>
  <w:num w:numId="5" w16cid:durableId="1346830378">
    <w:abstractNumId w:val="8"/>
  </w:num>
  <w:num w:numId="6" w16cid:durableId="1931426999">
    <w:abstractNumId w:val="11"/>
  </w:num>
  <w:num w:numId="7" w16cid:durableId="276303499">
    <w:abstractNumId w:val="0"/>
  </w:num>
  <w:num w:numId="8" w16cid:durableId="1647394798">
    <w:abstractNumId w:val="6"/>
  </w:num>
  <w:num w:numId="9" w16cid:durableId="1433357786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9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7"/>
  </w:num>
  <w:num w:numId="17" w16cid:durableId="1331182178">
    <w:abstractNumId w:val="10"/>
  </w:num>
  <w:num w:numId="18" w16cid:durableId="539054718">
    <w:abstractNumId w:val="17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7"/>
  </w:num>
  <w:num w:numId="36" w16cid:durableId="76826619">
    <w:abstractNumId w:val="3"/>
  </w:num>
  <w:num w:numId="37" w16cid:durableId="2064982064">
    <w:abstractNumId w:val="15"/>
  </w:num>
  <w:num w:numId="38" w16cid:durableId="39405925">
    <w:abstractNumId w:val="2"/>
  </w:num>
  <w:num w:numId="39" w16cid:durableId="1410351523">
    <w:abstractNumId w:val="4"/>
  </w:num>
  <w:num w:numId="40" w16cid:durableId="6786277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A1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43AD"/>
    <w:rsid w:val="000C3224"/>
    <w:rsid w:val="000D2D3E"/>
    <w:rsid w:val="000E6D6E"/>
    <w:rsid w:val="000F3CED"/>
    <w:rsid w:val="00104227"/>
    <w:rsid w:val="00110CA5"/>
    <w:rsid w:val="00130941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46CA"/>
    <w:rsid w:val="001E78AD"/>
    <w:rsid w:val="001F1203"/>
    <w:rsid w:val="001F594B"/>
    <w:rsid w:val="002068DE"/>
    <w:rsid w:val="00206A50"/>
    <w:rsid w:val="002137A2"/>
    <w:rsid w:val="00214512"/>
    <w:rsid w:val="0021622E"/>
    <w:rsid w:val="00222517"/>
    <w:rsid w:val="00222832"/>
    <w:rsid w:val="00223815"/>
    <w:rsid w:val="002260D6"/>
    <w:rsid w:val="0022725A"/>
    <w:rsid w:val="0022762B"/>
    <w:rsid w:val="002628F1"/>
    <w:rsid w:val="00276A68"/>
    <w:rsid w:val="00276E18"/>
    <w:rsid w:val="00280415"/>
    <w:rsid w:val="00280CBC"/>
    <w:rsid w:val="002905A3"/>
    <w:rsid w:val="00297665"/>
    <w:rsid w:val="002A3542"/>
    <w:rsid w:val="002B63EA"/>
    <w:rsid w:val="002C27F1"/>
    <w:rsid w:val="002C68EC"/>
    <w:rsid w:val="002D1650"/>
    <w:rsid w:val="002D3242"/>
    <w:rsid w:val="002D60B6"/>
    <w:rsid w:val="002D6626"/>
    <w:rsid w:val="002E74F7"/>
    <w:rsid w:val="002E79D6"/>
    <w:rsid w:val="00303D43"/>
    <w:rsid w:val="0030491F"/>
    <w:rsid w:val="00306A11"/>
    <w:rsid w:val="00317CA2"/>
    <w:rsid w:val="00334798"/>
    <w:rsid w:val="00334CC2"/>
    <w:rsid w:val="00352E80"/>
    <w:rsid w:val="00357B7E"/>
    <w:rsid w:val="00357F72"/>
    <w:rsid w:val="00370681"/>
    <w:rsid w:val="00393585"/>
    <w:rsid w:val="003A6773"/>
    <w:rsid w:val="003B0D07"/>
    <w:rsid w:val="003B1ACB"/>
    <w:rsid w:val="003B34AC"/>
    <w:rsid w:val="003B48D0"/>
    <w:rsid w:val="003B766D"/>
    <w:rsid w:val="003D480F"/>
    <w:rsid w:val="003E4608"/>
    <w:rsid w:val="003E658D"/>
    <w:rsid w:val="003F2EA2"/>
    <w:rsid w:val="004135BA"/>
    <w:rsid w:val="004337CB"/>
    <w:rsid w:val="004359E0"/>
    <w:rsid w:val="00435CAD"/>
    <w:rsid w:val="00437142"/>
    <w:rsid w:val="0044776C"/>
    <w:rsid w:val="00467A1F"/>
    <w:rsid w:val="0047394E"/>
    <w:rsid w:val="004806F6"/>
    <w:rsid w:val="00493A1A"/>
    <w:rsid w:val="00496FC9"/>
    <w:rsid w:val="004A6A9A"/>
    <w:rsid w:val="004B6CC6"/>
    <w:rsid w:val="004B751D"/>
    <w:rsid w:val="004B78DA"/>
    <w:rsid w:val="004D1E5C"/>
    <w:rsid w:val="004E274D"/>
    <w:rsid w:val="004E31E7"/>
    <w:rsid w:val="004E4A05"/>
    <w:rsid w:val="00504371"/>
    <w:rsid w:val="005066D2"/>
    <w:rsid w:val="00506E80"/>
    <w:rsid w:val="00515259"/>
    <w:rsid w:val="00515522"/>
    <w:rsid w:val="00521FC9"/>
    <w:rsid w:val="005227BD"/>
    <w:rsid w:val="00525895"/>
    <w:rsid w:val="00536151"/>
    <w:rsid w:val="005369D8"/>
    <w:rsid w:val="00536C83"/>
    <w:rsid w:val="0056241F"/>
    <w:rsid w:val="00566DB5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E6EE5"/>
    <w:rsid w:val="005F2092"/>
    <w:rsid w:val="006256BA"/>
    <w:rsid w:val="006331DC"/>
    <w:rsid w:val="006617D8"/>
    <w:rsid w:val="006704DC"/>
    <w:rsid w:val="00672AAE"/>
    <w:rsid w:val="006941C1"/>
    <w:rsid w:val="00695C78"/>
    <w:rsid w:val="006A0B54"/>
    <w:rsid w:val="006C4263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4CA1"/>
    <w:rsid w:val="00875395"/>
    <w:rsid w:val="0088125A"/>
    <w:rsid w:val="00882BF6"/>
    <w:rsid w:val="00884643"/>
    <w:rsid w:val="00885F81"/>
    <w:rsid w:val="0089476F"/>
    <w:rsid w:val="00895DE2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80075"/>
    <w:rsid w:val="00982E0B"/>
    <w:rsid w:val="009920D7"/>
    <w:rsid w:val="00992C64"/>
    <w:rsid w:val="009B0028"/>
    <w:rsid w:val="009C5570"/>
    <w:rsid w:val="009D14EC"/>
    <w:rsid w:val="009D38B9"/>
    <w:rsid w:val="009F5D76"/>
    <w:rsid w:val="00A138FD"/>
    <w:rsid w:val="00A13E73"/>
    <w:rsid w:val="00A173CF"/>
    <w:rsid w:val="00A31C63"/>
    <w:rsid w:val="00A32A19"/>
    <w:rsid w:val="00A3397A"/>
    <w:rsid w:val="00A33BB2"/>
    <w:rsid w:val="00A3513F"/>
    <w:rsid w:val="00A3730D"/>
    <w:rsid w:val="00A41623"/>
    <w:rsid w:val="00A531DE"/>
    <w:rsid w:val="00A57C4D"/>
    <w:rsid w:val="00A61E27"/>
    <w:rsid w:val="00A76359"/>
    <w:rsid w:val="00A83716"/>
    <w:rsid w:val="00A92BFB"/>
    <w:rsid w:val="00A96912"/>
    <w:rsid w:val="00AC5DC2"/>
    <w:rsid w:val="00AD728B"/>
    <w:rsid w:val="00AF2F6F"/>
    <w:rsid w:val="00AF7411"/>
    <w:rsid w:val="00B37533"/>
    <w:rsid w:val="00B40775"/>
    <w:rsid w:val="00B42723"/>
    <w:rsid w:val="00B553C7"/>
    <w:rsid w:val="00B5718A"/>
    <w:rsid w:val="00B63375"/>
    <w:rsid w:val="00B66A17"/>
    <w:rsid w:val="00B74A58"/>
    <w:rsid w:val="00B81A5C"/>
    <w:rsid w:val="00B83C99"/>
    <w:rsid w:val="00B9678B"/>
    <w:rsid w:val="00BA50CE"/>
    <w:rsid w:val="00BB4B04"/>
    <w:rsid w:val="00BD565E"/>
    <w:rsid w:val="00BD62C1"/>
    <w:rsid w:val="00BF0B4A"/>
    <w:rsid w:val="00C03DAD"/>
    <w:rsid w:val="00C07D79"/>
    <w:rsid w:val="00C20440"/>
    <w:rsid w:val="00C46C13"/>
    <w:rsid w:val="00C76D5E"/>
    <w:rsid w:val="00C96C2E"/>
    <w:rsid w:val="00CA4A7B"/>
    <w:rsid w:val="00CA5202"/>
    <w:rsid w:val="00CA5290"/>
    <w:rsid w:val="00CC1818"/>
    <w:rsid w:val="00CD23A3"/>
    <w:rsid w:val="00CD67A5"/>
    <w:rsid w:val="00CE329E"/>
    <w:rsid w:val="00CE431E"/>
    <w:rsid w:val="00CE5FF7"/>
    <w:rsid w:val="00CF7913"/>
    <w:rsid w:val="00D0079D"/>
    <w:rsid w:val="00D04678"/>
    <w:rsid w:val="00D05791"/>
    <w:rsid w:val="00D2386E"/>
    <w:rsid w:val="00D410A1"/>
    <w:rsid w:val="00D44314"/>
    <w:rsid w:val="00D47760"/>
    <w:rsid w:val="00D5576E"/>
    <w:rsid w:val="00D55AF9"/>
    <w:rsid w:val="00D61864"/>
    <w:rsid w:val="00D623AD"/>
    <w:rsid w:val="00D675AD"/>
    <w:rsid w:val="00D71017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C7B69"/>
    <w:rsid w:val="00DF2477"/>
    <w:rsid w:val="00DF6FD2"/>
    <w:rsid w:val="00E03796"/>
    <w:rsid w:val="00E07502"/>
    <w:rsid w:val="00E11725"/>
    <w:rsid w:val="00E12D7E"/>
    <w:rsid w:val="00E15988"/>
    <w:rsid w:val="00E15D79"/>
    <w:rsid w:val="00E17012"/>
    <w:rsid w:val="00E307AC"/>
    <w:rsid w:val="00E3536F"/>
    <w:rsid w:val="00E506CC"/>
    <w:rsid w:val="00E50BC5"/>
    <w:rsid w:val="00E54DCB"/>
    <w:rsid w:val="00E61748"/>
    <w:rsid w:val="00E65CDC"/>
    <w:rsid w:val="00E82376"/>
    <w:rsid w:val="00E91EC0"/>
    <w:rsid w:val="00E9457E"/>
    <w:rsid w:val="00E94914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46FAE"/>
    <w:rsid w:val="00F54E71"/>
    <w:rsid w:val="00F640B8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4A98F"/>
  <w15:chartTrackingRefBased/>
  <w15:docId w15:val="{9AB09B5A-2855-4D3C-A27F-A0D7FB24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_rezim_z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5462942A6F4CEAA53A7C12C4990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D6BA6-6656-4EB3-A83A-6671A58D051B}"/>
      </w:docPartPr>
      <w:docPartBody>
        <w:p w:rsidR="0036028C" w:rsidRDefault="0036028C">
          <w:pPr>
            <w:pStyle w:val="2B5462942A6F4CEAA53A7C12C4990C15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00C59C39A9974F23ABF415FAA32E4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287DF-12AA-4343-A3F7-D3E6D13A01C8}"/>
      </w:docPartPr>
      <w:docPartBody>
        <w:p w:rsidR="0036028C" w:rsidRDefault="0036028C">
          <w:pPr>
            <w:pStyle w:val="00C59C39A9974F23ABF415FAA32E427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A476BBFFF24B4EB5A4E620D753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3BA12-2F47-4476-BDE3-4FD9070202AA}"/>
      </w:docPartPr>
      <w:docPartBody>
        <w:p w:rsidR="0036028C" w:rsidRDefault="0036028C">
          <w:pPr>
            <w:pStyle w:val="C4A476BBFFF24B4EB5A4E620D753F591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86A3490891DA49008189415CEF86B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185C9-8531-4C0C-920F-26699BB20D0F}"/>
      </w:docPartPr>
      <w:docPartBody>
        <w:p w:rsidR="0036028C" w:rsidRDefault="0036028C">
          <w:pPr>
            <w:pStyle w:val="86A3490891DA49008189415CEF86B6EF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C48C6737CA5140C296337A8A648D17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4BB91-2A92-4A4E-AC19-FD3E360DF3B0}"/>
      </w:docPartPr>
      <w:docPartBody>
        <w:p w:rsidR="00E33E46" w:rsidRDefault="00E33E46" w:rsidP="00E33E46">
          <w:pPr>
            <w:pStyle w:val="C48C6737CA5140C296337A8A648D173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4C4A106FBEB547FE872A3C24A924B2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79A89E-4F69-410A-90CD-70B09EAF4CBB}"/>
      </w:docPartPr>
      <w:docPartBody>
        <w:p w:rsidR="00E33E46" w:rsidRDefault="00E33E46" w:rsidP="00E33E46">
          <w:pPr>
            <w:pStyle w:val="4C4A106FBEB547FE872A3C24A924B232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38D386E8E4E24B718A159542FE84A8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6A989-6462-46DC-9F3D-4BE5ADECE741}"/>
      </w:docPartPr>
      <w:docPartBody>
        <w:p w:rsidR="00E33E46" w:rsidRDefault="00E33E46" w:rsidP="00E33E46">
          <w:pPr>
            <w:pStyle w:val="38D386E8E4E24B718A159542FE84A8AC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45698AE94ED54D3386C83FFD93841F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FDCA2-B0A2-4C8B-AF99-77FF32A50EFA}"/>
      </w:docPartPr>
      <w:docPartBody>
        <w:p w:rsidR="00E33E46" w:rsidRDefault="00E33E46" w:rsidP="00E33E46">
          <w:pPr>
            <w:pStyle w:val="45698AE94ED54D3386C83FFD93841F40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B8D10CAB7C48425992331E88D8385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F1BFAD-7A36-4424-BBFE-76BA4A37E2C1}"/>
      </w:docPartPr>
      <w:docPartBody>
        <w:p w:rsidR="00E33E46" w:rsidRDefault="00E33E46" w:rsidP="00E33E46">
          <w:pPr>
            <w:pStyle w:val="B8D10CAB7C48425992331E88D8385996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BF15E65D14E74FB686831750AB2E4A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0B22C-5140-46B2-82B1-6C912D654A44}"/>
      </w:docPartPr>
      <w:docPartBody>
        <w:p w:rsidR="00E33E46" w:rsidRDefault="00E33E46" w:rsidP="00E33E46">
          <w:pPr>
            <w:pStyle w:val="BF15E65D14E74FB686831750AB2E4A11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3986A39833B445DC8957899D4DFB4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64C14D-475F-4AE0-A454-88E02419737A}"/>
      </w:docPartPr>
      <w:docPartBody>
        <w:p w:rsidR="00E33E46" w:rsidRDefault="00E33E46" w:rsidP="00E33E46">
          <w:pPr>
            <w:pStyle w:val="3986A39833B445DC8957899D4DFB4B47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05283EFAD7D47CFA4D07FDFB647CA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15FDE4-C8A5-4F3F-97A7-B6CA597C6E0D}"/>
      </w:docPartPr>
      <w:docPartBody>
        <w:p w:rsidR="00E33E46" w:rsidRDefault="00E33E46" w:rsidP="00E33E46">
          <w:pPr>
            <w:pStyle w:val="105283EFAD7D47CFA4D07FDFB647CAF9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C60344181E3745E6BCB282C9F2CDA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8EBDCC-60B5-40CC-9A11-70D1ABBDA7E3}"/>
      </w:docPartPr>
      <w:docPartBody>
        <w:p w:rsidR="00E33E46" w:rsidRDefault="00E33E46" w:rsidP="00E33E46">
          <w:pPr>
            <w:pStyle w:val="C60344181E3745E6BCB282C9F2CDADB1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9521E7189B4B4C279F0065F2F51903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497F49-A4BC-4CFC-9C17-D9B71ED2EF52}"/>
      </w:docPartPr>
      <w:docPartBody>
        <w:p w:rsidR="009F60E7" w:rsidRDefault="009F60E7" w:rsidP="009F60E7">
          <w:pPr>
            <w:pStyle w:val="9521E7189B4B4C279F0065F2F5190384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307E7BE962D41158E9EE0438C083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EB789-B30E-4150-B13C-8567D3039DAC}"/>
      </w:docPartPr>
      <w:docPartBody>
        <w:p w:rsidR="009F60E7" w:rsidRDefault="009F60E7" w:rsidP="009F60E7">
          <w:pPr>
            <w:pStyle w:val="C307E7BE962D41158E9EE0438C0838F9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BDCF05E9CCA49E8A658B6F263715A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C9119-C9CC-4857-A773-EB891007C961}"/>
      </w:docPartPr>
      <w:docPartBody>
        <w:p w:rsidR="009F60E7" w:rsidRDefault="009F60E7" w:rsidP="009F60E7">
          <w:pPr>
            <w:pStyle w:val="5BDCF05E9CCA49E8A658B6F263715A3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94B7D0A277F046BC919870EFAA539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EC5046-4C7A-4D05-95C1-242023E3FB16}"/>
      </w:docPartPr>
      <w:docPartBody>
        <w:p w:rsidR="009F60E7" w:rsidRDefault="009F60E7" w:rsidP="009F60E7">
          <w:pPr>
            <w:pStyle w:val="94B7D0A277F046BC919870EFAA539BED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84A4FAD2B0C746AE8AD4DC5B10E602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7A0A1-037E-45CC-B07C-8F010EA14A8E}"/>
      </w:docPartPr>
      <w:docPartBody>
        <w:p w:rsidR="009F60E7" w:rsidRDefault="009F60E7" w:rsidP="009F60E7">
          <w:pPr>
            <w:pStyle w:val="84A4FAD2B0C746AE8AD4DC5B10E6026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B30B63A830C4BEFA460CEF0C7C08F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4EBFE-891B-41E5-A0FF-5283465699F8}"/>
      </w:docPartPr>
      <w:docPartBody>
        <w:p w:rsidR="009F60E7" w:rsidRDefault="009F60E7" w:rsidP="009F60E7">
          <w:pPr>
            <w:pStyle w:val="5B30B63A830C4BEFA460CEF0C7C08FC1"/>
          </w:pPr>
          <w:r>
            <w:rPr>
              <w:rStyle w:val="Zstupntext"/>
              <w:b/>
              <w:bCs/>
              <w:highlight w:val="yellow"/>
            </w:rPr>
            <w:t>Klikněte nebo klepněte sem a zadejte text.</w:t>
          </w:r>
        </w:p>
      </w:docPartBody>
    </w:docPart>
    <w:docPart>
      <w:docPartPr>
        <w:name w:val="2CF657B98A004B979238B4E869489D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7EFB7-4DD2-4208-BC2E-3AF8B0D6A956}"/>
      </w:docPartPr>
      <w:docPartBody>
        <w:p w:rsidR="009F60E7" w:rsidRDefault="009F60E7" w:rsidP="009F60E7">
          <w:pPr>
            <w:pStyle w:val="2CF657B98A004B979238B4E869489D68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EEBFA30D76043F19BAF0051D1679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D1A921-B9C1-4E89-8D06-AEC593B60D73}"/>
      </w:docPartPr>
      <w:docPartBody>
        <w:p w:rsidR="009F60E7" w:rsidRDefault="009F60E7" w:rsidP="009F60E7">
          <w:pPr>
            <w:pStyle w:val="CEEBFA30D76043F19BAF0051D1679E9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9688C7DF3AB94EE0AE8E42E902D61D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44B191-10AC-41EC-841A-7732AC47C5CD}"/>
      </w:docPartPr>
      <w:docPartBody>
        <w:p w:rsidR="009F60E7" w:rsidRDefault="009F60E7" w:rsidP="009F60E7">
          <w:pPr>
            <w:pStyle w:val="9688C7DF3AB94EE0AE8E42E902D61DE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4CD406FAD54F29BB234E0709B6D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0281BD-3281-4814-8B82-FB0A5AFB1E65}"/>
      </w:docPartPr>
      <w:docPartBody>
        <w:p w:rsidR="009F60E7" w:rsidRDefault="009F60E7" w:rsidP="009F60E7">
          <w:pPr>
            <w:pStyle w:val="C44CD406FAD54F29BB234E0709B6D0CD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02B96111AF4B46FB95AE2324BB7F18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E17E65-4D75-4287-94D7-E4194C1C3305}"/>
      </w:docPartPr>
      <w:docPartBody>
        <w:p w:rsidR="009F60E7" w:rsidRDefault="009F60E7" w:rsidP="009F60E7">
          <w:pPr>
            <w:pStyle w:val="02B96111AF4B46FB95AE2324BB7F18E5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476FEEEB2634BECB23A2E44C57D7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EAF71-DFFF-4BBF-B77F-B0EA3E5EEA1F}"/>
      </w:docPartPr>
      <w:docPartBody>
        <w:p w:rsidR="009F60E7" w:rsidRDefault="009F60E7" w:rsidP="009F60E7">
          <w:pPr>
            <w:pStyle w:val="5476FEEEB2634BECB23A2E44C57D71C7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C"/>
    <w:rsid w:val="0036028C"/>
    <w:rsid w:val="00895DE2"/>
    <w:rsid w:val="009F60E7"/>
    <w:rsid w:val="00B63375"/>
    <w:rsid w:val="00D71017"/>
    <w:rsid w:val="00E07502"/>
    <w:rsid w:val="00E33E46"/>
    <w:rsid w:val="00E8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F60E7"/>
  </w:style>
  <w:style w:type="paragraph" w:customStyle="1" w:styleId="2B5462942A6F4CEAA53A7C12C4990C15">
    <w:name w:val="2B5462942A6F4CEAA53A7C12C4990C15"/>
  </w:style>
  <w:style w:type="paragraph" w:customStyle="1" w:styleId="00C59C39A9974F23ABF415FAA32E427F">
    <w:name w:val="00C59C39A9974F23ABF415FAA32E427F"/>
  </w:style>
  <w:style w:type="paragraph" w:customStyle="1" w:styleId="C48C6737CA5140C296337A8A648D1735">
    <w:name w:val="C48C6737CA5140C296337A8A648D1735"/>
    <w:rsid w:val="00E33E46"/>
  </w:style>
  <w:style w:type="paragraph" w:customStyle="1" w:styleId="4C4A106FBEB547FE872A3C24A924B232">
    <w:name w:val="4C4A106FBEB547FE872A3C24A924B232"/>
    <w:rsid w:val="00E33E46"/>
  </w:style>
  <w:style w:type="paragraph" w:customStyle="1" w:styleId="38D386E8E4E24B718A159542FE84A8AC">
    <w:name w:val="38D386E8E4E24B718A159542FE84A8AC"/>
    <w:rsid w:val="00E33E46"/>
  </w:style>
  <w:style w:type="paragraph" w:customStyle="1" w:styleId="45698AE94ED54D3386C83FFD93841F40">
    <w:name w:val="45698AE94ED54D3386C83FFD93841F40"/>
    <w:rsid w:val="00E33E46"/>
  </w:style>
  <w:style w:type="paragraph" w:customStyle="1" w:styleId="B8D10CAB7C48425992331E88D8385996">
    <w:name w:val="B8D10CAB7C48425992331E88D8385996"/>
    <w:rsid w:val="00E33E46"/>
  </w:style>
  <w:style w:type="paragraph" w:customStyle="1" w:styleId="BF15E65D14E74FB686831750AB2E4A11">
    <w:name w:val="BF15E65D14E74FB686831750AB2E4A11"/>
    <w:rsid w:val="00E33E46"/>
  </w:style>
  <w:style w:type="paragraph" w:customStyle="1" w:styleId="3986A39833B445DC8957899D4DFB4B47">
    <w:name w:val="3986A39833B445DC8957899D4DFB4B47"/>
    <w:rsid w:val="00E33E46"/>
  </w:style>
  <w:style w:type="paragraph" w:customStyle="1" w:styleId="105283EFAD7D47CFA4D07FDFB647CAF9">
    <w:name w:val="105283EFAD7D47CFA4D07FDFB647CAF9"/>
    <w:rsid w:val="00E33E46"/>
  </w:style>
  <w:style w:type="paragraph" w:customStyle="1" w:styleId="C60344181E3745E6BCB282C9F2CDADB1">
    <w:name w:val="C60344181E3745E6BCB282C9F2CDADB1"/>
    <w:rsid w:val="00E33E46"/>
  </w:style>
  <w:style w:type="paragraph" w:customStyle="1" w:styleId="9521E7189B4B4C279F0065F2F5190384">
    <w:name w:val="9521E7189B4B4C279F0065F2F5190384"/>
    <w:rsid w:val="009F60E7"/>
  </w:style>
  <w:style w:type="paragraph" w:customStyle="1" w:styleId="C4A476BBFFF24B4EB5A4E620D753F591">
    <w:name w:val="C4A476BBFFF24B4EB5A4E620D753F591"/>
  </w:style>
  <w:style w:type="paragraph" w:customStyle="1" w:styleId="86A3490891DA49008189415CEF86B6EF">
    <w:name w:val="86A3490891DA49008189415CEF86B6EF"/>
  </w:style>
  <w:style w:type="paragraph" w:customStyle="1" w:styleId="C307E7BE962D41158E9EE0438C0838F9">
    <w:name w:val="C307E7BE962D41158E9EE0438C0838F9"/>
    <w:rsid w:val="009F60E7"/>
  </w:style>
  <w:style w:type="paragraph" w:customStyle="1" w:styleId="5BDCF05E9CCA49E8A658B6F263715A32">
    <w:name w:val="5BDCF05E9CCA49E8A658B6F263715A32"/>
    <w:rsid w:val="009F60E7"/>
  </w:style>
  <w:style w:type="paragraph" w:customStyle="1" w:styleId="94B7D0A277F046BC919870EFAA539BED">
    <w:name w:val="94B7D0A277F046BC919870EFAA539BED"/>
    <w:rsid w:val="009F60E7"/>
  </w:style>
  <w:style w:type="paragraph" w:customStyle="1" w:styleId="84A4FAD2B0C746AE8AD4DC5B10E60266">
    <w:name w:val="84A4FAD2B0C746AE8AD4DC5B10E60266"/>
    <w:rsid w:val="009F60E7"/>
  </w:style>
  <w:style w:type="paragraph" w:customStyle="1" w:styleId="5B30B63A830C4BEFA460CEF0C7C08FC1">
    <w:name w:val="5B30B63A830C4BEFA460CEF0C7C08FC1"/>
    <w:rsid w:val="009F60E7"/>
  </w:style>
  <w:style w:type="paragraph" w:customStyle="1" w:styleId="2CF657B98A004B979238B4E869489D68">
    <w:name w:val="2CF657B98A004B979238B4E869489D68"/>
    <w:rsid w:val="009F60E7"/>
  </w:style>
  <w:style w:type="paragraph" w:customStyle="1" w:styleId="CEEBFA30D76043F19BAF0051D1679E9F">
    <w:name w:val="CEEBFA30D76043F19BAF0051D1679E9F"/>
    <w:rsid w:val="009F60E7"/>
  </w:style>
  <w:style w:type="paragraph" w:customStyle="1" w:styleId="9688C7DF3AB94EE0AE8E42E902D61DE6">
    <w:name w:val="9688C7DF3AB94EE0AE8E42E902D61DE6"/>
    <w:rsid w:val="009F60E7"/>
  </w:style>
  <w:style w:type="paragraph" w:customStyle="1" w:styleId="C44CD406FAD54F29BB234E0709B6D0CD">
    <w:name w:val="C44CD406FAD54F29BB234E0709B6D0CD"/>
    <w:rsid w:val="009F60E7"/>
  </w:style>
  <w:style w:type="paragraph" w:customStyle="1" w:styleId="02B96111AF4B46FB95AE2324BB7F18E5">
    <w:name w:val="02B96111AF4B46FB95AE2324BB7F18E5"/>
    <w:rsid w:val="009F60E7"/>
  </w:style>
  <w:style w:type="paragraph" w:customStyle="1" w:styleId="5476FEEEB2634BECB23A2E44C57D71C7">
    <w:name w:val="5476FEEEB2634BECB23A2E44C57D71C7"/>
    <w:rsid w:val="009F60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04_Formular_nabidky_OR_nadlimit_dodavky_sluzby_VZOR_po_novele_rezim_zmen</Template>
  <TotalTime>24</TotalTime>
  <Pages>13</Pages>
  <Words>2536</Words>
  <Characters>14964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Vrbova</dc:creator>
  <cp:keywords/>
  <dc:description/>
  <cp:lastModifiedBy>Mgr. Markéta Vrbová</cp:lastModifiedBy>
  <cp:revision>7</cp:revision>
  <cp:lastPrinted>2024-11-06T08:15:00Z</cp:lastPrinted>
  <dcterms:created xsi:type="dcterms:W3CDTF">2024-08-13T10:37:00Z</dcterms:created>
  <dcterms:modified xsi:type="dcterms:W3CDTF">2024-11-06T08:15:00Z</dcterms:modified>
</cp:coreProperties>
</file>